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85" w:rsidRDefault="00DD3085" w:rsidP="004066F5">
      <w:pPr>
        <w:autoSpaceDE w:val="0"/>
        <w:autoSpaceDN w:val="0"/>
        <w:adjustRightInd w:val="0"/>
        <w:jc w:val="right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ПРОЕКТ</w:t>
      </w:r>
    </w:p>
    <w:p w:rsidR="00DD3085" w:rsidRPr="00FF01D9" w:rsidRDefault="00DD3085" w:rsidP="009C655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FF01D9">
        <w:rPr>
          <w:b/>
          <w:bCs/>
          <w:sz w:val="26"/>
          <w:szCs w:val="26"/>
          <w:lang w:eastAsia="en-US"/>
        </w:rPr>
        <w:t>АДМИНИСТРАЦИЯ</w:t>
      </w:r>
    </w:p>
    <w:p w:rsidR="00DD3085" w:rsidRPr="00FF01D9" w:rsidRDefault="00DD3085" w:rsidP="009C655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FF01D9">
        <w:rPr>
          <w:b/>
          <w:bCs/>
          <w:sz w:val="26"/>
          <w:szCs w:val="26"/>
          <w:lang w:eastAsia="en-US"/>
        </w:rPr>
        <w:t>КОЗИНСКОГО  СЕЛЬСОВЕТА</w:t>
      </w:r>
      <w:r w:rsidRPr="00FF01D9">
        <w:rPr>
          <w:b/>
          <w:bCs/>
          <w:sz w:val="26"/>
          <w:szCs w:val="26"/>
          <w:lang w:eastAsia="en-US"/>
        </w:rPr>
        <w:br/>
        <w:t>УСТЬ-ТАРКСКОГО  РАЙОНА НОВОСИБИРСКОЙ  ОБЛАСТИ</w:t>
      </w:r>
    </w:p>
    <w:p w:rsidR="00DD3085" w:rsidRPr="00FF01D9" w:rsidRDefault="00DD3085" w:rsidP="009C655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:rsidR="00DD3085" w:rsidRPr="00FF01D9" w:rsidRDefault="00DD3085" w:rsidP="009C655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FF01D9">
        <w:rPr>
          <w:b/>
          <w:bCs/>
          <w:sz w:val="26"/>
          <w:szCs w:val="26"/>
          <w:lang w:eastAsia="en-US"/>
        </w:rPr>
        <w:t>ПОСТАНОВЛЕНИЕ</w:t>
      </w:r>
    </w:p>
    <w:p w:rsidR="00DD3085" w:rsidRPr="00FF01D9" w:rsidRDefault="00DD3085" w:rsidP="009C6557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p w:rsidR="00DD3085" w:rsidRPr="00FF01D9" w:rsidRDefault="00DD3085" w:rsidP="009C6557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</w:t>
      </w:r>
      <w:r w:rsidRPr="00FF01D9">
        <w:rPr>
          <w:sz w:val="26"/>
          <w:szCs w:val="26"/>
          <w:lang w:eastAsia="en-US"/>
        </w:rPr>
        <w:t xml:space="preserve">от </w:t>
      </w:r>
      <w:r>
        <w:rPr>
          <w:sz w:val="26"/>
          <w:szCs w:val="26"/>
          <w:lang w:eastAsia="en-US"/>
        </w:rPr>
        <w:t xml:space="preserve"> .</w:t>
      </w:r>
      <w:r w:rsidRPr="00FF01D9">
        <w:rPr>
          <w:sz w:val="26"/>
          <w:szCs w:val="26"/>
          <w:lang w:eastAsia="en-US"/>
        </w:rPr>
        <w:t xml:space="preserve">2017 </w:t>
      </w:r>
      <w:r w:rsidRPr="00FF01D9">
        <w:rPr>
          <w:sz w:val="26"/>
          <w:szCs w:val="26"/>
          <w:lang w:eastAsia="en-US"/>
        </w:rPr>
        <w:tab/>
      </w:r>
      <w:r w:rsidRPr="00FF01D9">
        <w:rPr>
          <w:sz w:val="26"/>
          <w:szCs w:val="26"/>
          <w:lang w:eastAsia="en-US"/>
        </w:rPr>
        <w:tab/>
      </w:r>
      <w:r w:rsidRPr="00FF01D9">
        <w:rPr>
          <w:sz w:val="26"/>
          <w:szCs w:val="26"/>
          <w:lang w:eastAsia="en-US"/>
        </w:rPr>
        <w:tab/>
      </w:r>
      <w:r w:rsidRPr="00FF01D9">
        <w:rPr>
          <w:sz w:val="26"/>
          <w:szCs w:val="26"/>
          <w:lang w:eastAsia="en-US"/>
        </w:rPr>
        <w:tab/>
      </w:r>
      <w:r w:rsidRPr="00FF01D9">
        <w:rPr>
          <w:sz w:val="26"/>
          <w:szCs w:val="26"/>
          <w:lang w:eastAsia="en-US"/>
        </w:rPr>
        <w:tab/>
      </w:r>
      <w:r w:rsidRPr="00FF01D9">
        <w:rPr>
          <w:sz w:val="26"/>
          <w:szCs w:val="26"/>
          <w:lang w:eastAsia="en-US"/>
        </w:rPr>
        <w:tab/>
        <w:t xml:space="preserve">                                         № </w:t>
      </w:r>
      <w:r>
        <w:rPr>
          <w:sz w:val="26"/>
          <w:szCs w:val="26"/>
          <w:lang w:eastAsia="en-US"/>
        </w:rPr>
        <w:t xml:space="preserve"> </w:t>
      </w:r>
    </w:p>
    <w:p w:rsidR="00DD3085" w:rsidRPr="00FF01D9" w:rsidRDefault="00DD3085" w:rsidP="009C6557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FF01D9">
        <w:rPr>
          <w:sz w:val="26"/>
          <w:szCs w:val="26"/>
          <w:lang w:eastAsia="en-US"/>
        </w:rPr>
        <w:t>с.Козино</w:t>
      </w:r>
    </w:p>
    <w:p w:rsidR="00DD3085" w:rsidRPr="00FF01D9" w:rsidRDefault="00DD3085" w:rsidP="009C6557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D3085" w:rsidRDefault="00DD3085" w:rsidP="009C655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F01D9">
        <w:rPr>
          <w:rFonts w:ascii="Times New Roman" w:hAnsi="Times New Roman" w:cs="Times New Roman"/>
          <w:sz w:val="26"/>
          <w:szCs w:val="26"/>
        </w:rPr>
        <w:t>Об утверждении Положения о порядке получения муниципальными служащими администрации Козинского сельсовета Усть-Таркского  района Новосибирской области разрешения представителя нанимателя (работодателя) на участие в управлении некоммерческ</w:t>
      </w:r>
      <w:r>
        <w:rPr>
          <w:rFonts w:ascii="Times New Roman" w:hAnsi="Times New Roman" w:cs="Times New Roman"/>
          <w:sz w:val="26"/>
          <w:szCs w:val="26"/>
        </w:rPr>
        <w:t>ими</w:t>
      </w:r>
      <w:r w:rsidRPr="00FF01D9">
        <w:rPr>
          <w:rFonts w:ascii="Times New Roman" w:hAnsi="Times New Roman" w:cs="Times New Roman"/>
          <w:sz w:val="26"/>
          <w:szCs w:val="26"/>
        </w:rPr>
        <w:t xml:space="preserve"> организаци</w:t>
      </w:r>
      <w:r>
        <w:rPr>
          <w:rFonts w:ascii="Times New Roman" w:hAnsi="Times New Roman" w:cs="Times New Roman"/>
          <w:sz w:val="26"/>
          <w:szCs w:val="26"/>
        </w:rPr>
        <w:t>ями (кроме политической партии)</w:t>
      </w:r>
    </w:p>
    <w:p w:rsidR="00DD3085" w:rsidRPr="00FF01D9" w:rsidRDefault="00DD3085" w:rsidP="009C655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F01D9">
        <w:rPr>
          <w:rFonts w:ascii="Times New Roman" w:hAnsi="Times New Roman" w:cs="Times New Roman"/>
          <w:sz w:val="26"/>
          <w:szCs w:val="26"/>
        </w:rPr>
        <w:t xml:space="preserve"> на безвозмездной основе</w:t>
      </w:r>
    </w:p>
    <w:p w:rsidR="00DD3085" w:rsidRPr="00FF01D9" w:rsidRDefault="00DD3085" w:rsidP="009C65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Pr="00FF01D9" w:rsidRDefault="00DD3085" w:rsidP="009C65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Pr="00FF01D9" w:rsidRDefault="00DD3085" w:rsidP="009C6557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F01D9">
        <w:rPr>
          <w:sz w:val="26"/>
          <w:szCs w:val="26"/>
        </w:rPr>
        <w:t xml:space="preserve">В соответствии с </w:t>
      </w:r>
      <w:hyperlink r:id="rId4" w:history="1">
        <w:r w:rsidRPr="00FF01D9">
          <w:rPr>
            <w:sz w:val="26"/>
            <w:szCs w:val="26"/>
          </w:rPr>
          <w:t>пунктом 3 части 1 статьи 14</w:t>
        </w:r>
      </w:hyperlink>
      <w:r w:rsidRPr="00FF01D9">
        <w:rPr>
          <w:sz w:val="26"/>
          <w:szCs w:val="26"/>
        </w:rPr>
        <w:t xml:space="preserve"> Федерального закона от 02.03.2007 № 25-ФЗ «О муниципальной службе в Российской Федерации», Федеральным законом от 28.12.2008 № 273-ФЗ «О противодействии коррупции», в связи с принятием </w:t>
      </w:r>
      <w:r w:rsidRPr="00FF01D9">
        <w:rPr>
          <w:sz w:val="26"/>
          <w:szCs w:val="26"/>
          <w:lang w:eastAsia="en-US"/>
        </w:rPr>
        <w:t xml:space="preserve">Федерального закона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администрация Козинского сельсовета Усть-Таркского района Новосибирской области </w:t>
      </w:r>
      <w:r w:rsidRPr="00FF01D9">
        <w:rPr>
          <w:b/>
          <w:bCs/>
          <w:sz w:val="26"/>
          <w:szCs w:val="26"/>
          <w:lang w:eastAsia="en-US"/>
        </w:rPr>
        <w:t>п о с т а н о в л я е т:</w:t>
      </w:r>
    </w:p>
    <w:p w:rsidR="00DD3085" w:rsidRPr="00FF01D9" w:rsidRDefault="00DD3085" w:rsidP="009C655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F01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Утвердить </w:t>
      </w:r>
      <w:hyperlink w:anchor="P39" w:history="1">
        <w:r w:rsidRPr="00FF01D9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Положение</w:t>
        </w:r>
      </w:hyperlink>
      <w:r w:rsidRPr="00FF01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 порядке получения муниципальными служащими администрации </w:t>
      </w:r>
      <w:r w:rsidRPr="00FF01D9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 xml:space="preserve">Козинского сельсовета Усть-Таркского района Новосибирской области </w:t>
      </w:r>
      <w:r w:rsidRPr="00FF01D9">
        <w:rPr>
          <w:rFonts w:ascii="Times New Roman" w:hAnsi="Times New Roman" w:cs="Times New Roman"/>
          <w:b w:val="0"/>
          <w:bCs w:val="0"/>
          <w:sz w:val="26"/>
          <w:szCs w:val="26"/>
        </w:rPr>
        <w:t>разрешения представителя нанимателя (работодателя) на участие в управлении некоммерческ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ими</w:t>
      </w:r>
      <w:r w:rsidRPr="00FF01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организаци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ями (кроме политической партии)</w:t>
      </w:r>
      <w:r w:rsidRPr="00FF01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безвозмездной основе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(приложение)</w:t>
      </w:r>
      <w:r w:rsidRPr="00FF01D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DD3085" w:rsidRPr="00FF01D9" w:rsidRDefault="00DD3085" w:rsidP="009C6557">
      <w:pPr>
        <w:ind w:firstLine="709"/>
        <w:jc w:val="both"/>
        <w:rPr>
          <w:sz w:val="26"/>
          <w:szCs w:val="26"/>
        </w:rPr>
      </w:pPr>
      <w:r w:rsidRPr="00FF01D9">
        <w:rPr>
          <w:sz w:val="26"/>
          <w:szCs w:val="26"/>
        </w:rPr>
        <w:t>2. Специалисту администрации, ответственному за</w:t>
      </w:r>
      <w:r>
        <w:rPr>
          <w:sz w:val="26"/>
          <w:szCs w:val="26"/>
        </w:rPr>
        <w:t xml:space="preserve"> ведение</w:t>
      </w:r>
      <w:r w:rsidRPr="00FF01D9">
        <w:rPr>
          <w:sz w:val="26"/>
          <w:szCs w:val="26"/>
        </w:rPr>
        <w:t xml:space="preserve"> кадров</w:t>
      </w:r>
      <w:r>
        <w:rPr>
          <w:sz w:val="26"/>
          <w:szCs w:val="26"/>
        </w:rPr>
        <w:t>ой</w:t>
      </w:r>
      <w:r w:rsidRPr="00FF01D9">
        <w:rPr>
          <w:sz w:val="26"/>
          <w:szCs w:val="26"/>
        </w:rPr>
        <w:t xml:space="preserve"> работ</w:t>
      </w:r>
      <w:r>
        <w:rPr>
          <w:sz w:val="26"/>
          <w:szCs w:val="26"/>
        </w:rPr>
        <w:t>ы</w:t>
      </w:r>
      <w:r w:rsidRPr="00FF01D9">
        <w:rPr>
          <w:sz w:val="26"/>
          <w:szCs w:val="26"/>
        </w:rPr>
        <w:t>, ознакомить муниципальных служащих, замещающих должности муниципальной службы в администрации Козинского сельсовета, с настоящим постановлением.</w:t>
      </w:r>
    </w:p>
    <w:p w:rsidR="00DD3085" w:rsidRPr="00FF01D9" w:rsidRDefault="00DD3085" w:rsidP="009C655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F01D9">
        <w:rPr>
          <w:sz w:val="26"/>
          <w:szCs w:val="26"/>
        </w:rPr>
        <w:t>. Контроль за исполнением   постановления возложить на Уткину Г.В., заместителя Главы администрации Козинского сельсовета Усть-Таркского района Новосибирской области.</w:t>
      </w:r>
    </w:p>
    <w:p w:rsidR="00DD3085" w:rsidRPr="00FF01D9" w:rsidRDefault="00DD3085" w:rsidP="009C6557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FF01D9">
        <w:rPr>
          <w:sz w:val="26"/>
          <w:szCs w:val="26"/>
        </w:rPr>
        <w:t>. Настоящее постановление опубликовать в бюллетене органов местного самоуправления Усть-Таркского района и разместить на официальном сайте администрации Козинского  сельсовета Усть-Таркского района Новосибирской области в сети Интернет.</w:t>
      </w:r>
    </w:p>
    <w:p w:rsidR="00DD3085" w:rsidRPr="00FF01D9" w:rsidRDefault="00DD3085" w:rsidP="009C6557">
      <w:pPr>
        <w:autoSpaceDE w:val="0"/>
        <w:autoSpaceDN w:val="0"/>
        <w:adjustRightInd w:val="0"/>
        <w:ind w:firstLine="709"/>
        <w:jc w:val="both"/>
        <w:outlineLvl w:val="0"/>
        <w:rPr>
          <w:spacing w:val="1"/>
          <w:sz w:val="26"/>
          <w:szCs w:val="26"/>
        </w:rPr>
      </w:pPr>
      <w:r>
        <w:rPr>
          <w:sz w:val="26"/>
          <w:szCs w:val="26"/>
        </w:rPr>
        <w:t>5</w:t>
      </w:r>
      <w:r w:rsidRPr="00FF01D9">
        <w:rPr>
          <w:sz w:val="26"/>
          <w:szCs w:val="26"/>
        </w:rPr>
        <w:t>. По</w:t>
      </w:r>
      <w:r w:rsidRPr="00FF01D9">
        <w:rPr>
          <w:spacing w:val="1"/>
          <w:sz w:val="26"/>
          <w:szCs w:val="26"/>
        </w:rPr>
        <w:t>становление вступает в силу со дня его официального опубликования.</w:t>
      </w:r>
    </w:p>
    <w:p w:rsidR="00DD3085" w:rsidRPr="00FF01D9" w:rsidRDefault="00DD3085" w:rsidP="009C6557">
      <w:pPr>
        <w:jc w:val="both"/>
        <w:rPr>
          <w:sz w:val="26"/>
          <w:szCs w:val="26"/>
        </w:rPr>
      </w:pPr>
      <w:r w:rsidRPr="00FF01D9">
        <w:rPr>
          <w:sz w:val="26"/>
          <w:szCs w:val="26"/>
        </w:rPr>
        <w:t xml:space="preserve">  </w:t>
      </w:r>
    </w:p>
    <w:p w:rsidR="00DD3085" w:rsidRPr="00FF01D9" w:rsidRDefault="00DD3085" w:rsidP="004066F5">
      <w:pPr>
        <w:ind w:left="360"/>
        <w:jc w:val="both"/>
        <w:rPr>
          <w:sz w:val="26"/>
          <w:szCs w:val="26"/>
        </w:rPr>
      </w:pPr>
      <w:r w:rsidRPr="00FF01D9">
        <w:rPr>
          <w:sz w:val="26"/>
          <w:szCs w:val="26"/>
        </w:rPr>
        <w:t xml:space="preserve"> </w:t>
      </w:r>
    </w:p>
    <w:p w:rsidR="00DD3085" w:rsidRPr="00FF01D9" w:rsidRDefault="00DD3085" w:rsidP="009C6557">
      <w:pPr>
        <w:adjustRightInd w:val="0"/>
        <w:jc w:val="both"/>
        <w:rPr>
          <w:sz w:val="26"/>
          <w:szCs w:val="26"/>
        </w:rPr>
      </w:pPr>
      <w:r w:rsidRPr="00FF01D9">
        <w:rPr>
          <w:sz w:val="26"/>
          <w:szCs w:val="26"/>
        </w:rPr>
        <w:t>Глава Козинского сельсовета</w:t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</w:p>
    <w:p w:rsidR="00DD3085" w:rsidRPr="00FF01D9" w:rsidRDefault="00DD3085" w:rsidP="009C6557">
      <w:pPr>
        <w:adjustRightInd w:val="0"/>
        <w:jc w:val="both"/>
        <w:rPr>
          <w:sz w:val="26"/>
          <w:szCs w:val="26"/>
        </w:rPr>
      </w:pPr>
      <w:r w:rsidRPr="00FF01D9">
        <w:rPr>
          <w:sz w:val="26"/>
          <w:szCs w:val="26"/>
        </w:rPr>
        <w:t>Усть-Таркского района</w:t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  <w:r w:rsidRPr="00FF01D9">
        <w:rPr>
          <w:sz w:val="26"/>
          <w:szCs w:val="26"/>
        </w:rPr>
        <w:tab/>
      </w:r>
    </w:p>
    <w:p w:rsidR="00DD3085" w:rsidRPr="00FF01D9" w:rsidRDefault="00DD3085" w:rsidP="009C6557">
      <w:pPr>
        <w:adjustRightInd w:val="0"/>
        <w:jc w:val="both"/>
        <w:rPr>
          <w:sz w:val="26"/>
          <w:szCs w:val="26"/>
        </w:rPr>
      </w:pPr>
      <w:r w:rsidRPr="00FF01D9">
        <w:rPr>
          <w:sz w:val="26"/>
          <w:szCs w:val="26"/>
        </w:rPr>
        <w:t xml:space="preserve">Новосибирской области                                                               </w:t>
      </w:r>
      <w:r>
        <w:rPr>
          <w:sz w:val="26"/>
          <w:szCs w:val="26"/>
        </w:rPr>
        <w:t xml:space="preserve">           </w:t>
      </w:r>
      <w:r w:rsidRPr="00FF01D9">
        <w:rPr>
          <w:sz w:val="26"/>
          <w:szCs w:val="26"/>
        </w:rPr>
        <w:t xml:space="preserve"> Н.Я. Майбах    </w:t>
      </w:r>
    </w:p>
    <w:p w:rsidR="00DD3085" w:rsidRDefault="00DD3085" w:rsidP="009C6557">
      <w:r>
        <w:t xml:space="preserve"> </w:t>
      </w:r>
    </w:p>
    <w:p w:rsidR="00DD3085" w:rsidRPr="006E6369" w:rsidRDefault="00DD3085" w:rsidP="009C6557">
      <w:pPr>
        <w:sectPr w:rsidR="00DD3085" w:rsidRPr="006E6369" w:rsidSect="00C826E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0"/>
          <w:szCs w:val="20"/>
        </w:rPr>
        <w:t>Окорокова Г.В.</w:t>
      </w:r>
      <w:r>
        <w:t xml:space="preserve"> (</w:t>
      </w:r>
      <w:r>
        <w:rPr>
          <w:sz w:val="20"/>
          <w:szCs w:val="20"/>
        </w:rPr>
        <w:t>383-72)26-496</w:t>
      </w:r>
    </w:p>
    <w:p w:rsidR="00DD3085" w:rsidRDefault="00DD3085" w:rsidP="009C6557">
      <w:pPr>
        <w:tabs>
          <w:tab w:val="num" w:pos="140"/>
        </w:tabs>
      </w:pPr>
      <w:r>
        <w:t xml:space="preserve">     СОГЛАСОВАНО</w:t>
      </w:r>
    </w:p>
    <w:p w:rsidR="00DD3085" w:rsidRPr="00E62FD8" w:rsidRDefault="00DD3085" w:rsidP="009C6557">
      <w:pPr>
        <w:tabs>
          <w:tab w:val="num" w:pos="140"/>
        </w:tabs>
        <w:ind w:left="420" w:hanging="140"/>
      </w:pPr>
      <w:r>
        <w:t>Экспертиза</w:t>
      </w:r>
      <w:r w:rsidRPr="00E62FD8">
        <w:t xml:space="preserve"> на коррупциогенность</w:t>
      </w:r>
      <w:r>
        <w:t xml:space="preserve"> документа проведена</w:t>
      </w:r>
    </w:p>
    <w:p w:rsidR="00DD3085" w:rsidRPr="00E62FD8" w:rsidRDefault="00DD3085" w:rsidP="009C6557">
      <w:pPr>
        <w:tabs>
          <w:tab w:val="num" w:pos="140"/>
        </w:tabs>
        <w:ind w:left="420" w:hanging="140"/>
      </w:pPr>
    </w:p>
    <w:p w:rsidR="00DD3085" w:rsidRPr="00E62FD8" w:rsidRDefault="00DD3085" w:rsidP="009C6557">
      <w:pPr>
        <w:tabs>
          <w:tab w:val="num" w:pos="140"/>
        </w:tabs>
        <w:ind w:left="420" w:hanging="140"/>
      </w:pPr>
      <w:r w:rsidRPr="00E62FD8">
        <w:t xml:space="preserve">_____________Г.В. Уткина заместитель </w:t>
      </w:r>
      <w:r>
        <w:t>Г</w:t>
      </w:r>
      <w:r w:rsidRPr="00E62FD8">
        <w:t xml:space="preserve">лавы </w:t>
      </w:r>
      <w:r>
        <w:t xml:space="preserve">администрации </w:t>
      </w:r>
      <w:r w:rsidRPr="00E62FD8">
        <w:t>Козинского сельсовета</w:t>
      </w:r>
    </w:p>
    <w:p w:rsidR="00DD3085" w:rsidRPr="00E62FD8" w:rsidRDefault="00DD3085" w:rsidP="009C6557">
      <w:pPr>
        <w:tabs>
          <w:tab w:val="num" w:pos="140"/>
        </w:tabs>
        <w:ind w:left="420" w:hanging="140"/>
      </w:pPr>
      <w:r w:rsidRPr="00E62FD8">
        <w:t xml:space="preserve">(председатель Комиссии по вопросам </w:t>
      </w:r>
      <w:r>
        <w:t xml:space="preserve"> </w:t>
      </w:r>
      <w:r w:rsidRPr="00E62FD8">
        <w:t xml:space="preserve"> экспертизы на коррупциогенность).</w:t>
      </w:r>
    </w:p>
    <w:p w:rsidR="00DD3085" w:rsidRDefault="00DD3085" w:rsidP="009C6557">
      <w:pPr>
        <w:jc w:val="both"/>
        <w:rPr>
          <w:sz w:val="26"/>
          <w:szCs w:val="26"/>
        </w:rPr>
      </w:pPr>
    </w:p>
    <w:p w:rsidR="00DD3085" w:rsidRDefault="00DD3085" w:rsidP="009C6557">
      <w:pPr>
        <w:jc w:val="both"/>
        <w:rPr>
          <w:sz w:val="26"/>
          <w:szCs w:val="26"/>
        </w:rPr>
      </w:pPr>
    </w:p>
    <w:p w:rsidR="00DD3085" w:rsidRDefault="00DD3085" w:rsidP="009C6557">
      <w:pPr>
        <w:jc w:val="right"/>
        <w:rPr>
          <w:sz w:val="26"/>
          <w:szCs w:val="26"/>
        </w:rPr>
      </w:pPr>
    </w:p>
    <w:p w:rsidR="00DD3085" w:rsidRDefault="00DD3085" w:rsidP="009C6557">
      <w:pPr>
        <w:jc w:val="right"/>
        <w:rPr>
          <w:sz w:val="26"/>
          <w:szCs w:val="26"/>
        </w:rPr>
      </w:pPr>
    </w:p>
    <w:p w:rsidR="00DD3085" w:rsidRPr="00AF68FB" w:rsidRDefault="00DD3085" w:rsidP="009C6557">
      <w:pPr>
        <w:tabs>
          <w:tab w:val="num" w:pos="0"/>
        </w:tabs>
        <w:jc w:val="both"/>
        <w:rPr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3085" w:rsidRDefault="00DD3085" w:rsidP="009C6557">
      <w:pPr>
        <w:jc w:val="right"/>
        <w:rPr>
          <w:color w:val="000000"/>
          <w:sz w:val="28"/>
          <w:szCs w:val="28"/>
        </w:rPr>
      </w:pPr>
    </w:p>
    <w:p w:rsidR="00DD3085" w:rsidRDefault="00DD3085" w:rsidP="009C6557">
      <w:pPr>
        <w:jc w:val="right"/>
        <w:rPr>
          <w:color w:val="000000"/>
          <w:sz w:val="28"/>
          <w:szCs w:val="28"/>
        </w:rPr>
      </w:pPr>
      <w:r w:rsidRPr="00790655">
        <w:rPr>
          <w:color w:val="000000"/>
          <w:sz w:val="28"/>
          <w:szCs w:val="28"/>
        </w:rPr>
        <w:t>Приложение</w:t>
      </w:r>
    </w:p>
    <w:p w:rsidR="00DD3085" w:rsidRPr="00790655" w:rsidRDefault="00DD3085" w:rsidP="009C655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УТВЕРЖДЕНО</w:t>
      </w:r>
      <w:r w:rsidRPr="00790655">
        <w:rPr>
          <w:color w:val="000000"/>
          <w:sz w:val="28"/>
          <w:szCs w:val="28"/>
        </w:rPr>
        <w:t xml:space="preserve"> </w:t>
      </w:r>
    </w:p>
    <w:p w:rsidR="00DD3085" w:rsidRDefault="00DD3085" w:rsidP="009C655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90655">
        <w:rPr>
          <w:color w:val="000000"/>
          <w:sz w:val="28"/>
          <w:szCs w:val="28"/>
        </w:rPr>
        <w:t xml:space="preserve"> постановлени</w:t>
      </w:r>
      <w:r>
        <w:rPr>
          <w:color w:val="000000"/>
          <w:sz w:val="28"/>
          <w:szCs w:val="28"/>
        </w:rPr>
        <w:t>ем</w:t>
      </w:r>
      <w:r w:rsidRPr="00790655">
        <w:rPr>
          <w:color w:val="000000"/>
          <w:sz w:val="28"/>
          <w:szCs w:val="28"/>
        </w:rPr>
        <w:t xml:space="preserve"> администрации</w:t>
      </w:r>
    </w:p>
    <w:p w:rsidR="00DD3085" w:rsidRDefault="00DD3085" w:rsidP="009C655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Козинского сельсовета</w:t>
      </w:r>
    </w:p>
    <w:p w:rsidR="00DD3085" w:rsidRDefault="00DD3085" w:rsidP="009C655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Усть-Таркского района</w:t>
      </w:r>
    </w:p>
    <w:p w:rsidR="00DD3085" w:rsidRPr="00790655" w:rsidRDefault="00DD3085" w:rsidP="009C655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DD3085" w:rsidRPr="009B1EFE" w:rsidRDefault="00DD3085" w:rsidP="009C6557">
      <w:pPr>
        <w:jc w:val="right"/>
        <w:rPr>
          <w:color w:val="000000"/>
          <w:sz w:val="28"/>
          <w:szCs w:val="28"/>
        </w:rPr>
      </w:pPr>
      <w:r w:rsidRPr="0079065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.2017 </w:t>
      </w:r>
      <w:r w:rsidRPr="00790655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  </w:t>
      </w:r>
    </w:p>
    <w:p w:rsidR="00DD3085" w:rsidRPr="00D720A6" w:rsidRDefault="00DD3085" w:rsidP="009C6557">
      <w:pPr>
        <w:ind w:firstLine="709"/>
        <w:jc w:val="both"/>
        <w:rPr>
          <w:sz w:val="26"/>
          <w:szCs w:val="26"/>
        </w:rPr>
      </w:pPr>
    </w:p>
    <w:p w:rsidR="00DD3085" w:rsidRPr="00051FBE" w:rsidRDefault="00DD3085" w:rsidP="009C655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51FBE">
        <w:rPr>
          <w:rFonts w:ascii="Times New Roman" w:hAnsi="Times New Roman" w:cs="Times New Roman"/>
          <w:sz w:val="26"/>
          <w:szCs w:val="26"/>
        </w:rPr>
        <w:t>ПОЛОЖЕНИЕ</w:t>
      </w:r>
    </w:p>
    <w:p w:rsidR="00DD3085" w:rsidRPr="00FF01D9" w:rsidRDefault="00DD3085" w:rsidP="009C655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FF01D9">
        <w:rPr>
          <w:rFonts w:ascii="Times New Roman" w:hAnsi="Times New Roman" w:cs="Times New Roman"/>
          <w:sz w:val="26"/>
          <w:szCs w:val="26"/>
        </w:rPr>
        <w:t>о порядке получения муниципальными служащими администрации Козинского сельсовета Усть-Таркского  района Новосибирской области разрешения представителя нанимателя (работодателя) на участие в управлении некоммерческ</w:t>
      </w:r>
      <w:r>
        <w:rPr>
          <w:rFonts w:ascii="Times New Roman" w:hAnsi="Times New Roman" w:cs="Times New Roman"/>
          <w:sz w:val="26"/>
          <w:szCs w:val="26"/>
        </w:rPr>
        <w:t>ими</w:t>
      </w:r>
      <w:r w:rsidRPr="00FF01D9">
        <w:rPr>
          <w:rFonts w:ascii="Times New Roman" w:hAnsi="Times New Roman" w:cs="Times New Roman"/>
          <w:sz w:val="26"/>
          <w:szCs w:val="26"/>
        </w:rPr>
        <w:t xml:space="preserve"> организаци</w:t>
      </w:r>
      <w:r>
        <w:rPr>
          <w:rFonts w:ascii="Times New Roman" w:hAnsi="Times New Roman" w:cs="Times New Roman"/>
          <w:sz w:val="26"/>
          <w:szCs w:val="26"/>
        </w:rPr>
        <w:t>ями (кроме политической партии)</w:t>
      </w:r>
      <w:r w:rsidRPr="00FF01D9">
        <w:rPr>
          <w:rFonts w:ascii="Times New Roman" w:hAnsi="Times New Roman" w:cs="Times New Roman"/>
          <w:sz w:val="26"/>
          <w:szCs w:val="26"/>
        </w:rPr>
        <w:t xml:space="preserve"> на безвозмездной основе</w:t>
      </w:r>
    </w:p>
    <w:p w:rsidR="00DD3085" w:rsidRPr="00AD5D3C" w:rsidRDefault="00DD3085" w:rsidP="009C655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D3085" w:rsidRPr="009C5DF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D3085" w:rsidRPr="00592A54" w:rsidRDefault="00DD3085" w:rsidP="009C6557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A1128F">
        <w:rPr>
          <w:sz w:val="26"/>
          <w:szCs w:val="26"/>
        </w:rPr>
        <w:t xml:space="preserve">1. Настоящее Положение о порядке получения муниципальными служащими администрации </w:t>
      </w:r>
      <w:r w:rsidRPr="00FF01D9">
        <w:rPr>
          <w:sz w:val="26"/>
          <w:szCs w:val="26"/>
        </w:rPr>
        <w:t xml:space="preserve">Козинского сельсовета Усть-Таркского  района Новосибирской области </w:t>
      </w:r>
      <w:r>
        <w:rPr>
          <w:sz w:val="26"/>
          <w:szCs w:val="26"/>
        </w:rPr>
        <w:t>(далее – муниципальный служащий, администрация)</w:t>
      </w:r>
      <w:r w:rsidRPr="00A1128F">
        <w:rPr>
          <w:sz w:val="26"/>
          <w:szCs w:val="26"/>
        </w:rPr>
        <w:t xml:space="preserve"> разрешения представителя нанимателя (работодателя)</w:t>
      </w:r>
      <w:r>
        <w:rPr>
          <w:sz w:val="26"/>
          <w:szCs w:val="26"/>
        </w:rPr>
        <w:t xml:space="preserve"> на участие в управлении</w:t>
      </w:r>
      <w:r w:rsidRPr="00A1128F">
        <w:rPr>
          <w:sz w:val="26"/>
          <w:szCs w:val="26"/>
        </w:rPr>
        <w:t xml:space="preserve"> некоммерческ</w:t>
      </w:r>
      <w:r>
        <w:rPr>
          <w:sz w:val="26"/>
          <w:szCs w:val="26"/>
        </w:rPr>
        <w:t>ими</w:t>
      </w:r>
      <w:r w:rsidRPr="00A1128F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ями (кроме политической партии) на безвозмездной основе</w:t>
      </w:r>
      <w:r w:rsidRPr="009C5D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9C5DF5">
        <w:rPr>
          <w:sz w:val="26"/>
          <w:szCs w:val="26"/>
        </w:rPr>
        <w:t>(</w:t>
      </w:r>
      <w:r w:rsidRPr="00972FA4">
        <w:rPr>
          <w:sz w:val="26"/>
          <w:szCs w:val="26"/>
        </w:rPr>
        <w:t>далее - Положение) разработано в соответствии</w:t>
      </w:r>
      <w:r>
        <w:rPr>
          <w:sz w:val="26"/>
          <w:szCs w:val="26"/>
        </w:rPr>
        <w:t xml:space="preserve"> с</w:t>
      </w:r>
      <w:r w:rsidRPr="00972FA4">
        <w:rPr>
          <w:sz w:val="26"/>
          <w:szCs w:val="26"/>
        </w:rPr>
        <w:t xml:space="preserve"> </w:t>
      </w:r>
      <w:hyperlink r:id="rId5" w:history="1">
        <w:r>
          <w:rPr>
            <w:color w:val="0000FF"/>
            <w:sz w:val="26"/>
            <w:szCs w:val="26"/>
          </w:rPr>
          <w:t>пунктом 3</w:t>
        </w:r>
        <w:r w:rsidRPr="009C5DF5">
          <w:rPr>
            <w:color w:val="0000FF"/>
            <w:sz w:val="26"/>
            <w:szCs w:val="26"/>
          </w:rPr>
          <w:t xml:space="preserve"> части 1 статьи 1</w:t>
        </w:r>
        <w:r>
          <w:rPr>
            <w:color w:val="0000FF"/>
            <w:sz w:val="26"/>
            <w:szCs w:val="26"/>
          </w:rPr>
          <w:t>4</w:t>
        </w:r>
      </w:hyperlink>
      <w:r w:rsidRPr="009C5DF5">
        <w:rPr>
          <w:sz w:val="26"/>
          <w:szCs w:val="26"/>
        </w:rPr>
        <w:t xml:space="preserve"> Федерального закона от </w:t>
      </w:r>
      <w:r>
        <w:rPr>
          <w:sz w:val="26"/>
          <w:szCs w:val="26"/>
        </w:rPr>
        <w:t>02.03.2007 № 25-ФЗ</w:t>
      </w:r>
      <w:r w:rsidRPr="009C5DF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9C5DF5">
        <w:rPr>
          <w:sz w:val="26"/>
          <w:szCs w:val="26"/>
        </w:rPr>
        <w:t xml:space="preserve">О </w:t>
      </w:r>
      <w:r>
        <w:rPr>
          <w:sz w:val="26"/>
          <w:szCs w:val="26"/>
        </w:rPr>
        <w:t>муниципальной</w:t>
      </w:r>
      <w:r w:rsidRPr="009C5DF5">
        <w:rPr>
          <w:sz w:val="26"/>
          <w:szCs w:val="26"/>
        </w:rPr>
        <w:t xml:space="preserve"> службе </w:t>
      </w:r>
      <w:r>
        <w:rPr>
          <w:sz w:val="26"/>
          <w:szCs w:val="26"/>
        </w:rPr>
        <w:t xml:space="preserve">в </w:t>
      </w:r>
      <w:r w:rsidRPr="009C5DF5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»,  </w:t>
      </w:r>
      <w:r w:rsidRPr="009C5DF5">
        <w:rPr>
          <w:sz w:val="26"/>
          <w:szCs w:val="26"/>
        </w:rPr>
        <w:t xml:space="preserve"> Федеральным законом </w:t>
      </w:r>
      <w:r>
        <w:rPr>
          <w:sz w:val="26"/>
          <w:szCs w:val="26"/>
        </w:rPr>
        <w:t xml:space="preserve">от 28.12.2008   № 273-ФЗ «О противодействии коррупции»,  </w:t>
      </w:r>
      <w:r>
        <w:rPr>
          <w:sz w:val="26"/>
          <w:szCs w:val="26"/>
          <w:lang w:eastAsia="en-US"/>
        </w:rPr>
        <w:t xml:space="preserve">Федеральным законом от 03.04.2017 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 </w:t>
      </w:r>
      <w:r w:rsidRPr="00972FA4">
        <w:rPr>
          <w:sz w:val="26"/>
          <w:szCs w:val="26"/>
        </w:rPr>
        <w:t xml:space="preserve">и регламентирует процедуру получения </w:t>
      </w:r>
      <w:r>
        <w:rPr>
          <w:sz w:val="26"/>
          <w:szCs w:val="26"/>
        </w:rPr>
        <w:t>муниципальными служащими</w:t>
      </w:r>
      <w:r w:rsidRPr="00972FA4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  <w:r w:rsidRPr="00972FA4">
        <w:rPr>
          <w:sz w:val="26"/>
          <w:szCs w:val="26"/>
        </w:rPr>
        <w:t xml:space="preserve"> разрешения </w:t>
      </w:r>
      <w:r>
        <w:rPr>
          <w:sz w:val="26"/>
          <w:szCs w:val="26"/>
        </w:rPr>
        <w:t xml:space="preserve">представителя нанимателя (работодателя) </w:t>
      </w:r>
      <w:r w:rsidRPr="00972FA4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участие </w:t>
      </w:r>
      <w:r>
        <w:rPr>
          <w:sz w:val="26"/>
          <w:szCs w:val="26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972FA4">
        <w:rPr>
          <w:sz w:val="26"/>
          <w:szCs w:val="26"/>
        </w:rPr>
        <w:t>.</w:t>
      </w:r>
    </w:p>
    <w:p w:rsidR="00DD3085" w:rsidRPr="008D1CD9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1CD9">
        <w:rPr>
          <w:sz w:val="26"/>
          <w:szCs w:val="26"/>
        </w:rPr>
        <w:t xml:space="preserve">2.  Участие муниципального служащего  в управлении некоммерческими организациями, в соответствии со ст. 14 Федерального закона № 25-ФЗ «О муниципальной службе Российской Федерации» ограничивается перечнем таких некоммерческих организаций: </w:t>
      </w:r>
    </w:p>
    <w:p w:rsidR="00DD3085" w:rsidRPr="008D1CD9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1CD9">
        <w:rPr>
          <w:sz w:val="26"/>
          <w:szCs w:val="26"/>
        </w:rPr>
        <w:t xml:space="preserve">- в </w:t>
      </w:r>
      <w:r>
        <w:rPr>
          <w:sz w:val="26"/>
          <w:szCs w:val="26"/>
        </w:rPr>
        <w:t xml:space="preserve">съезде (конференции) или общем собрании </w:t>
      </w:r>
      <w:r w:rsidRPr="008D1CD9">
        <w:rPr>
          <w:sz w:val="26"/>
          <w:szCs w:val="26"/>
        </w:rPr>
        <w:t>общественн</w:t>
      </w:r>
      <w:r>
        <w:rPr>
          <w:sz w:val="26"/>
          <w:szCs w:val="26"/>
        </w:rPr>
        <w:t>ой</w:t>
      </w:r>
      <w:r w:rsidRPr="008D1CD9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и</w:t>
      </w:r>
      <w:r w:rsidRPr="008D1CD9">
        <w:rPr>
          <w:sz w:val="26"/>
          <w:szCs w:val="26"/>
        </w:rPr>
        <w:t>;</w:t>
      </w:r>
    </w:p>
    <w:p w:rsidR="00DD3085" w:rsidRPr="008D1CD9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1CD9">
        <w:rPr>
          <w:sz w:val="26"/>
          <w:szCs w:val="26"/>
        </w:rPr>
        <w:t>- в жилищн</w:t>
      </w:r>
      <w:r>
        <w:rPr>
          <w:sz w:val="26"/>
          <w:szCs w:val="26"/>
        </w:rPr>
        <w:t>ом</w:t>
      </w:r>
      <w:r w:rsidRPr="008D1CD9">
        <w:rPr>
          <w:sz w:val="26"/>
          <w:szCs w:val="26"/>
        </w:rPr>
        <w:t xml:space="preserve"> кооператив</w:t>
      </w:r>
      <w:r>
        <w:rPr>
          <w:sz w:val="26"/>
          <w:szCs w:val="26"/>
        </w:rPr>
        <w:t>е</w:t>
      </w:r>
      <w:r w:rsidRPr="008D1CD9">
        <w:rPr>
          <w:sz w:val="26"/>
          <w:szCs w:val="26"/>
        </w:rPr>
        <w:t xml:space="preserve">; </w:t>
      </w:r>
    </w:p>
    <w:p w:rsidR="00DD3085" w:rsidRPr="008D1CD9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1CD9">
        <w:rPr>
          <w:sz w:val="26"/>
          <w:szCs w:val="26"/>
        </w:rPr>
        <w:t>- в жилищно-строительн</w:t>
      </w:r>
      <w:r>
        <w:rPr>
          <w:sz w:val="26"/>
          <w:szCs w:val="26"/>
        </w:rPr>
        <w:t>ом</w:t>
      </w:r>
      <w:r w:rsidRPr="008D1CD9">
        <w:rPr>
          <w:sz w:val="26"/>
          <w:szCs w:val="26"/>
        </w:rPr>
        <w:t xml:space="preserve"> кооператив</w:t>
      </w:r>
      <w:r>
        <w:rPr>
          <w:sz w:val="26"/>
          <w:szCs w:val="26"/>
        </w:rPr>
        <w:t>е</w:t>
      </w:r>
      <w:r w:rsidRPr="008D1CD9">
        <w:rPr>
          <w:sz w:val="26"/>
          <w:szCs w:val="26"/>
        </w:rPr>
        <w:t>;</w:t>
      </w:r>
    </w:p>
    <w:p w:rsidR="00DD3085" w:rsidRPr="008D1CD9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1CD9">
        <w:rPr>
          <w:sz w:val="26"/>
          <w:szCs w:val="26"/>
        </w:rPr>
        <w:t>- в гаражн</w:t>
      </w:r>
      <w:r>
        <w:rPr>
          <w:sz w:val="26"/>
          <w:szCs w:val="26"/>
        </w:rPr>
        <w:t>ом</w:t>
      </w:r>
      <w:r w:rsidRPr="008D1CD9">
        <w:rPr>
          <w:sz w:val="26"/>
          <w:szCs w:val="26"/>
        </w:rPr>
        <w:t xml:space="preserve"> кооператив</w:t>
      </w:r>
      <w:r>
        <w:rPr>
          <w:sz w:val="26"/>
          <w:szCs w:val="26"/>
        </w:rPr>
        <w:t>е</w:t>
      </w:r>
      <w:r w:rsidRPr="008D1CD9">
        <w:rPr>
          <w:sz w:val="26"/>
          <w:szCs w:val="26"/>
        </w:rPr>
        <w:t xml:space="preserve">; </w:t>
      </w:r>
    </w:p>
    <w:p w:rsidR="00DD3085" w:rsidRPr="008D1CD9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1CD9">
        <w:rPr>
          <w:sz w:val="26"/>
          <w:szCs w:val="26"/>
        </w:rPr>
        <w:t>- в садоводческ</w:t>
      </w:r>
      <w:r>
        <w:rPr>
          <w:sz w:val="26"/>
          <w:szCs w:val="26"/>
        </w:rPr>
        <w:t>ом</w:t>
      </w:r>
      <w:r w:rsidRPr="008D1CD9">
        <w:rPr>
          <w:sz w:val="26"/>
          <w:szCs w:val="26"/>
        </w:rPr>
        <w:t>, огородническ</w:t>
      </w:r>
      <w:r>
        <w:rPr>
          <w:sz w:val="26"/>
          <w:szCs w:val="26"/>
        </w:rPr>
        <w:t>ом</w:t>
      </w:r>
      <w:r w:rsidRPr="008D1CD9">
        <w:rPr>
          <w:sz w:val="26"/>
          <w:szCs w:val="26"/>
        </w:rPr>
        <w:t>, дачн</w:t>
      </w:r>
      <w:r>
        <w:rPr>
          <w:sz w:val="26"/>
          <w:szCs w:val="26"/>
        </w:rPr>
        <w:t>ом</w:t>
      </w:r>
      <w:r w:rsidRPr="008D1CD9">
        <w:rPr>
          <w:sz w:val="26"/>
          <w:szCs w:val="26"/>
        </w:rPr>
        <w:t xml:space="preserve"> потребительск</w:t>
      </w:r>
      <w:r>
        <w:rPr>
          <w:sz w:val="26"/>
          <w:szCs w:val="26"/>
        </w:rPr>
        <w:t>ом</w:t>
      </w:r>
      <w:r w:rsidRPr="008D1CD9">
        <w:rPr>
          <w:sz w:val="26"/>
          <w:szCs w:val="26"/>
        </w:rPr>
        <w:t xml:space="preserve"> кооперативах; </w:t>
      </w:r>
    </w:p>
    <w:p w:rsidR="00DD3085" w:rsidRPr="008D1CD9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1CD9">
        <w:rPr>
          <w:sz w:val="26"/>
          <w:szCs w:val="26"/>
        </w:rPr>
        <w:t>- в товариществах собственников недвижимости.</w:t>
      </w:r>
    </w:p>
    <w:p w:rsidR="00DD3085" w:rsidRPr="000507E0" w:rsidRDefault="00DD3085" w:rsidP="009C6557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972FA4">
        <w:rPr>
          <w:sz w:val="26"/>
          <w:szCs w:val="26"/>
        </w:rPr>
        <w:t xml:space="preserve">3. </w:t>
      </w:r>
      <w:r>
        <w:rPr>
          <w:sz w:val="26"/>
          <w:szCs w:val="26"/>
        </w:rPr>
        <w:t>Муниципальным</w:t>
      </w:r>
      <w:r w:rsidRPr="00972FA4">
        <w:rPr>
          <w:sz w:val="26"/>
          <w:szCs w:val="26"/>
        </w:rPr>
        <w:t xml:space="preserve"> служащим запрещается заниматься без письменного разрешения</w:t>
      </w:r>
      <w:r w:rsidRPr="00592A54">
        <w:rPr>
          <w:sz w:val="26"/>
          <w:szCs w:val="26"/>
        </w:rPr>
        <w:t xml:space="preserve"> представителя нанимателя (работодателя)</w:t>
      </w:r>
      <w:r>
        <w:rPr>
          <w:sz w:val="26"/>
          <w:szCs w:val="26"/>
        </w:rPr>
        <w:t xml:space="preserve"> </w:t>
      </w:r>
      <w:r w:rsidRPr="00972FA4">
        <w:rPr>
          <w:sz w:val="26"/>
          <w:szCs w:val="26"/>
        </w:rPr>
        <w:t xml:space="preserve"> </w:t>
      </w:r>
      <w:r>
        <w:rPr>
          <w:sz w:val="26"/>
          <w:szCs w:val="26"/>
        </w:rPr>
        <w:t>указанной  в пункте 2 настоящего Положения</w:t>
      </w:r>
      <w:r w:rsidRPr="00972FA4">
        <w:rPr>
          <w:sz w:val="26"/>
          <w:szCs w:val="26"/>
        </w:rPr>
        <w:t xml:space="preserve"> деятельностью, </w:t>
      </w:r>
      <w:r>
        <w:rPr>
          <w:sz w:val="26"/>
          <w:szCs w:val="26"/>
          <w:lang w:eastAsia="en-US"/>
        </w:rPr>
        <w:t xml:space="preserve">кроме случаев, предусмотренных федеральными </w:t>
      </w:r>
      <w:hyperlink r:id="rId6" w:history="1">
        <w:r>
          <w:rPr>
            <w:color w:val="0000FF"/>
            <w:sz w:val="26"/>
            <w:szCs w:val="26"/>
            <w:lang w:eastAsia="en-US"/>
          </w:rPr>
          <w:t>законами</w:t>
        </w:r>
      </w:hyperlink>
      <w:r>
        <w:rPr>
          <w:sz w:val="26"/>
          <w:szCs w:val="26"/>
          <w:lang w:eastAsia="en-US"/>
        </w:rPr>
        <w:t>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r w:rsidRPr="00972FA4">
        <w:rPr>
          <w:sz w:val="26"/>
          <w:szCs w:val="26"/>
        </w:rPr>
        <w:t>.</w:t>
      </w:r>
    </w:p>
    <w:p w:rsidR="00DD3085" w:rsidRPr="0078577C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77C">
        <w:rPr>
          <w:rFonts w:ascii="Times New Roman" w:hAnsi="Times New Roman" w:cs="Times New Roman"/>
          <w:sz w:val="26"/>
          <w:szCs w:val="26"/>
        </w:rPr>
        <w:t>4. Под участием в управлении некоммерческой организацией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78577C">
        <w:rPr>
          <w:rFonts w:ascii="Times New Roman" w:hAnsi="Times New Roman" w:cs="Times New Roman"/>
          <w:sz w:val="26"/>
          <w:szCs w:val="26"/>
        </w:rPr>
        <w:t xml:space="preserve">понимается участие </w:t>
      </w:r>
      <w:r w:rsidRPr="0078577C">
        <w:rPr>
          <w:rFonts w:ascii="Times New Roman" w:hAnsi="Times New Roman" w:cs="Times New Roman"/>
          <w:sz w:val="26"/>
          <w:szCs w:val="26"/>
          <w:lang w:eastAsia="en-US"/>
        </w:rPr>
        <w:t>в качестве единоличного исполнительного органа или вхождения в состав коллегиального органа управления</w:t>
      </w:r>
      <w:r w:rsidRPr="0078577C">
        <w:rPr>
          <w:rFonts w:ascii="Times New Roman" w:hAnsi="Times New Roman" w:cs="Times New Roman"/>
          <w:sz w:val="26"/>
          <w:szCs w:val="26"/>
        </w:rPr>
        <w:t>.</w:t>
      </w:r>
    </w:p>
    <w:p w:rsidR="00DD3085" w:rsidRPr="00972FA4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Участие в управлении некоммерческой организацией</w:t>
      </w:r>
      <w:r>
        <w:rPr>
          <w:sz w:val="26"/>
          <w:szCs w:val="26"/>
          <w:lang w:eastAsia="en-US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en-US"/>
        </w:rPr>
        <w:t>указанной</w:t>
      </w:r>
      <w:r w:rsidRPr="00592A54">
        <w:rPr>
          <w:rFonts w:ascii="Times New Roman" w:hAnsi="Times New Roman" w:cs="Times New Roman"/>
          <w:sz w:val="26"/>
          <w:szCs w:val="26"/>
          <w:lang w:eastAsia="en-US"/>
        </w:rPr>
        <w:t xml:space="preserve"> в пункте 3 части 1 статьи 14 Федерального закона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72FA4">
        <w:rPr>
          <w:rFonts w:ascii="Times New Roman" w:hAnsi="Times New Roman" w:cs="Times New Roman"/>
          <w:sz w:val="26"/>
          <w:szCs w:val="26"/>
        </w:rPr>
        <w:t>не должно приводить к конфликту интересов или возможности возникновения конфликта интересов при замещении должностей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служащих</w:t>
      </w:r>
      <w:r w:rsidRPr="00972FA4">
        <w:rPr>
          <w:rFonts w:ascii="Times New Roman" w:hAnsi="Times New Roman" w:cs="Times New Roman"/>
          <w:sz w:val="26"/>
          <w:szCs w:val="26"/>
        </w:rPr>
        <w:t>.</w:t>
      </w:r>
    </w:p>
    <w:p w:rsidR="00DD3085" w:rsidRPr="00972FA4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6. </w:t>
      </w:r>
      <w:r w:rsidRPr="00F138D6">
        <w:rPr>
          <w:rFonts w:ascii="Times New Roman" w:hAnsi="Times New Roman" w:cs="Times New Roman"/>
          <w:sz w:val="26"/>
          <w:szCs w:val="26"/>
        </w:rPr>
        <w:t xml:space="preserve">Ходатайство о разрешении представителя нанимателя (работодателя) на участие </w:t>
      </w:r>
      <w:r w:rsidRPr="00F138D6">
        <w:rPr>
          <w:rFonts w:ascii="Times New Roman" w:hAnsi="Times New Roman" w:cs="Times New Roman"/>
          <w:sz w:val="26"/>
          <w:szCs w:val="26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F138D6">
        <w:rPr>
          <w:rFonts w:ascii="Times New Roman" w:hAnsi="Times New Roman" w:cs="Times New Roman"/>
          <w:sz w:val="26"/>
          <w:szCs w:val="26"/>
        </w:rPr>
        <w:t xml:space="preserve"> (да</w:t>
      </w:r>
      <w:r>
        <w:rPr>
          <w:rFonts w:ascii="Times New Roman" w:hAnsi="Times New Roman" w:cs="Times New Roman"/>
          <w:sz w:val="26"/>
          <w:szCs w:val="26"/>
        </w:rPr>
        <w:t xml:space="preserve">лее - ходатайство) составляется муниципальным </w:t>
      </w:r>
      <w:r w:rsidRPr="00972FA4">
        <w:rPr>
          <w:rFonts w:ascii="Times New Roman" w:hAnsi="Times New Roman" w:cs="Times New Roman"/>
          <w:sz w:val="26"/>
          <w:szCs w:val="26"/>
        </w:rPr>
        <w:t xml:space="preserve">служащим в письменном виде по форме согласно </w:t>
      </w:r>
      <w:r>
        <w:rPr>
          <w:rFonts w:ascii="Times New Roman" w:hAnsi="Times New Roman" w:cs="Times New Roman"/>
          <w:sz w:val="26"/>
          <w:szCs w:val="26"/>
        </w:rPr>
        <w:t>приложению № 1 к настоящему Положению.</w:t>
      </w:r>
    </w:p>
    <w:p w:rsidR="00DD3085" w:rsidRPr="00972FA4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7. </w:t>
      </w: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Pr="00972FA4">
        <w:rPr>
          <w:rFonts w:ascii="Times New Roman" w:hAnsi="Times New Roman" w:cs="Times New Roman"/>
          <w:sz w:val="26"/>
          <w:szCs w:val="26"/>
        </w:rPr>
        <w:t xml:space="preserve"> служащие представляют ходатайство </w:t>
      </w:r>
      <w:r>
        <w:rPr>
          <w:rFonts w:ascii="Times New Roman" w:hAnsi="Times New Roman" w:cs="Times New Roman"/>
          <w:sz w:val="26"/>
          <w:szCs w:val="26"/>
        </w:rPr>
        <w:t>специалисту администрации, ответственному за ведение кадровой работы,</w:t>
      </w:r>
      <w:r w:rsidRPr="00972F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2FA4">
        <w:rPr>
          <w:rFonts w:ascii="Times New Roman" w:hAnsi="Times New Roman" w:cs="Times New Roman"/>
          <w:sz w:val="26"/>
          <w:szCs w:val="26"/>
        </w:rPr>
        <w:t xml:space="preserve">до начала выполнения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2FA4">
        <w:rPr>
          <w:rFonts w:ascii="Times New Roman" w:hAnsi="Times New Roman" w:cs="Times New Roman"/>
          <w:sz w:val="26"/>
          <w:szCs w:val="26"/>
        </w:rPr>
        <w:t xml:space="preserve"> деятельности.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8. Регистрация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2FA4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5DF5">
        <w:rPr>
          <w:rFonts w:ascii="Times New Roman" w:hAnsi="Times New Roman" w:cs="Times New Roman"/>
          <w:sz w:val="26"/>
          <w:szCs w:val="26"/>
        </w:rPr>
        <w:t xml:space="preserve"> в день поступления ходатайства в Журнале регистрации ходатайств о </w:t>
      </w:r>
      <w:r w:rsidRPr="00F138D6">
        <w:rPr>
          <w:rFonts w:ascii="Times New Roman" w:hAnsi="Times New Roman" w:cs="Times New Roman"/>
          <w:sz w:val="26"/>
          <w:szCs w:val="26"/>
        </w:rPr>
        <w:t xml:space="preserve">разрешении на участие </w:t>
      </w:r>
      <w:r w:rsidRPr="00F138D6">
        <w:rPr>
          <w:rFonts w:ascii="Times New Roman" w:hAnsi="Times New Roman" w:cs="Times New Roman"/>
          <w:sz w:val="26"/>
          <w:szCs w:val="26"/>
          <w:lang w:eastAsia="en-US"/>
        </w:rPr>
        <w:t>на безвозмездной основе в управлении некоммерческими организациями</w:t>
      </w:r>
      <w:r w:rsidRPr="009C5DF5">
        <w:rPr>
          <w:rFonts w:ascii="Times New Roman" w:hAnsi="Times New Roman" w:cs="Times New Roman"/>
          <w:sz w:val="26"/>
          <w:szCs w:val="26"/>
        </w:rPr>
        <w:t xml:space="preserve"> (далее - Журнал регистрации) по форме согласно </w:t>
      </w:r>
      <w:hyperlink w:anchor="P227" w:history="1">
        <w:r w:rsidRPr="00E744C5">
          <w:rPr>
            <w:rFonts w:ascii="Times New Roman" w:hAnsi="Times New Roman" w:cs="Times New Roman"/>
            <w:sz w:val="26"/>
            <w:szCs w:val="26"/>
          </w:rPr>
          <w:t>приложению № 2</w:t>
        </w:r>
      </w:hyperlink>
      <w:r w:rsidRPr="009C5DF5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Листы Журнала регистрации должны быть пронумерованы, прошнурованы и скреплены печатью </w:t>
      </w:r>
      <w:r>
        <w:rPr>
          <w:rFonts w:ascii="Times New Roman" w:hAnsi="Times New Roman" w:cs="Times New Roman"/>
          <w:sz w:val="26"/>
          <w:szCs w:val="26"/>
        </w:rPr>
        <w:t>администрации.</w:t>
      </w:r>
      <w:r w:rsidRPr="00972F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9. Отказ в регистрации ходатайств не допускается.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10. Копия зарегистрированного в установленном порядке ходатайства выдается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муниципальному служащему </w:t>
      </w:r>
      <w:r w:rsidRPr="009C5DF5">
        <w:rPr>
          <w:rFonts w:ascii="Times New Roman" w:hAnsi="Times New Roman" w:cs="Times New Roman"/>
          <w:sz w:val="26"/>
          <w:szCs w:val="26"/>
        </w:rPr>
        <w:t xml:space="preserve">на руки либо направляется по почте с уведомлением о получении. На копии ходатайства, подлежащего передаче </w:t>
      </w: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Pr="009C5DF5">
        <w:rPr>
          <w:rFonts w:ascii="Times New Roman" w:hAnsi="Times New Roman" w:cs="Times New Roman"/>
          <w:sz w:val="26"/>
          <w:szCs w:val="26"/>
        </w:rPr>
        <w:t xml:space="preserve"> служащему, ставится отметка "Ходатайство зарегистрировано" с указанием даты и номера регистрации ходатайства, фамилии, инициалов и должности лица, зарегистрировавшего данное ходатайство.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11. </w:t>
      </w:r>
      <w:r>
        <w:rPr>
          <w:rFonts w:ascii="Times New Roman" w:hAnsi="Times New Roman" w:cs="Times New Roman"/>
          <w:sz w:val="26"/>
          <w:szCs w:val="26"/>
        </w:rPr>
        <w:t>Специалист администрации, ответственный за ведение кадровой работы представляет Главе поселения  (представителю нанимателя (работодателя))</w:t>
      </w:r>
      <w:r w:rsidRPr="009C5DF5">
        <w:rPr>
          <w:rFonts w:ascii="Times New Roman" w:hAnsi="Times New Roman" w:cs="Times New Roman"/>
          <w:sz w:val="26"/>
          <w:szCs w:val="26"/>
        </w:rPr>
        <w:t xml:space="preserve"> ходатайства </w:t>
      </w: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9C5DF5">
        <w:rPr>
          <w:rFonts w:ascii="Times New Roman" w:hAnsi="Times New Roman" w:cs="Times New Roman"/>
          <w:sz w:val="26"/>
          <w:szCs w:val="26"/>
        </w:rPr>
        <w:t xml:space="preserve"> в 3-дневный срок с момента их </w:t>
      </w:r>
      <w:r>
        <w:rPr>
          <w:rFonts w:ascii="Times New Roman" w:hAnsi="Times New Roman" w:cs="Times New Roman"/>
          <w:sz w:val="26"/>
          <w:szCs w:val="26"/>
        </w:rPr>
        <w:t>регистрации</w:t>
      </w:r>
      <w:r w:rsidRPr="009C5DF5">
        <w:rPr>
          <w:rFonts w:ascii="Times New Roman" w:hAnsi="Times New Roman" w:cs="Times New Roman"/>
          <w:sz w:val="26"/>
          <w:szCs w:val="26"/>
        </w:rPr>
        <w:t>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hAnsi="Times New Roman" w:cs="Times New Roman"/>
          <w:sz w:val="26"/>
          <w:szCs w:val="26"/>
        </w:rPr>
        <w:t xml:space="preserve">Глава поселения </w:t>
      </w:r>
      <w:r w:rsidRPr="009C5DF5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ходатайства выносит одно из следующих решений: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C5DF5">
        <w:rPr>
          <w:rFonts w:ascii="Times New Roman" w:hAnsi="Times New Roman" w:cs="Times New Roman"/>
          <w:sz w:val="26"/>
          <w:szCs w:val="26"/>
        </w:rPr>
        <w:t xml:space="preserve">удовлетворяет ходатайство </w:t>
      </w:r>
      <w:r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9C5DF5">
        <w:rPr>
          <w:rFonts w:ascii="Times New Roman" w:hAnsi="Times New Roman" w:cs="Times New Roman"/>
          <w:sz w:val="26"/>
          <w:szCs w:val="26"/>
        </w:rPr>
        <w:t>;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C5DF5">
        <w:rPr>
          <w:rFonts w:ascii="Times New Roman" w:hAnsi="Times New Roman" w:cs="Times New Roman"/>
          <w:sz w:val="26"/>
          <w:szCs w:val="26"/>
        </w:rPr>
        <w:t xml:space="preserve">отказывает в удовлетворении ходатайства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9C5DF5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13. </w:t>
      </w:r>
      <w:r>
        <w:rPr>
          <w:rFonts w:ascii="Times New Roman" w:hAnsi="Times New Roman" w:cs="Times New Roman"/>
          <w:sz w:val="26"/>
          <w:szCs w:val="26"/>
        </w:rPr>
        <w:t xml:space="preserve">Специалист администрации, ответственный за ведение кадровой работы  </w:t>
      </w:r>
      <w:r w:rsidRPr="009C5DF5">
        <w:rPr>
          <w:rFonts w:ascii="Times New Roman" w:hAnsi="Times New Roman" w:cs="Times New Roman"/>
          <w:sz w:val="26"/>
          <w:szCs w:val="26"/>
        </w:rPr>
        <w:t xml:space="preserve"> в 3-дневный срок с момента принятия </w:t>
      </w:r>
      <w:r>
        <w:rPr>
          <w:rFonts w:ascii="Times New Roman" w:hAnsi="Times New Roman" w:cs="Times New Roman"/>
          <w:sz w:val="26"/>
          <w:szCs w:val="26"/>
        </w:rPr>
        <w:t>решения Главой поселения (представителем нанимателя (работодателя))</w:t>
      </w:r>
      <w:r w:rsidRPr="009C5DF5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ходатайства уведомляет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служащего </w:t>
      </w:r>
      <w:r w:rsidRPr="009C5DF5">
        <w:rPr>
          <w:rFonts w:ascii="Times New Roman" w:hAnsi="Times New Roman" w:cs="Times New Roman"/>
          <w:sz w:val="26"/>
          <w:szCs w:val="26"/>
        </w:rPr>
        <w:t>о принятом решении.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14. </w:t>
      </w:r>
      <w:r>
        <w:rPr>
          <w:rFonts w:ascii="Times New Roman" w:hAnsi="Times New Roman" w:cs="Times New Roman"/>
          <w:sz w:val="26"/>
          <w:szCs w:val="26"/>
        </w:rPr>
        <w:t xml:space="preserve">  Должностное лицо  в сфере </w:t>
      </w:r>
      <w:r w:rsidRPr="009C5DF5">
        <w:rPr>
          <w:rFonts w:ascii="Times New Roman" w:hAnsi="Times New Roman" w:cs="Times New Roman"/>
          <w:sz w:val="26"/>
          <w:szCs w:val="26"/>
        </w:rPr>
        <w:t>противодействия коррупции рассматривает поступившие ходатайства на предмет наличия конфликта интересов или возможности возникновения конфликта интересов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D3085" w:rsidRPr="0078577C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15. В случае выявления конфликта интересов или возможности </w:t>
      </w:r>
      <w:r w:rsidRPr="0078577C">
        <w:rPr>
          <w:rFonts w:ascii="Times New Roman" w:hAnsi="Times New Roman" w:cs="Times New Roman"/>
          <w:sz w:val="26"/>
          <w:szCs w:val="26"/>
        </w:rPr>
        <w:t xml:space="preserve">возникновения конфликта интересов при участии муниципального служащего </w:t>
      </w:r>
      <w:r w:rsidRPr="0078577C">
        <w:rPr>
          <w:rFonts w:ascii="Times New Roman" w:hAnsi="Times New Roman" w:cs="Times New Roman"/>
          <w:sz w:val="26"/>
          <w:szCs w:val="26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>
        <w:rPr>
          <w:rFonts w:ascii="Times New Roman" w:hAnsi="Times New Roman" w:cs="Times New Roman"/>
          <w:sz w:val="26"/>
          <w:szCs w:val="26"/>
          <w:lang w:eastAsia="en-US"/>
        </w:rPr>
        <w:t>,</w:t>
      </w:r>
      <w:r w:rsidRPr="0078577C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57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577C">
        <w:rPr>
          <w:rFonts w:ascii="Times New Roman" w:hAnsi="Times New Roman" w:cs="Times New Roman"/>
          <w:sz w:val="26"/>
          <w:szCs w:val="26"/>
        </w:rPr>
        <w:t>должностное лицо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577C">
        <w:rPr>
          <w:rFonts w:ascii="Times New Roman" w:hAnsi="Times New Roman" w:cs="Times New Roman"/>
          <w:sz w:val="26"/>
          <w:szCs w:val="26"/>
        </w:rPr>
        <w:t xml:space="preserve"> докладывает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78577C">
        <w:rPr>
          <w:rFonts w:ascii="Times New Roman" w:hAnsi="Times New Roman" w:cs="Times New Roman"/>
          <w:sz w:val="26"/>
          <w:szCs w:val="26"/>
        </w:rPr>
        <w:t xml:space="preserve">лаве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78577C">
        <w:rPr>
          <w:rFonts w:ascii="Times New Roman" w:hAnsi="Times New Roman" w:cs="Times New Roman"/>
          <w:sz w:val="26"/>
          <w:szCs w:val="26"/>
        </w:rPr>
        <w:t xml:space="preserve"> (представителю нанимателя (работодателя)) предложения по рассмотрению ходатайства на  комиссии по соблюдению требований к служебному поведению и урегулированию конфликта интересов </w:t>
      </w:r>
      <w:r>
        <w:rPr>
          <w:rFonts w:ascii="Times New Roman" w:hAnsi="Times New Roman" w:cs="Times New Roman"/>
          <w:sz w:val="26"/>
          <w:szCs w:val="26"/>
        </w:rPr>
        <w:t>администрации Козинского сельсовета</w:t>
      </w:r>
      <w:r w:rsidRPr="0078577C">
        <w:rPr>
          <w:rFonts w:ascii="Times New Roman" w:hAnsi="Times New Roman" w:cs="Times New Roman"/>
          <w:sz w:val="26"/>
          <w:szCs w:val="26"/>
        </w:rPr>
        <w:t>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16. Оригинал ходатайства по миновании надобности направляется</w:t>
      </w:r>
      <w:r w:rsidRPr="00FD44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специалисту администрации, ответственному за ведение кадровой работы</w:t>
      </w:r>
      <w:r w:rsidRPr="009C5D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5DF5">
        <w:rPr>
          <w:rFonts w:ascii="Times New Roman" w:hAnsi="Times New Roman" w:cs="Times New Roman"/>
          <w:sz w:val="26"/>
          <w:szCs w:val="26"/>
        </w:rPr>
        <w:t xml:space="preserve">для приобщения к личному делу </w:t>
      </w:r>
      <w:r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9C5DF5">
        <w:rPr>
          <w:rFonts w:ascii="Times New Roman" w:hAnsi="Times New Roman" w:cs="Times New Roman"/>
          <w:sz w:val="26"/>
          <w:szCs w:val="26"/>
        </w:rPr>
        <w:t>.</w:t>
      </w:r>
    </w:p>
    <w:p w:rsidR="00DD3085" w:rsidRPr="001D44AB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44AB">
        <w:rPr>
          <w:rFonts w:ascii="Times New Roman" w:hAnsi="Times New Roman" w:cs="Times New Roman"/>
          <w:sz w:val="26"/>
          <w:szCs w:val="26"/>
        </w:rPr>
        <w:t xml:space="preserve"> 17. Несоблюдение муниципальным служащим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44AB">
        <w:rPr>
          <w:rFonts w:ascii="Times New Roman" w:hAnsi="Times New Roman" w:cs="Times New Roman"/>
          <w:sz w:val="26"/>
          <w:szCs w:val="26"/>
        </w:rPr>
        <w:t xml:space="preserve">ограничений и запретов, является правонарушением и влечет устранение его от участия в управлении некоммерческой организацией, или увольнение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1D44AB">
        <w:rPr>
          <w:rFonts w:ascii="Times New Roman" w:hAnsi="Times New Roman" w:cs="Times New Roman"/>
          <w:sz w:val="26"/>
          <w:szCs w:val="26"/>
        </w:rPr>
        <w:t xml:space="preserve"> должности муниципального служащего.</w:t>
      </w: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C5DF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8577C">
        <w:rPr>
          <w:rFonts w:ascii="Times New Roman" w:hAnsi="Times New Roman" w:cs="Times New Roman"/>
          <w:b w:val="0"/>
          <w:bCs w:val="0"/>
          <w:sz w:val="26"/>
          <w:szCs w:val="26"/>
        </w:rPr>
        <w:t>к Положению о</w:t>
      </w:r>
      <w:r w:rsidRPr="009C5DF5">
        <w:rPr>
          <w:rFonts w:ascii="Times New Roman" w:hAnsi="Times New Roman" w:cs="Times New Roman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порядке получения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муниципальными служащими администрации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Козинского сельсовета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разрешения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представителя нанимателя 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(работодателя)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участие в управлении </w:t>
      </w:r>
    </w:p>
    <w:p w:rsidR="00DD3085" w:rsidRPr="00AD5D3C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некоммерческой организацией</w:t>
      </w:r>
    </w:p>
    <w:p w:rsidR="00DD3085" w:rsidRPr="009C5DF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Козинского сельсовета</w:t>
      </w:r>
    </w:p>
    <w:p w:rsidR="00DD3085" w:rsidRPr="00FD446F" w:rsidRDefault="00DD3085" w:rsidP="009C6557">
      <w:pPr>
        <w:pStyle w:val="ConsPlusNonformat"/>
        <w:jc w:val="right"/>
        <w:rPr>
          <w:rFonts w:ascii="Times New Roman" w:hAnsi="Times New Roman" w:cs="Times New Roman"/>
        </w:rPr>
      </w:pPr>
      <w:r w:rsidRPr="00FD446F">
        <w:rPr>
          <w:rFonts w:ascii="Times New Roman" w:hAnsi="Times New Roman" w:cs="Times New Roman"/>
        </w:rPr>
        <w:t>(представителю нанимателя (работодателя)</w:t>
      </w:r>
    </w:p>
    <w:p w:rsidR="00DD3085" w:rsidRPr="009C5DF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от ____________________________</w:t>
      </w:r>
    </w:p>
    <w:p w:rsidR="00DD3085" w:rsidRPr="009C5DF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     (наименование должности)</w:t>
      </w:r>
    </w:p>
    <w:p w:rsidR="00DD3085" w:rsidRPr="009C5DF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DD3085" w:rsidRPr="009C5DF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(Ф.И.О.)</w:t>
      </w:r>
    </w:p>
    <w:p w:rsidR="00DD3085" w:rsidRPr="009C5DF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DD3085" w:rsidRPr="009C5DF5" w:rsidRDefault="00DD3085" w:rsidP="009C655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      (контактные данные)</w:t>
      </w:r>
    </w:p>
    <w:p w:rsidR="00DD3085" w:rsidRPr="009C5DF5" w:rsidRDefault="00DD3085" w:rsidP="009C655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Ходатайство</w:t>
      </w:r>
    </w:p>
    <w:p w:rsidR="00DD3085" w:rsidRPr="00592A54" w:rsidRDefault="00DD3085" w:rsidP="009C6557">
      <w:pPr>
        <w:autoSpaceDE w:val="0"/>
        <w:autoSpaceDN w:val="0"/>
        <w:adjustRightInd w:val="0"/>
        <w:ind w:firstLine="709"/>
        <w:jc w:val="center"/>
        <w:rPr>
          <w:sz w:val="26"/>
          <w:szCs w:val="26"/>
          <w:lang w:eastAsia="en-US"/>
        </w:rPr>
      </w:pPr>
      <w:r>
        <w:rPr>
          <w:sz w:val="26"/>
          <w:szCs w:val="26"/>
        </w:rPr>
        <w:t>об</w:t>
      </w:r>
      <w:r w:rsidRPr="00972F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участии </w:t>
      </w:r>
      <w:r>
        <w:rPr>
          <w:sz w:val="26"/>
          <w:szCs w:val="26"/>
          <w:lang w:eastAsia="en-US"/>
        </w:rPr>
        <w:t>в управлении некоммерческой организацией</w:t>
      </w:r>
    </w:p>
    <w:p w:rsidR="00DD3085" w:rsidRPr="009C5DF5" w:rsidRDefault="00DD3085" w:rsidP="009C655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320B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</w:t>
      </w:r>
      <w:hyperlink r:id="rId7" w:history="1">
        <w:r w:rsidRPr="00320B56">
          <w:rPr>
            <w:rFonts w:ascii="Times New Roman" w:hAnsi="Times New Roman" w:cs="Times New Roman"/>
            <w:b w:val="0"/>
            <w:bCs w:val="0"/>
            <w:color w:val="0000FF"/>
            <w:sz w:val="26"/>
            <w:szCs w:val="26"/>
          </w:rPr>
          <w:t>пунктом 3 части 1 статьи 14</w:t>
        </w:r>
      </w:hyperlink>
      <w:r w:rsidRPr="00320B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Федерального закона от 2 марта 2007г. № 25-ФЗ «О муниципальной службе в Российской Федерации» (далее – Федеральный закон), Федеральным законом от 28 декабря 2008 г. № 273-ФЗ «О противодействии коррупции», Положением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 порядке получения</w:t>
      </w:r>
      <w:r w:rsidRPr="00320B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муниципальными служащими администрации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Козинского сельсовета</w:t>
      </w:r>
      <w:r w:rsidRPr="00320B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разрешения представителя нанимателя (работодателя)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на участие в управление некоммерческой организацией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320B56">
        <w:rPr>
          <w:rFonts w:ascii="Times New Roman" w:hAnsi="Times New Roman" w:cs="Times New Roman"/>
          <w:b w:val="0"/>
          <w:bCs w:val="0"/>
          <w:sz w:val="26"/>
          <w:szCs w:val="26"/>
        </w:rPr>
        <w:t>прошу разрешить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320B56">
        <w:rPr>
          <w:rFonts w:ascii="Times New Roman" w:hAnsi="Times New Roman" w:cs="Times New Roman"/>
          <w:b w:val="0"/>
          <w:bCs w:val="0"/>
          <w:sz w:val="26"/>
          <w:szCs w:val="26"/>
        </w:rPr>
        <w:t>мне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320B5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участие </w:t>
      </w:r>
      <w:r w:rsidRPr="00320B5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 xml:space="preserve">на безвозмездной основе в управлении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некоммерческой организацией</w:t>
      </w:r>
    </w:p>
    <w:p w:rsidR="00DD3085" w:rsidRDefault="00DD3085" w:rsidP="009C655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DD3085" w:rsidRDefault="00DD3085" w:rsidP="009C6557">
      <w:pPr>
        <w:pStyle w:val="ConsPlusTitle"/>
        <w:jc w:val="center"/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</w:pPr>
      <w:r w:rsidRPr="00320B56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(указать  сведения о некоммерческой организации</w:t>
      </w:r>
      <w:r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,</w:t>
      </w:r>
      <w:r w:rsidRPr="00320B56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 xml:space="preserve">  о  деятельности, которую намерен выполнять муниципальный  служащий,  </w:t>
      </w:r>
      <w:r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 xml:space="preserve">в качестве кого, </w:t>
      </w:r>
      <w:r w:rsidRPr="00320B56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 xml:space="preserve">предполагаемую дату начала выполнения </w:t>
      </w:r>
    </w:p>
    <w:p w:rsidR="00DD3085" w:rsidRPr="00320B56" w:rsidRDefault="00DD3085" w:rsidP="009C6557">
      <w:pPr>
        <w:pStyle w:val="ConsPlusTitle"/>
        <w:jc w:val="center"/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</w:pPr>
      <w:r w:rsidRPr="00320B56">
        <w:rPr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соответствующей деятельности, иное).</w:t>
      </w:r>
    </w:p>
    <w:p w:rsidR="00DD3085" w:rsidRPr="009C5DF5" w:rsidRDefault="00DD3085" w:rsidP="009C655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77C">
        <w:rPr>
          <w:rFonts w:ascii="Times New Roman" w:hAnsi="Times New Roman" w:cs="Times New Roman"/>
          <w:sz w:val="26"/>
          <w:szCs w:val="26"/>
        </w:rPr>
        <w:t>Выполнение  указанной  деятельности  не  повлечет  за  собой  конфликта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5DF5">
        <w:rPr>
          <w:rFonts w:ascii="Times New Roman" w:hAnsi="Times New Roman" w:cs="Times New Roman"/>
          <w:sz w:val="26"/>
          <w:szCs w:val="26"/>
        </w:rPr>
        <w:t>интересов.</w:t>
      </w:r>
    </w:p>
    <w:p w:rsidR="00DD3085" w:rsidRPr="009C5DF5" w:rsidRDefault="00DD3085" w:rsidP="009C6557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При  выполнении  указанной  деятельности обязуюсь соблюдать требования,</w:t>
      </w:r>
    </w:p>
    <w:p w:rsidR="00DD3085" w:rsidRPr="009C5DF5" w:rsidRDefault="00DD3085" w:rsidP="009C655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предусмотренные  </w:t>
      </w:r>
      <w:hyperlink r:id="rId8" w:history="1">
        <w:r w:rsidRPr="00320B56">
          <w:rPr>
            <w:rFonts w:ascii="Times New Roman" w:hAnsi="Times New Roman" w:cs="Times New Roman"/>
            <w:color w:val="0000FF"/>
            <w:sz w:val="26"/>
            <w:szCs w:val="26"/>
          </w:rPr>
          <w:t>статьями  13,</w:t>
        </w:r>
      </w:hyperlink>
      <w:r w:rsidRPr="00320B56">
        <w:rPr>
          <w:rFonts w:ascii="Times New Roman" w:hAnsi="Times New Roman" w:cs="Times New Roman"/>
          <w:sz w:val="26"/>
          <w:szCs w:val="26"/>
        </w:rPr>
        <w:t xml:space="preserve"> 14, 14.1 14.2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C5DF5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>
        <w:rPr>
          <w:rFonts w:ascii="Times New Roman" w:hAnsi="Times New Roman" w:cs="Times New Roman"/>
          <w:sz w:val="26"/>
          <w:szCs w:val="26"/>
        </w:rPr>
        <w:t>2 марта 2007г. № 25-ФЗ «</w:t>
      </w:r>
      <w:r w:rsidRPr="009C5DF5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9C5DF5">
        <w:rPr>
          <w:rFonts w:ascii="Times New Roman" w:hAnsi="Times New Roman" w:cs="Times New Roman"/>
          <w:sz w:val="26"/>
          <w:szCs w:val="26"/>
        </w:rPr>
        <w:t xml:space="preserve"> службе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9C5DF5">
        <w:rPr>
          <w:rFonts w:ascii="Times New Roman" w:hAnsi="Times New Roman" w:cs="Times New Roman"/>
          <w:sz w:val="26"/>
          <w:szCs w:val="26"/>
        </w:rPr>
        <w:t>Российской Федерации".</w:t>
      </w:r>
    </w:p>
    <w:p w:rsidR="00DD3085" w:rsidRPr="009C5DF5" w:rsidRDefault="00DD3085" w:rsidP="009C655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___________________                                         _______________</w:t>
      </w:r>
    </w:p>
    <w:p w:rsidR="00DD3085" w:rsidRPr="009C5DF5" w:rsidRDefault="00DD3085" w:rsidP="009C655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C5DF5">
        <w:rPr>
          <w:rFonts w:ascii="Times New Roman" w:hAnsi="Times New Roman" w:cs="Times New Roman"/>
          <w:sz w:val="26"/>
          <w:szCs w:val="26"/>
        </w:rPr>
        <w:t xml:space="preserve">  (дата)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C5DF5">
        <w:rPr>
          <w:rFonts w:ascii="Times New Roman" w:hAnsi="Times New Roman" w:cs="Times New Roman"/>
          <w:sz w:val="26"/>
          <w:szCs w:val="26"/>
        </w:rPr>
        <w:t xml:space="preserve"> (подпись)</w:t>
      </w:r>
    </w:p>
    <w:p w:rsidR="00DD3085" w:rsidRPr="009C5DF5" w:rsidRDefault="00DD3085" w:rsidP="009C65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D3085" w:rsidRDefault="00DD3085" w:rsidP="009C655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DD3085" w:rsidSect="004066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D3085" w:rsidRPr="009C5DF5" w:rsidRDefault="00DD3085" w:rsidP="009C655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C5DF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8577C">
        <w:rPr>
          <w:rFonts w:ascii="Times New Roman" w:hAnsi="Times New Roman" w:cs="Times New Roman"/>
          <w:b w:val="0"/>
          <w:bCs w:val="0"/>
          <w:sz w:val="26"/>
          <w:szCs w:val="26"/>
        </w:rPr>
        <w:t>к Положению о</w:t>
      </w:r>
      <w:r w:rsidRPr="009C5DF5">
        <w:rPr>
          <w:rFonts w:ascii="Times New Roman" w:hAnsi="Times New Roman" w:cs="Times New Roman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порядке получения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муниципальными служащими администрации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Козинского сельсовета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разрешения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представителя нанимателя </w:t>
      </w:r>
    </w:p>
    <w:p w:rsidR="00DD3085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(работодателя)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участие в управлении </w:t>
      </w:r>
    </w:p>
    <w:p w:rsidR="00DD3085" w:rsidRPr="00AD5D3C" w:rsidRDefault="00DD3085" w:rsidP="009C6557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bCs w:val="0"/>
          <w:sz w:val="26"/>
          <w:szCs w:val="26"/>
        </w:rPr>
        <w:t>некоммерческой организацией</w:t>
      </w:r>
    </w:p>
    <w:p w:rsidR="00DD3085" w:rsidRDefault="00DD3085" w:rsidP="009C655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D3085" w:rsidRPr="009C5DF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Форма журнала</w:t>
      </w: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320B56">
        <w:rPr>
          <w:rFonts w:ascii="Times New Roman" w:hAnsi="Times New Roman" w:cs="Times New Roman"/>
          <w:sz w:val="26"/>
          <w:szCs w:val="26"/>
        </w:rPr>
        <w:t xml:space="preserve">регистрации ходатайств об участии </w:t>
      </w:r>
      <w:r w:rsidRPr="00320B56">
        <w:rPr>
          <w:rFonts w:ascii="Times New Roman" w:hAnsi="Times New Roman" w:cs="Times New Roman"/>
          <w:sz w:val="26"/>
          <w:szCs w:val="26"/>
          <w:lang w:eastAsia="en-US"/>
        </w:rPr>
        <w:t>в управлении некоммерческой организацией</w:t>
      </w: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152"/>
        <w:gridCol w:w="1814"/>
        <w:gridCol w:w="1683"/>
        <w:gridCol w:w="1800"/>
        <w:gridCol w:w="1871"/>
        <w:gridCol w:w="1871"/>
        <w:gridCol w:w="1871"/>
      </w:tblGrid>
      <w:tr w:rsidR="00DD3085" w:rsidRPr="009C5DF5">
        <w:tc>
          <w:tcPr>
            <w:tcW w:w="454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152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представившего ходатайство</w:t>
            </w:r>
          </w:p>
        </w:tc>
        <w:tc>
          <w:tcPr>
            <w:tcW w:w="1814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представившего ходатайство</w:t>
            </w:r>
          </w:p>
        </w:tc>
        <w:tc>
          <w:tcPr>
            <w:tcW w:w="1683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Дата поступления ходатайства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кадровую службу</w:t>
            </w:r>
          </w:p>
        </w:tc>
        <w:tc>
          <w:tcPr>
            <w:tcW w:w="1800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организации, участие в управлении  которой 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предполагае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тся</w:t>
            </w:r>
          </w:p>
        </w:tc>
        <w:tc>
          <w:tcPr>
            <w:tcW w:w="1871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принявшего ходатайство</w:t>
            </w:r>
          </w:p>
        </w:tc>
        <w:tc>
          <w:tcPr>
            <w:tcW w:w="1871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принявшего ходатайство</w:t>
            </w:r>
          </w:p>
        </w:tc>
        <w:tc>
          <w:tcPr>
            <w:tcW w:w="1871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в получении копии ходатайства</w:t>
            </w:r>
          </w:p>
        </w:tc>
      </w:tr>
      <w:tr w:rsidR="00DD3085" w:rsidRPr="009C5DF5">
        <w:tc>
          <w:tcPr>
            <w:tcW w:w="454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52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4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83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71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71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71" w:type="dxa"/>
          </w:tcPr>
          <w:p w:rsidR="00DD3085" w:rsidRPr="009C5DF5" w:rsidRDefault="00DD3085" w:rsidP="006734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DD3085" w:rsidRDefault="00DD3085" w:rsidP="009C6557">
      <w:pPr>
        <w:pStyle w:val="ConsPlusNormal"/>
        <w:rPr>
          <w:rFonts w:ascii="Times New Roman" w:hAnsi="Times New Roman" w:cs="Times New Roman"/>
          <w:sz w:val="26"/>
          <w:szCs w:val="26"/>
          <w:lang w:eastAsia="en-US"/>
        </w:rPr>
        <w:sectPr w:rsidR="00DD3085" w:rsidSect="00FD446F">
          <w:pgSz w:w="16838" w:h="11906" w:orient="landscape"/>
          <w:pgMar w:top="851" w:right="1276" w:bottom="1701" w:left="1276" w:header="709" w:footer="709" w:gutter="0"/>
          <w:cols w:space="708"/>
          <w:docGrid w:linePitch="360"/>
        </w:sectPr>
      </w:pPr>
    </w:p>
    <w:p w:rsidR="00DD3085" w:rsidRDefault="00DD3085" w:rsidP="00E974B1">
      <w:pPr>
        <w:pStyle w:val="ConsPlusNormal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9C6557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Pr="00320B56" w:rsidRDefault="00DD3085" w:rsidP="009C655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DD3085" w:rsidRPr="00320B56" w:rsidSect="00AD5D3C">
          <w:pgSz w:w="11906" w:h="16838"/>
          <w:pgMar w:top="1276" w:right="850" w:bottom="1276" w:left="1701" w:header="708" w:footer="708" w:gutter="0"/>
          <w:cols w:space="708"/>
          <w:docGrid w:linePitch="360"/>
        </w:sectPr>
      </w:pPr>
    </w:p>
    <w:p w:rsidR="00DD3085" w:rsidRPr="009C5DF5" w:rsidRDefault="00DD3085" w:rsidP="009C6557">
      <w:pPr>
        <w:rPr>
          <w:sz w:val="26"/>
          <w:szCs w:val="26"/>
        </w:rPr>
      </w:pPr>
    </w:p>
    <w:p w:rsidR="00DD3085" w:rsidRDefault="00DD3085" w:rsidP="009C655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 xml:space="preserve">   </w:t>
      </w:r>
    </w:p>
    <w:p w:rsidR="00DD3085" w:rsidRDefault="00DD3085" w:rsidP="009C655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:rsidR="00DD3085" w:rsidRDefault="00DD3085" w:rsidP="009C655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:rsidR="00DD3085" w:rsidRPr="009C5DF5" w:rsidRDefault="00DD3085" w:rsidP="00FD446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3085" w:rsidRDefault="00DD3085" w:rsidP="00FD446F">
      <w:pPr>
        <w:pStyle w:val="ConsPlusNormal"/>
        <w:rPr>
          <w:rFonts w:ascii="Times New Roman" w:hAnsi="Times New Roman" w:cs="Times New Roman"/>
          <w:sz w:val="26"/>
          <w:szCs w:val="26"/>
          <w:lang w:eastAsia="en-US"/>
        </w:rPr>
        <w:sectPr w:rsidR="00DD3085" w:rsidSect="00FD446F">
          <w:pgSz w:w="16838" w:h="11906" w:orient="landscape"/>
          <w:pgMar w:top="851" w:right="1276" w:bottom="1701" w:left="1276" w:header="709" w:footer="709" w:gutter="0"/>
          <w:cols w:space="708"/>
          <w:docGrid w:linePitch="360"/>
        </w:sectPr>
      </w:pPr>
    </w:p>
    <w:p w:rsidR="00DD3085" w:rsidRDefault="00DD3085" w:rsidP="00FD446F">
      <w:pPr>
        <w:pStyle w:val="ConsPlusNormal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Default="00DD3085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3085" w:rsidRPr="00320B56" w:rsidRDefault="00DD3085" w:rsidP="00FD446F">
      <w:pPr>
        <w:pStyle w:val="ConsPlusNormal"/>
        <w:rPr>
          <w:rFonts w:ascii="Times New Roman" w:hAnsi="Times New Roman" w:cs="Times New Roman"/>
          <w:sz w:val="26"/>
          <w:szCs w:val="26"/>
        </w:rPr>
        <w:sectPr w:rsidR="00DD3085" w:rsidRPr="00320B56" w:rsidSect="00AD5D3C">
          <w:pgSz w:w="11906" w:h="16838"/>
          <w:pgMar w:top="1276" w:right="850" w:bottom="1276" w:left="1701" w:header="708" w:footer="708" w:gutter="0"/>
          <w:cols w:space="708"/>
          <w:docGrid w:linePitch="360"/>
        </w:sectPr>
      </w:pPr>
    </w:p>
    <w:p w:rsidR="00DD3085" w:rsidRPr="009C5DF5" w:rsidRDefault="00DD3085">
      <w:pPr>
        <w:rPr>
          <w:sz w:val="26"/>
          <w:szCs w:val="26"/>
        </w:rPr>
      </w:pPr>
    </w:p>
    <w:sectPr w:rsidR="00DD3085" w:rsidRPr="009C5DF5" w:rsidSect="007C63F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1F0"/>
    <w:rsid w:val="0001794E"/>
    <w:rsid w:val="000507E0"/>
    <w:rsid w:val="00050E21"/>
    <w:rsid w:val="00051FBE"/>
    <w:rsid w:val="001A2B78"/>
    <w:rsid w:val="001D44AB"/>
    <w:rsid w:val="002F3D89"/>
    <w:rsid w:val="00306462"/>
    <w:rsid w:val="00320B56"/>
    <w:rsid w:val="00341049"/>
    <w:rsid w:val="00385AFE"/>
    <w:rsid w:val="003A02E3"/>
    <w:rsid w:val="003C02E1"/>
    <w:rsid w:val="003E6747"/>
    <w:rsid w:val="004066F5"/>
    <w:rsid w:val="00414ECA"/>
    <w:rsid w:val="00444ABC"/>
    <w:rsid w:val="00525FDA"/>
    <w:rsid w:val="00536BE0"/>
    <w:rsid w:val="005425C0"/>
    <w:rsid w:val="0057347F"/>
    <w:rsid w:val="00592A54"/>
    <w:rsid w:val="00637F45"/>
    <w:rsid w:val="00673498"/>
    <w:rsid w:val="006E6369"/>
    <w:rsid w:val="00735FF2"/>
    <w:rsid w:val="0078577C"/>
    <w:rsid w:val="00790655"/>
    <w:rsid w:val="0079336F"/>
    <w:rsid w:val="007C63F9"/>
    <w:rsid w:val="0087253E"/>
    <w:rsid w:val="008D1CD9"/>
    <w:rsid w:val="0090596D"/>
    <w:rsid w:val="00972FA4"/>
    <w:rsid w:val="0098323A"/>
    <w:rsid w:val="009B1EFE"/>
    <w:rsid w:val="009C5DF5"/>
    <w:rsid w:val="009C6557"/>
    <w:rsid w:val="00A1128F"/>
    <w:rsid w:val="00AB3EB4"/>
    <w:rsid w:val="00AD5D3C"/>
    <w:rsid w:val="00AF68FB"/>
    <w:rsid w:val="00B47590"/>
    <w:rsid w:val="00B75EC5"/>
    <w:rsid w:val="00BA418A"/>
    <w:rsid w:val="00BA769F"/>
    <w:rsid w:val="00BB4E79"/>
    <w:rsid w:val="00C826EC"/>
    <w:rsid w:val="00C97CE3"/>
    <w:rsid w:val="00CF7D94"/>
    <w:rsid w:val="00D145A2"/>
    <w:rsid w:val="00D16ECD"/>
    <w:rsid w:val="00D613FB"/>
    <w:rsid w:val="00D720A6"/>
    <w:rsid w:val="00DC53D9"/>
    <w:rsid w:val="00DD3085"/>
    <w:rsid w:val="00DD32A9"/>
    <w:rsid w:val="00DD76B1"/>
    <w:rsid w:val="00DF11F0"/>
    <w:rsid w:val="00E62FD8"/>
    <w:rsid w:val="00E744C5"/>
    <w:rsid w:val="00E74992"/>
    <w:rsid w:val="00E974B1"/>
    <w:rsid w:val="00F138D6"/>
    <w:rsid w:val="00FD446F"/>
    <w:rsid w:val="00FF0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D3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F11F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DF11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F11F0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DF11F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67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84B177526B070F2F148F37A9FD8E84D0061396E83D2F7E1470FEECD6084C872A372935B4424C24t7u7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A84B177526B070F2F148F37A9FD8E84D0061396E83D2F7E1470FEECD6084C872A3729t3u6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63FCA0F96B912A241B69E8A4025B5D2497BE70157166BF39C9E74285710CAAABF07F15405369E2QAIFI" TargetMode="External"/><Relationship Id="rId5" Type="http://schemas.openxmlformats.org/officeDocument/2006/relationships/hyperlink" Target="consultantplus://offline/ref=BA84B177526B070F2F148F37A9FD8E84D0061396E83D2F7E1470FEECD6084C872A3729t3u6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BA84B177526B070F2F148F37A9FD8E84D0061396E83D2F7E1470FEECD6084C872A3729t3u6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</TotalTime>
  <Pages>11</Pages>
  <Words>1934</Words>
  <Characters>11029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0</cp:lastModifiedBy>
  <cp:revision>8</cp:revision>
  <cp:lastPrinted>2005-05-02T17:28:00Z</cp:lastPrinted>
  <dcterms:created xsi:type="dcterms:W3CDTF">2017-04-27T08:41:00Z</dcterms:created>
  <dcterms:modified xsi:type="dcterms:W3CDTF">2005-05-02T20:08:00Z</dcterms:modified>
</cp:coreProperties>
</file>