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439" w:rsidRPr="00D45617" w:rsidRDefault="00C77439" w:rsidP="00E9360C">
      <w:pPr>
        <w:jc w:val="center"/>
      </w:pPr>
      <w:r w:rsidRPr="00D45617">
        <w:rPr>
          <w:b/>
          <w:bCs/>
          <w:color w:val="000000"/>
        </w:rPr>
        <w:t>СОВЕТ ДЕПУТАТОВ</w:t>
      </w:r>
    </w:p>
    <w:p w:rsidR="00C77439" w:rsidRPr="00D45617" w:rsidRDefault="00C77439" w:rsidP="00E9360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КОЗИНСКОГО</w:t>
      </w:r>
      <w:r w:rsidRPr="00D45617">
        <w:rPr>
          <w:b/>
          <w:bCs/>
          <w:color w:val="000000"/>
        </w:rPr>
        <w:t xml:space="preserve">  СЕЛЬСОВЕТА </w:t>
      </w:r>
    </w:p>
    <w:p w:rsidR="00C77439" w:rsidRPr="00D45617" w:rsidRDefault="00C77439" w:rsidP="00E9360C">
      <w:pPr>
        <w:shd w:val="clear" w:color="auto" w:fill="FFFFFF"/>
        <w:autoSpaceDE w:val="0"/>
        <w:autoSpaceDN w:val="0"/>
        <w:adjustRightInd w:val="0"/>
        <w:jc w:val="center"/>
      </w:pPr>
      <w:r w:rsidRPr="00D45617">
        <w:rPr>
          <w:b/>
          <w:bCs/>
          <w:color w:val="000000"/>
        </w:rPr>
        <w:t>УСТЬ-ТАРКСКОГО РАЙОНАНОВОСИБИРСКОЙ ОБЛАСТИ</w:t>
      </w:r>
    </w:p>
    <w:p w:rsidR="00C77439" w:rsidRPr="00D45617" w:rsidRDefault="00C77439" w:rsidP="00E9360C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</w:p>
    <w:p w:rsidR="00C77439" w:rsidRPr="00D45617" w:rsidRDefault="00C77439" w:rsidP="00E9360C">
      <w:pPr>
        <w:shd w:val="clear" w:color="auto" w:fill="FFFFFF"/>
        <w:autoSpaceDE w:val="0"/>
        <w:autoSpaceDN w:val="0"/>
        <w:adjustRightInd w:val="0"/>
        <w:jc w:val="center"/>
        <w:rPr>
          <w:b/>
          <w:bCs/>
        </w:rPr>
      </w:pPr>
      <w:r w:rsidRPr="00D45617">
        <w:rPr>
          <w:b/>
          <w:bCs/>
          <w:color w:val="000000"/>
        </w:rPr>
        <w:t xml:space="preserve"> пятого  созыва </w:t>
      </w:r>
    </w:p>
    <w:p w:rsidR="00C77439" w:rsidRPr="00663002" w:rsidRDefault="00C77439" w:rsidP="00663002">
      <w:pPr>
        <w:shd w:val="clear" w:color="auto" w:fill="FFFFFF"/>
        <w:autoSpaceDE w:val="0"/>
        <w:autoSpaceDN w:val="0"/>
        <w:adjustRightInd w:val="0"/>
        <w:jc w:val="right"/>
        <w:rPr>
          <w:b/>
          <w:bCs/>
          <w:color w:val="000000"/>
          <w:u w:val="single"/>
        </w:rPr>
      </w:pPr>
    </w:p>
    <w:p w:rsidR="00C77439" w:rsidRPr="00D45617" w:rsidRDefault="00C77439" w:rsidP="00E9360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D45617">
        <w:rPr>
          <w:b/>
          <w:bCs/>
          <w:color w:val="000000"/>
        </w:rPr>
        <w:t>(</w:t>
      </w:r>
      <w:r>
        <w:rPr>
          <w:b/>
          <w:bCs/>
          <w:color w:val="000000"/>
        </w:rPr>
        <w:t>сорок первая</w:t>
      </w:r>
      <w:r w:rsidRPr="00D45617">
        <w:rPr>
          <w:b/>
          <w:bCs/>
          <w:color w:val="000000"/>
        </w:rPr>
        <w:t xml:space="preserve"> сессии)</w:t>
      </w:r>
    </w:p>
    <w:p w:rsidR="00C77439" w:rsidRPr="00D45617" w:rsidRDefault="00C77439" w:rsidP="00E9360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C77439" w:rsidRPr="00D45617" w:rsidRDefault="00C77439" w:rsidP="00D45617">
      <w:pPr>
        <w:shd w:val="clear" w:color="auto" w:fill="FFFFFF"/>
        <w:autoSpaceDE w:val="0"/>
        <w:autoSpaceDN w:val="0"/>
        <w:adjustRightInd w:val="0"/>
        <w:jc w:val="center"/>
      </w:pPr>
      <w:r w:rsidRPr="00D45617">
        <w:rPr>
          <w:b/>
          <w:bCs/>
          <w:color w:val="000000"/>
        </w:rPr>
        <w:t>РЕШЕНИЕ</w:t>
      </w:r>
    </w:p>
    <w:p w:rsidR="00C77439" w:rsidRPr="00D45617" w:rsidRDefault="00C77439" w:rsidP="00E9360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</w:t>
      </w:r>
      <w:r w:rsidRPr="00D45617">
        <w:rPr>
          <w:b/>
          <w:bCs/>
          <w:color w:val="000000"/>
        </w:rPr>
        <w:t xml:space="preserve">от </w:t>
      </w:r>
      <w:r>
        <w:rPr>
          <w:b/>
          <w:bCs/>
          <w:color w:val="000000"/>
        </w:rPr>
        <w:t>27.12.2019</w:t>
      </w:r>
      <w:r w:rsidRPr="00D45617">
        <w:rPr>
          <w:b/>
          <w:bCs/>
          <w:color w:val="000000"/>
        </w:rPr>
        <w:tab/>
        <w:t xml:space="preserve">                                                                                                   </w:t>
      </w:r>
      <w:r>
        <w:rPr>
          <w:b/>
          <w:bCs/>
          <w:color w:val="000000"/>
        </w:rPr>
        <w:t xml:space="preserve">      </w:t>
      </w:r>
      <w:r w:rsidRPr="00D45617">
        <w:rPr>
          <w:b/>
          <w:bCs/>
          <w:color w:val="000000"/>
        </w:rPr>
        <w:t xml:space="preserve"> № </w:t>
      </w:r>
      <w:r>
        <w:rPr>
          <w:b/>
          <w:bCs/>
          <w:color w:val="000000"/>
        </w:rPr>
        <w:t>286</w:t>
      </w:r>
    </w:p>
    <w:p w:rsidR="00C77439" w:rsidRPr="00D45617" w:rsidRDefault="00C77439" w:rsidP="00E9360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D45617">
        <w:rPr>
          <w:color w:val="000000"/>
        </w:rPr>
        <w:t>с.</w:t>
      </w:r>
      <w:r>
        <w:rPr>
          <w:color w:val="000000"/>
        </w:rPr>
        <w:t xml:space="preserve"> Козино</w:t>
      </w:r>
    </w:p>
    <w:p w:rsidR="00C77439" w:rsidRPr="00D45617" w:rsidRDefault="00C77439" w:rsidP="00E9360C">
      <w:pPr>
        <w:jc w:val="center"/>
      </w:pPr>
    </w:p>
    <w:p w:rsidR="00C77439" w:rsidRPr="00D45617" w:rsidRDefault="00C77439" w:rsidP="00D45617">
      <w:pPr>
        <w:pStyle w:val="ConsPlusNormal"/>
        <w:ind w:firstLine="540"/>
        <w:jc w:val="center"/>
        <w:rPr>
          <w:b/>
          <w:bCs/>
        </w:rPr>
      </w:pPr>
      <w:r w:rsidRPr="00D45617">
        <w:rPr>
          <w:b/>
          <w:bCs/>
        </w:rPr>
        <w:t>О пе</w:t>
      </w:r>
      <w:r>
        <w:rPr>
          <w:b/>
          <w:bCs/>
        </w:rPr>
        <w:t xml:space="preserve">редаче администрацией Козинского </w:t>
      </w:r>
      <w:r w:rsidRPr="00D45617">
        <w:rPr>
          <w:b/>
          <w:bCs/>
        </w:rPr>
        <w:t>сельсовета Усть-Таркского района Новосибирской области администрации Усть-Таркского района Новосибирской области  полномочий по решению вопросов местного значения</w:t>
      </w:r>
    </w:p>
    <w:p w:rsidR="00C77439" w:rsidRPr="00D45617" w:rsidRDefault="00C77439" w:rsidP="00E9360C">
      <w:pPr>
        <w:pStyle w:val="Title"/>
      </w:pPr>
    </w:p>
    <w:p w:rsidR="00C77439" w:rsidRPr="00D45617" w:rsidRDefault="00C77439" w:rsidP="00E9360C">
      <w:pPr>
        <w:ind w:firstLine="567"/>
        <w:jc w:val="both"/>
      </w:pPr>
    </w:p>
    <w:p w:rsidR="00C77439" w:rsidRPr="00D45617" w:rsidRDefault="00C77439" w:rsidP="00E9360C">
      <w:pPr>
        <w:ind w:firstLine="567"/>
        <w:jc w:val="both"/>
      </w:pPr>
      <w:r w:rsidRPr="00D45617">
        <w:rPr>
          <w:lang w:eastAsia="en-US"/>
        </w:rPr>
        <w:t>Руководствуясь частью 4 статьи 15 Федерального закона от 06.02.2003 №131-ФЗ «Об общих принципах организации  местного самоуправления в Российской Федерации», Бюджетным кодексом Российской Федерации,</w:t>
      </w:r>
      <w:r w:rsidRPr="00D45617">
        <w:t xml:space="preserve"> Уставом  </w:t>
      </w:r>
      <w:r>
        <w:t xml:space="preserve">Козинского </w:t>
      </w:r>
      <w:r w:rsidRPr="00D45617">
        <w:t>сельсовета Усть-Таркского района Новосибирской обл</w:t>
      </w:r>
      <w:r>
        <w:t>асти, Совет депутатов Козинского</w:t>
      </w:r>
      <w:r w:rsidRPr="00D45617">
        <w:t xml:space="preserve"> сельсовета Усть-Таркского района Новосибирской области, </w:t>
      </w:r>
      <w:r w:rsidRPr="00D45617">
        <w:rPr>
          <w:b/>
          <w:bCs/>
        </w:rPr>
        <w:t>РЕШИЛ:</w:t>
      </w:r>
    </w:p>
    <w:p w:rsidR="00C77439" w:rsidRPr="00D45617" w:rsidRDefault="00C77439" w:rsidP="00E9360C">
      <w:pPr>
        <w:jc w:val="both"/>
      </w:pPr>
      <w:r w:rsidRPr="00D45617">
        <w:tab/>
        <w:t>1. Передать</w:t>
      </w:r>
      <w:r>
        <w:t xml:space="preserve"> </w:t>
      </w:r>
      <w:r w:rsidRPr="00D45617">
        <w:t>администрации Усть-Таркского района Новосибирской области полномочия по решению вопросов местного значения:</w:t>
      </w:r>
    </w:p>
    <w:p w:rsidR="00C77439" w:rsidRPr="00D45617" w:rsidRDefault="00C77439" w:rsidP="00D45617">
      <w:pPr>
        <w:pStyle w:val="ConsPlusNormal"/>
        <w:ind w:firstLine="540"/>
        <w:jc w:val="both"/>
      </w:pPr>
      <w:r w:rsidRPr="00D45617">
        <w:rPr>
          <w:color w:val="000000"/>
        </w:rPr>
        <w:t xml:space="preserve">- </w:t>
      </w:r>
      <w:r w:rsidRPr="00D45617">
        <w:t>создание условий для организации досуга и обеспечения жителей поселения услугами организаций культуры.</w:t>
      </w:r>
    </w:p>
    <w:p w:rsidR="00C77439" w:rsidRPr="00D45617" w:rsidRDefault="00C77439" w:rsidP="00E9360C">
      <w:pPr>
        <w:ind w:firstLine="567"/>
        <w:jc w:val="both"/>
      </w:pPr>
      <w:r w:rsidRPr="00D45617">
        <w:t>2. Передать</w:t>
      </w:r>
      <w:r>
        <w:t xml:space="preserve"> </w:t>
      </w:r>
      <w:r w:rsidRPr="00D45617">
        <w:t xml:space="preserve">администрации Усть-Таркского района Новосибирской области полномочия, указанные в пункте 1 настоящего решения на основании соглашения являющегося приложением к настоящему решению. </w:t>
      </w:r>
    </w:p>
    <w:p w:rsidR="00C77439" w:rsidRPr="00D45617" w:rsidRDefault="00C77439" w:rsidP="00E9360C">
      <w:pPr>
        <w:ind w:firstLine="567"/>
        <w:jc w:val="both"/>
      </w:pPr>
      <w:r w:rsidRPr="00D45617">
        <w:t xml:space="preserve">3. Администрации </w:t>
      </w:r>
      <w:r>
        <w:t xml:space="preserve">Козинского </w:t>
      </w:r>
      <w:r w:rsidRPr="00D45617">
        <w:t>сельсовета  Усть-Таркского района Новосибирской области заключить с администрацией Усть-Таркского района Новосибирской области Соглашение о передаче полномочий, указанных в пункте первом настоящего решения.</w:t>
      </w:r>
    </w:p>
    <w:p w:rsidR="00C77439" w:rsidRPr="00D45617" w:rsidRDefault="00C77439" w:rsidP="00E9360C">
      <w:pPr>
        <w:ind w:firstLine="567"/>
        <w:jc w:val="both"/>
      </w:pPr>
      <w:r w:rsidRPr="00D45617">
        <w:t xml:space="preserve">4. Финансовое обеспечение полномочий, указанных в пункте 1 настоящего решения, осуществляется путем предоставления бюджету Усть-Таркского района Новосибирской области межбюджетных трансфертов, предусмотренных в бюджете </w:t>
      </w:r>
      <w:r>
        <w:t xml:space="preserve">Козинского </w:t>
      </w:r>
      <w:r w:rsidRPr="00D45617">
        <w:t>сельсовета  Усть-Таркского района Новосибирской области на очередной финансовый год.</w:t>
      </w:r>
    </w:p>
    <w:p w:rsidR="00C77439" w:rsidRPr="00D45617" w:rsidRDefault="00C77439" w:rsidP="00E9360C">
      <w:pPr>
        <w:ind w:firstLine="567"/>
        <w:jc w:val="both"/>
      </w:pPr>
      <w:r w:rsidRPr="00D45617">
        <w:t>5. Настоящее решение вступает в силу со дня его официального опубликования и распространяется на правоот</w:t>
      </w:r>
      <w:r>
        <w:t>ношения, возникшие с  01.01.2020.</w:t>
      </w:r>
      <w:r w:rsidRPr="00D45617">
        <w:t xml:space="preserve">  </w:t>
      </w:r>
    </w:p>
    <w:p w:rsidR="00C77439" w:rsidRPr="00D45617" w:rsidRDefault="00C77439" w:rsidP="00E9360C">
      <w:pPr>
        <w:ind w:firstLine="567"/>
        <w:jc w:val="both"/>
      </w:pPr>
      <w:r w:rsidRPr="00D45617">
        <w:t xml:space="preserve">6. Опубликовать  настоящее  решение  в периодическом печатном издании «Бюллетень </w:t>
      </w:r>
      <w:r>
        <w:t>Козинского сельсовета</w:t>
      </w:r>
      <w:r w:rsidRPr="00D45617">
        <w:t xml:space="preserve"> Усть-Таркского района</w:t>
      </w:r>
      <w:r>
        <w:t xml:space="preserve"> Новосибирской области</w:t>
      </w:r>
      <w:r w:rsidRPr="00D45617">
        <w:t xml:space="preserve">» и  разместить  на  официальном  сайте  </w:t>
      </w:r>
      <w:r>
        <w:t xml:space="preserve">администрации </w:t>
      </w:r>
      <w:r w:rsidRPr="00D45617">
        <w:t xml:space="preserve">Козинского сельсовета  Усть-Таркского района Новосибирской области. </w:t>
      </w:r>
    </w:p>
    <w:p w:rsidR="00C77439" w:rsidRPr="00D45617" w:rsidRDefault="00C77439" w:rsidP="00E9360C">
      <w:pPr>
        <w:ind w:firstLine="567"/>
        <w:jc w:val="both"/>
      </w:pPr>
    </w:p>
    <w:p w:rsidR="00C77439" w:rsidRPr="00D45617" w:rsidRDefault="00C77439" w:rsidP="00E9360C">
      <w:pPr>
        <w:ind w:firstLine="567"/>
        <w:jc w:val="both"/>
      </w:pPr>
    </w:p>
    <w:p w:rsidR="00C77439" w:rsidRPr="00D45617" w:rsidRDefault="00C77439" w:rsidP="00E9360C">
      <w:pPr>
        <w:ind w:firstLine="567"/>
        <w:jc w:val="both"/>
      </w:pPr>
    </w:p>
    <w:p w:rsidR="00C77439" w:rsidRPr="00D45617" w:rsidRDefault="00C77439" w:rsidP="00E9360C">
      <w:r w:rsidRPr="00D45617">
        <w:t xml:space="preserve">Председатель Совета депутатов                        </w:t>
      </w:r>
      <w:r>
        <w:t xml:space="preserve">                   </w:t>
      </w:r>
      <w:r w:rsidRPr="00D45617">
        <w:t xml:space="preserve">  </w:t>
      </w:r>
      <w:r>
        <w:t xml:space="preserve">           </w:t>
      </w:r>
      <w:r w:rsidRPr="00D45617">
        <w:t xml:space="preserve">Глава </w:t>
      </w:r>
      <w:r>
        <w:t xml:space="preserve">Козинского </w:t>
      </w:r>
      <w:r w:rsidRPr="00D45617">
        <w:t xml:space="preserve">сельсовета       </w:t>
      </w:r>
    </w:p>
    <w:p w:rsidR="00C77439" w:rsidRPr="00D45617" w:rsidRDefault="00C77439" w:rsidP="00E9360C">
      <w:pPr>
        <w:jc w:val="both"/>
      </w:pPr>
      <w:r>
        <w:t xml:space="preserve">Козинского </w:t>
      </w:r>
      <w:r w:rsidRPr="00D45617">
        <w:t xml:space="preserve">сельсовета                                        </w:t>
      </w:r>
      <w:r>
        <w:t xml:space="preserve">                             </w:t>
      </w:r>
      <w:r w:rsidRPr="00D45617">
        <w:t xml:space="preserve"> </w:t>
      </w:r>
      <w:r>
        <w:t xml:space="preserve"> </w:t>
      </w:r>
      <w:r w:rsidRPr="00D45617">
        <w:t xml:space="preserve">Усть-Таркского района             </w:t>
      </w:r>
    </w:p>
    <w:p w:rsidR="00C77439" w:rsidRPr="00D45617" w:rsidRDefault="00C77439" w:rsidP="00E9360C">
      <w:r w:rsidRPr="00D45617">
        <w:t xml:space="preserve">Усть-Таркского района                                        </w:t>
      </w:r>
      <w:r>
        <w:t xml:space="preserve">                              </w:t>
      </w:r>
      <w:r w:rsidRPr="00D45617">
        <w:t>Новосибирской области</w:t>
      </w:r>
    </w:p>
    <w:p w:rsidR="00C77439" w:rsidRPr="00D45617" w:rsidRDefault="00C77439" w:rsidP="00E9360C">
      <w:r w:rsidRPr="00D45617">
        <w:t>Новосибирской области</w:t>
      </w:r>
    </w:p>
    <w:p w:rsidR="00C77439" w:rsidRPr="00D45617" w:rsidRDefault="00C77439" w:rsidP="00E9360C">
      <w:pPr>
        <w:tabs>
          <w:tab w:val="center" w:pos="5244"/>
        </w:tabs>
      </w:pPr>
      <w:r w:rsidRPr="00D45617">
        <w:t>_______________</w:t>
      </w:r>
      <w:r>
        <w:t xml:space="preserve">______В.И. Панфилова                                         _____________Г.В. Уткина                                                                                            </w:t>
      </w:r>
    </w:p>
    <w:p w:rsidR="00C77439" w:rsidRPr="00D45617" w:rsidRDefault="00C77439" w:rsidP="00E9360C">
      <w:pPr>
        <w:shd w:val="clear" w:color="auto" w:fill="FFFFFF"/>
        <w:ind w:left="5760"/>
        <w:jc w:val="both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810192">
      <w:pPr>
        <w:shd w:val="clear" w:color="auto" w:fill="FFFFFF"/>
        <w:ind w:left="5400"/>
        <w:jc w:val="right"/>
        <w:rPr>
          <w:lang w:eastAsia="en-US"/>
        </w:rPr>
      </w:pPr>
    </w:p>
    <w:p w:rsidR="00C77439" w:rsidRDefault="00C77439" w:rsidP="00187C8B">
      <w:pPr>
        <w:shd w:val="clear" w:color="auto" w:fill="FFFFFF"/>
        <w:rPr>
          <w:lang w:eastAsia="en-US"/>
        </w:rPr>
      </w:pPr>
    </w:p>
    <w:p w:rsidR="00C77439" w:rsidRDefault="00C77439" w:rsidP="00187C8B">
      <w:pPr>
        <w:shd w:val="clear" w:color="auto" w:fill="FFFFFF"/>
        <w:rPr>
          <w:lang w:eastAsia="en-US"/>
        </w:rPr>
      </w:pPr>
    </w:p>
    <w:p w:rsidR="00C77439" w:rsidRDefault="00C77439" w:rsidP="00187C8B">
      <w:pPr>
        <w:shd w:val="clear" w:color="auto" w:fill="FFFFFF"/>
        <w:rPr>
          <w:lang w:eastAsia="en-US"/>
        </w:rPr>
      </w:pPr>
    </w:p>
    <w:p w:rsidR="00C77439" w:rsidRDefault="00C77439" w:rsidP="00187C8B">
      <w:pPr>
        <w:shd w:val="clear" w:color="auto" w:fill="FFFFFF"/>
        <w:rPr>
          <w:lang w:eastAsia="en-US"/>
        </w:rPr>
      </w:pPr>
    </w:p>
    <w:p w:rsidR="00C77439" w:rsidRDefault="00C77439" w:rsidP="00187C8B">
      <w:pPr>
        <w:shd w:val="clear" w:color="auto" w:fill="FFFFFF"/>
        <w:rPr>
          <w:lang w:eastAsia="en-US"/>
        </w:rPr>
      </w:pPr>
    </w:p>
    <w:p w:rsidR="00C77439" w:rsidRDefault="00C77439" w:rsidP="00187C8B">
      <w:pPr>
        <w:shd w:val="clear" w:color="auto" w:fill="FFFFFF"/>
        <w:rPr>
          <w:lang w:eastAsia="en-US"/>
        </w:rPr>
      </w:pPr>
    </w:p>
    <w:p w:rsidR="00C77439" w:rsidRDefault="00C77439" w:rsidP="00187C8B">
      <w:pPr>
        <w:shd w:val="clear" w:color="auto" w:fill="FFFFFF"/>
        <w:rPr>
          <w:lang w:eastAsia="en-US"/>
        </w:rPr>
      </w:pPr>
    </w:p>
    <w:p w:rsidR="00C77439" w:rsidRPr="001048A0" w:rsidRDefault="00C77439" w:rsidP="00810192">
      <w:pPr>
        <w:shd w:val="clear" w:color="auto" w:fill="FFFFFF"/>
        <w:ind w:left="5400"/>
        <w:jc w:val="right"/>
        <w:rPr>
          <w:lang w:eastAsia="en-US"/>
        </w:rPr>
      </w:pPr>
      <w:r w:rsidRPr="001048A0">
        <w:rPr>
          <w:lang w:eastAsia="en-US"/>
        </w:rPr>
        <w:t xml:space="preserve">Приложение </w:t>
      </w:r>
    </w:p>
    <w:p w:rsidR="00C77439" w:rsidRPr="001048A0" w:rsidRDefault="00C77439" w:rsidP="00810192">
      <w:pPr>
        <w:shd w:val="clear" w:color="auto" w:fill="FFFFFF"/>
        <w:ind w:left="5400"/>
        <w:jc w:val="right"/>
        <w:rPr>
          <w:lang w:eastAsia="en-US"/>
        </w:rPr>
      </w:pPr>
      <w:r w:rsidRPr="001048A0">
        <w:rPr>
          <w:lang w:eastAsia="en-US"/>
        </w:rPr>
        <w:t xml:space="preserve">к решению сессии </w:t>
      </w:r>
    </w:p>
    <w:p w:rsidR="00C77439" w:rsidRPr="001048A0" w:rsidRDefault="00C77439" w:rsidP="00810192">
      <w:pPr>
        <w:shd w:val="clear" w:color="auto" w:fill="FFFFFF"/>
        <w:ind w:left="5400"/>
        <w:jc w:val="right"/>
        <w:rPr>
          <w:lang w:eastAsia="en-US"/>
        </w:rPr>
      </w:pPr>
      <w:r w:rsidRPr="001048A0">
        <w:rPr>
          <w:lang w:eastAsia="en-US"/>
        </w:rPr>
        <w:t>Совета депутатов</w:t>
      </w:r>
      <w:r>
        <w:rPr>
          <w:lang w:eastAsia="en-US"/>
        </w:rPr>
        <w:t xml:space="preserve"> Козинского</w:t>
      </w:r>
      <w:r w:rsidRPr="001048A0">
        <w:rPr>
          <w:lang w:eastAsia="en-US"/>
        </w:rPr>
        <w:fldChar w:fldCharType="begin"/>
      </w:r>
      <w:r w:rsidRPr="001048A0">
        <w:rPr>
          <w:lang w:eastAsia="en-US"/>
        </w:rPr>
        <w:instrText xml:space="preserve"> MERGEFIELD "какого_совета" </w:instrText>
      </w:r>
      <w:r w:rsidRPr="001048A0">
        <w:rPr>
          <w:lang w:eastAsia="en-US"/>
        </w:rPr>
        <w:fldChar w:fldCharType="end"/>
      </w:r>
      <w:r w:rsidRPr="001048A0">
        <w:rPr>
          <w:lang w:eastAsia="en-US"/>
        </w:rPr>
        <w:t xml:space="preserve"> сельсовета</w:t>
      </w:r>
    </w:p>
    <w:p w:rsidR="00C77439" w:rsidRPr="001048A0" w:rsidRDefault="00C77439" w:rsidP="00810192">
      <w:pPr>
        <w:shd w:val="clear" w:color="auto" w:fill="FFFFFF"/>
        <w:ind w:left="5400"/>
        <w:jc w:val="right"/>
        <w:rPr>
          <w:lang w:eastAsia="en-US"/>
        </w:rPr>
      </w:pPr>
      <w:r w:rsidRPr="001048A0">
        <w:rPr>
          <w:lang w:eastAsia="en-US"/>
        </w:rPr>
        <w:t>Усть-Таркского</w:t>
      </w:r>
      <w:r>
        <w:rPr>
          <w:lang w:eastAsia="en-US"/>
        </w:rPr>
        <w:t xml:space="preserve"> района Новосибирской области от 27.12.2019 № 286</w:t>
      </w:r>
    </w:p>
    <w:p w:rsidR="00C77439" w:rsidRDefault="00C77439" w:rsidP="00810192">
      <w:pPr>
        <w:shd w:val="clear" w:color="auto" w:fill="FFFFFF"/>
        <w:ind w:left="5400"/>
        <w:jc w:val="right"/>
        <w:rPr>
          <w:sz w:val="22"/>
          <w:szCs w:val="22"/>
          <w:lang w:eastAsia="en-US"/>
        </w:rPr>
      </w:pPr>
    </w:p>
    <w:p w:rsidR="00C77439" w:rsidRPr="007C279B" w:rsidRDefault="00C77439" w:rsidP="00D45617">
      <w:pPr>
        <w:shd w:val="clear" w:color="auto" w:fill="FFFFFF"/>
        <w:rPr>
          <w:b/>
          <w:bCs/>
          <w:lang w:eastAsia="en-US"/>
        </w:rPr>
      </w:pPr>
    </w:p>
    <w:p w:rsidR="00C77439" w:rsidRPr="007C279B" w:rsidRDefault="00C77439" w:rsidP="00282743">
      <w:pPr>
        <w:shd w:val="clear" w:color="auto" w:fill="FFFFFF"/>
        <w:spacing w:line="228" w:lineRule="auto"/>
        <w:jc w:val="center"/>
        <w:rPr>
          <w:b/>
          <w:bCs/>
          <w:color w:val="000000"/>
          <w:spacing w:val="-2"/>
          <w:lang w:eastAsia="en-US"/>
        </w:rPr>
      </w:pPr>
      <w:r w:rsidRPr="007C279B">
        <w:rPr>
          <w:b/>
          <w:bCs/>
          <w:color w:val="000000"/>
          <w:spacing w:val="-2"/>
          <w:lang w:eastAsia="en-US"/>
        </w:rPr>
        <w:t>СОГЛАШЕНИЕ</w:t>
      </w:r>
    </w:p>
    <w:p w:rsidR="00C77439" w:rsidRPr="007C279B" w:rsidRDefault="00C77439" w:rsidP="00282743">
      <w:pPr>
        <w:shd w:val="clear" w:color="auto" w:fill="FFFFFF"/>
        <w:spacing w:line="228" w:lineRule="auto"/>
        <w:jc w:val="center"/>
        <w:rPr>
          <w:b/>
          <w:bCs/>
          <w:color w:val="000000"/>
          <w:spacing w:val="-2"/>
          <w:lang w:eastAsia="en-US"/>
        </w:rPr>
      </w:pPr>
      <w:r w:rsidRPr="007C279B">
        <w:rPr>
          <w:b/>
          <w:bCs/>
          <w:color w:val="000000"/>
          <w:spacing w:val="-2"/>
          <w:lang w:eastAsia="en-US"/>
        </w:rPr>
        <w:t>о передаче полномочий по решению вопросов местного значения</w:t>
      </w:r>
    </w:p>
    <w:p w:rsidR="00C77439" w:rsidRPr="007C279B" w:rsidRDefault="00C77439" w:rsidP="00282743">
      <w:pPr>
        <w:shd w:val="clear" w:color="auto" w:fill="FFFFFF"/>
        <w:jc w:val="center"/>
        <w:rPr>
          <w:b/>
          <w:bCs/>
          <w:lang w:eastAsia="en-US"/>
        </w:rPr>
      </w:pPr>
    </w:p>
    <w:tbl>
      <w:tblPr>
        <w:tblW w:w="0" w:type="auto"/>
        <w:tblInd w:w="-106" w:type="dxa"/>
        <w:tblLook w:val="01E0"/>
      </w:tblPr>
      <w:tblGrid>
        <w:gridCol w:w="4785"/>
        <w:gridCol w:w="4786"/>
      </w:tblGrid>
      <w:tr w:rsidR="00C77439" w:rsidRPr="00AC5781">
        <w:tc>
          <w:tcPr>
            <w:tcW w:w="4785" w:type="dxa"/>
          </w:tcPr>
          <w:p w:rsidR="00C77439" w:rsidRPr="00AC5781" w:rsidRDefault="00C77439" w:rsidP="004009C3">
            <w:pPr>
              <w:rPr>
                <w:b/>
                <w:bCs/>
                <w:lang w:eastAsia="en-US"/>
              </w:rPr>
            </w:pPr>
            <w:r w:rsidRPr="007C279B">
              <w:rPr>
                <w:lang w:eastAsia="en-US"/>
              </w:rPr>
              <w:fldChar w:fldCharType="begin"/>
            </w:r>
            <w:r w:rsidRPr="007C279B">
              <w:rPr>
                <w:lang w:eastAsia="en-US"/>
              </w:rPr>
              <w:instrText xml:space="preserve"> MERGEFIELD "НП" </w:instrText>
            </w:r>
            <w:r w:rsidRPr="007C279B">
              <w:rPr>
                <w:lang w:eastAsia="en-US"/>
              </w:rPr>
              <w:fldChar w:fldCharType="separate"/>
            </w:r>
            <w:r>
              <w:rPr>
                <w:noProof/>
                <w:lang w:eastAsia="en-US"/>
              </w:rPr>
              <w:t xml:space="preserve">с.  </w:t>
            </w:r>
            <w:r w:rsidRPr="007C279B">
              <w:rPr>
                <w:lang w:eastAsia="en-US"/>
              </w:rPr>
              <w:fldChar w:fldCharType="end"/>
            </w:r>
            <w:bookmarkStart w:id="0" w:name="_GoBack"/>
            <w:bookmarkEnd w:id="0"/>
            <w:r>
              <w:rPr>
                <w:lang w:eastAsia="en-US"/>
              </w:rPr>
              <w:t xml:space="preserve">Козино </w:t>
            </w:r>
            <w:r w:rsidRPr="007C279B">
              <w:rPr>
                <w:lang w:eastAsia="en-US"/>
              </w:rPr>
              <w:t xml:space="preserve">Усть-Таркского района Новосибирской области </w:t>
            </w:r>
          </w:p>
        </w:tc>
        <w:tc>
          <w:tcPr>
            <w:tcW w:w="4786" w:type="dxa"/>
          </w:tcPr>
          <w:p w:rsidR="00C77439" w:rsidRPr="007C279B" w:rsidRDefault="00C77439" w:rsidP="00F608E0">
            <w:pPr>
              <w:jc w:val="right"/>
              <w:rPr>
                <w:lang w:eastAsia="en-US"/>
              </w:rPr>
            </w:pPr>
            <w:r w:rsidRPr="007C279B">
              <w:rPr>
                <w:lang w:eastAsia="en-US"/>
              </w:rPr>
              <w:t>«</w:t>
            </w:r>
            <w:r>
              <w:rPr>
                <w:lang w:eastAsia="en-US"/>
              </w:rPr>
              <w:t xml:space="preserve">      </w:t>
            </w:r>
            <w:r w:rsidRPr="007C279B">
              <w:rPr>
                <w:lang w:eastAsia="en-US"/>
              </w:rPr>
              <w:fldChar w:fldCharType="begin"/>
            </w:r>
            <w:r w:rsidRPr="007C279B">
              <w:rPr>
                <w:lang w:eastAsia="en-US"/>
              </w:rPr>
              <w:instrText xml:space="preserve"> MERGEFIELD "сессия_день" </w:instrText>
            </w:r>
            <w:r w:rsidRPr="007C279B">
              <w:rPr>
                <w:lang w:eastAsia="en-US"/>
              </w:rPr>
              <w:fldChar w:fldCharType="end"/>
            </w:r>
            <w:r w:rsidRPr="007C279B">
              <w:rPr>
                <w:lang w:eastAsia="en-US"/>
              </w:rPr>
              <w:t>»</w:t>
            </w:r>
            <w:r>
              <w:rPr>
                <w:lang w:eastAsia="en-US"/>
              </w:rPr>
              <w:t xml:space="preserve"> ________________</w:t>
            </w:r>
            <w:r w:rsidRPr="007C279B">
              <w:rPr>
                <w:lang w:eastAsia="en-US"/>
              </w:rPr>
              <w:fldChar w:fldCharType="begin"/>
            </w:r>
            <w:r w:rsidRPr="007C279B">
              <w:rPr>
                <w:lang w:eastAsia="en-US"/>
              </w:rPr>
              <w:instrText xml:space="preserve"> MERGEFIELD "сессия_мес" </w:instrText>
            </w:r>
            <w:r w:rsidRPr="007C279B">
              <w:rPr>
                <w:lang w:eastAsia="en-US"/>
              </w:rPr>
              <w:fldChar w:fldCharType="end"/>
            </w:r>
            <w:r>
              <w:rPr>
                <w:lang w:eastAsia="en-US"/>
              </w:rPr>
              <w:t>20      г.</w:t>
            </w:r>
          </w:p>
          <w:p w:rsidR="00C77439" w:rsidRPr="00AC5781" w:rsidRDefault="00C77439" w:rsidP="00F608E0">
            <w:pPr>
              <w:jc w:val="right"/>
              <w:rPr>
                <w:b/>
                <w:bCs/>
                <w:lang w:eastAsia="en-US"/>
              </w:rPr>
            </w:pPr>
          </w:p>
        </w:tc>
      </w:tr>
    </w:tbl>
    <w:p w:rsidR="00C77439" w:rsidRPr="007C279B" w:rsidRDefault="00C77439" w:rsidP="00282743">
      <w:pPr>
        <w:shd w:val="clear" w:color="auto" w:fill="FFFFFF"/>
        <w:ind w:firstLine="709"/>
        <w:jc w:val="both"/>
        <w:rPr>
          <w:lang w:eastAsia="en-US"/>
        </w:rPr>
      </w:pPr>
    </w:p>
    <w:p w:rsidR="00C77439" w:rsidRPr="007C279B" w:rsidRDefault="00C77439" w:rsidP="00282743">
      <w:pPr>
        <w:ind w:firstLine="567"/>
        <w:jc w:val="both"/>
        <w:rPr>
          <w:lang w:eastAsia="en-US"/>
        </w:rPr>
      </w:pPr>
      <w:r w:rsidRPr="007C279B">
        <w:rPr>
          <w:lang w:eastAsia="en-US"/>
        </w:rPr>
        <w:t xml:space="preserve">Администрация </w:t>
      </w:r>
      <w:r>
        <w:rPr>
          <w:lang w:eastAsia="en-US"/>
        </w:rPr>
        <w:t>Козинского</w:t>
      </w:r>
      <w:r w:rsidRPr="007C279B">
        <w:rPr>
          <w:lang w:eastAsia="en-US"/>
        </w:rPr>
        <w:fldChar w:fldCharType="begin"/>
      </w:r>
      <w:r w:rsidRPr="007C279B">
        <w:rPr>
          <w:lang w:eastAsia="en-US"/>
        </w:rPr>
        <w:instrText xml:space="preserve"> MERGEFIELD "какого_совета" </w:instrText>
      </w:r>
      <w:r w:rsidRPr="007C279B">
        <w:rPr>
          <w:lang w:eastAsia="en-US"/>
        </w:rPr>
        <w:fldChar w:fldCharType="end"/>
      </w:r>
      <w:r w:rsidRPr="007C279B">
        <w:rPr>
          <w:lang w:eastAsia="en-US"/>
        </w:rPr>
        <w:t xml:space="preserve"> сельсовета Усть-Таркского района Новосибирской области, в лице Главы </w:t>
      </w:r>
      <w:r>
        <w:rPr>
          <w:lang w:eastAsia="en-US"/>
        </w:rPr>
        <w:t>Козинского с</w:t>
      </w:r>
      <w:r w:rsidRPr="007C279B">
        <w:rPr>
          <w:lang w:eastAsia="en-US"/>
        </w:rPr>
        <w:t>ельсовета Усть-Таркского района Новосибирской области</w:t>
      </w:r>
      <w:r>
        <w:rPr>
          <w:lang w:eastAsia="en-US"/>
        </w:rPr>
        <w:t xml:space="preserve"> </w:t>
      </w:r>
      <w:r w:rsidRPr="00A142BF">
        <w:rPr>
          <w:b/>
          <w:bCs/>
          <w:lang w:eastAsia="en-US"/>
        </w:rPr>
        <w:t>Уткиной Галины Васильевны</w:t>
      </w:r>
      <w:r w:rsidRPr="007C279B">
        <w:rPr>
          <w:lang w:eastAsia="en-US"/>
        </w:rPr>
        <w:t>, действующе</w:t>
      </w:r>
      <w:r>
        <w:rPr>
          <w:lang w:eastAsia="en-US"/>
        </w:rPr>
        <w:t>й</w:t>
      </w:r>
      <w:r w:rsidRPr="007C279B">
        <w:rPr>
          <w:lang w:eastAsia="en-US"/>
        </w:rPr>
        <w:t xml:space="preserve"> на основании Устава </w:t>
      </w:r>
      <w:r>
        <w:rPr>
          <w:lang w:eastAsia="en-US"/>
        </w:rPr>
        <w:t>Козинского</w:t>
      </w:r>
      <w:r w:rsidRPr="007C279B">
        <w:rPr>
          <w:lang w:eastAsia="en-US"/>
        </w:rPr>
        <w:fldChar w:fldCharType="begin"/>
      </w:r>
      <w:r w:rsidRPr="007C279B">
        <w:rPr>
          <w:lang w:eastAsia="en-US"/>
        </w:rPr>
        <w:instrText xml:space="preserve"> MERGEFIELD "какого_совета" </w:instrText>
      </w:r>
      <w:r w:rsidRPr="007C279B">
        <w:rPr>
          <w:lang w:eastAsia="en-US"/>
        </w:rPr>
        <w:fldChar w:fldCharType="end"/>
      </w:r>
      <w:r w:rsidRPr="007C279B">
        <w:rPr>
          <w:lang w:eastAsia="en-US"/>
        </w:rPr>
        <w:t xml:space="preserve"> сельсовета Усть-Таркского района Новосибирской области и </w:t>
      </w:r>
      <w:r>
        <w:rPr>
          <w:lang w:eastAsia="en-US"/>
        </w:rPr>
        <w:t>а</w:t>
      </w:r>
      <w:r w:rsidRPr="007C279B">
        <w:rPr>
          <w:lang w:eastAsia="en-US"/>
        </w:rPr>
        <w:t>дминистрация Усть-Таркского района</w:t>
      </w:r>
      <w:r>
        <w:rPr>
          <w:lang w:eastAsia="en-US"/>
        </w:rPr>
        <w:t xml:space="preserve"> Новосибирской области</w:t>
      </w:r>
      <w:r w:rsidRPr="007C279B">
        <w:rPr>
          <w:lang w:eastAsia="en-US"/>
        </w:rPr>
        <w:t xml:space="preserve">, в лице Главы Усть-Таркского района Новосибирской области </w:t>
      </w:r>
      <w:r w:rsidRPr="006F304A">
        <w:rPr>
          <w:b/>
          <w:bCs/>
          <w:lang w:eastAsia="en-US"/>
        </w:rPr>
        <w:t>Турлакова Александра Петровича</w:t>
      </w:r>
      <w:r w:rsidRPr="007C279B">
        <w:rPr>
          <w:lang w:eastAsia="en-US"/>
        </w:rPr>
        <w:t xml:space="preserve">, действующего на основании Устава Усть-Таркского района Новосибирской области, </w:t>
      </w:r>
      <w:r>
        <w:rPr>
          <w:lang w:eastAsia="en-US"/>
        </w:rPr>
        <w:t xml:space="preserve"> </w:t>
      </w:r>
      <w:r w:rsidRPr="007C279B">
        <w:rPr>
          <w:lang w:eastAsia="en-US"/>
        </w:rPr>
        <w:t>далее именуемые «Стороны», в соответствии с частью 4 статьи 15 Федерального закона от 06.02.2003 №131-ФЗ «Об общих принципах организации местного самоуправления в Российской Федерации», Бюджетным кодексом Российской Федерации, заключили настоящее Соглашение о нижеследующем.</w:t>
      </w:r>
    </w:p>
    <w:p w:rsidR="00C77439" w:rsidRPr="007C279B" w:rsidRDefault="00C77439" w:rsidP="00282743">
      <w:pPr>
        <w:shd w:val="clear" w:color="auto" w:fill="FFFFFF"/>
        <w:spacing w:line="228" w:lineRule="auto"/>
        <w:ind w:firstLine="567"/>
        <w:jc w:val="both"/>
        <w:rPr>
          <w:color w:val="000000"/>
          <w:lang w:eastAsia="en-US"/>
        </w:rPr>
      </w:pPr>
    </w:p>
    <w:p w:rsidR="00C77439" w:rsidRPr="00D45617" w:rsidRDefault="00C77439" w:rsidP="00D45617">
      <w:pPr>
        <w:shd w:val="clear" w:color="auto" w:fill="FFFFFF"/>
        <w:spacing w:line="228" w:lineRule="auto"/>
        <w:jc w:val="center"/>
        <w:rPr>
          <w:b/>
          <w:bCs/>
          <w:color w:val="000000"/>
          <w:spacing w:val="-2"/>
          <w:lang w:eastAsia="en-US"/>
        </w:rPr>
      </w:pPr>
      <w:r w:rsidRPr="007C279B">
        <w:rPr>
          <w:b/>
          <w:bCs/>
          <w:color w:val="000000"/>
          <w:spacing w:val="-2"/>
          <w:lang w:eastAsia="en-US"/>
        </w:rPr>
        <w:t>1.</w:t>
      </w:r>
      <w:r>
        <w:rPr>
          <w:b/>
          <w:bCs/>
          <w:color w:val="000000"/>
          <w:spacing w:val="-2"/>
          <w:lang w:eastAsia="en-US"/>
        </w:rPr>
        <w:t xml:space="preserve"> </w:t>
      </w:r>
      <w:r w:rsidRPr="007C279B">
        <w:rPr>
          <w:b/>
          <w:bCs/>
          <w:color w:val="000000"/>
          <w:spacing w:val="-2"/>
          <w:lang w:eastAsia="en-US"/>
        </w:rPr>
        <w:t>Предмет Соглашения</w:t>
      </w:r>
    </w:p>
    <w:p w:rsidR="00C77439" w:rsidRPr="00327CCE" w:rsidRDefault="00C77439" w:rsidP="0028274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27CCE">
        <w:rPr>
          <w:color w:val="000000"/>
        </w:rPr>
        <w:t xml:space="preserve">1.1.Предметом настоящего Соглашения является передача </w:t>
      </w:r>
      <w:r>
        <w:rPr>
          <w:lang w:eastAsia="en-US"/>
        </w:rPr>
        <w:t>а</w:t>
      </w:r>
      <w:r w:rsidRPr="00327CCE">
        <w:rPr>
          <w:lang w:eastAsia="en-US"/>
        </w:rPr>
        <w:t>дминистрации Усть-Таркского района</w:t>
      </w:r>
      <w:r>
        <w:rPr>
          <w:lang w:eastAsia="en-US"/>
        </w:rPr>
        <w:t xml:space="preserve"> Новосибирской области</w:t>
      </w:r>
      <w:r w:rsidRPr="00327CCE">
        <w:rPr>
          <w:color w:val="000000"/>
        </w:rPr>
        <w:t xml:space="preserve"> полномочий </w:t>
      </w:r>
      <w:r>
        <w:rPr>
          <w:lang w:eastAsia="en-US"/>
        </w:rPr>
        <w:t>а</w:t>
      </w:r>
      <w:r w:rsidRPr="00327CCE">
        <w:rPr>
          <w:lang w:eastAsia="en-US"/>
        </w:rPr>
        <w:t xml:space="preserve">дминистрации </w:t>
      </w:r>
      <w:r>
        <w:rPr>
          <w:lang w:eastAsia="en-US"/>
        </w:rPr>
        <w:t>Козинского</w:t>
      </w:r>
      <w:r w:rsidRPr="00327CCE">
        <w:rPr>
          <w:lang w:eastAsia="en-US"/>
        </w:rPr>
        <w:fldChar w:fldCharType="begin"/>
      </w:r>
      <w:r w:rsidRPr="00327CCE">
        <w:rPr>
          <w:lang w:eastAsia="en-US"/>
        </w:rPr>
        <w:instrText xml:space="preserve"> MERGEFIELD "какого_совета" </w:instrText>
      </w:r>
      <w:r w:rsidRPr="00327CCE">
        <w:rPr>
          <w:lang w:eastAsia="en-US"/>
        </w:rPr>
        <w:fldChar w:fldCharType="end"/>
      </w:r>
      <w:r w:rsidRPr="00327CCE">
        <w:rPr>
          <w:lang w:eastAsia="en-US"/>
        </w:rPr>
        <w:t xml:space="preserve"> сельсовета Усть-Таркского района </w:t>
      </w:r>
      <w:r w:rsidRPr="00327CCE">
        <w:rPr>
          <w:color w:val="000000"/>
        </w:rPr>
        <w:t>Новосибирской области по решению вопросов местного значения:</w:t>
      </w:r>
    </w:p>
    <w:p w:rsidR="00C77439" w:rsidRPr="00327CCE" w:rsidRDefault="00C77439" w:rsidP="00282743">
      <w:pPr>
        <w:pStyle w:val="ConsPlusNormal"/>
        <w:ind w:firstLine="540"/>
        <w:jc w:val="both"/>
      </w:pPr>
      <w:r w:rsidRPr="00327CCE">
        <w:t>- создание условий для организации досуга и обеспечения жителей поселени</w:t>
      </w:r>
      <w:r>
        <w:t>я услугами организаций культуры</w:t>
      </w:r>
      <w:r w:rsidRPr="00327CCE">
        <w:t>, в том числе:</w:t>
      </w:r>
    </w:p>
    <w:p w:rsidR="00C77439" w:rsidRPr="00327CCE" w:rsidRDefault="00C77439" w:rsidP="00F46E20">
      <w:pPr>
        <w:pStyle w:val="ListParagraph"/>
        <w:numPr>
          <w:ilvl w:val="0"/>
          <w:numId w:val="7"/>
        </w:numPr>
        <w:jc w:val="both"/>
      </w:pPr>
      <w:r w:rsidRPr="00327CCE">
        <w:t xml:space="preserve">координация деятельности учреждений культуры в целях проведения государственной политики в сфере культуры, решение творческих проблем и вопросов; </w:t>
      </w:r>
    </w:p>
    <w:p w:rsidR="00C77439" w:rsidRPr="00327CCE" w:rsidRDefault="00C77439" w:rsidP="00F46E20">
      <w:pPr>
        <w:pStyle w:val="ListParagraph"/>
        <w:numPr>
          <w:ilvl w:val="0"/>
          <w:numId w:val="7"/>
        </w:numPr>
        <w:jc w:val="both"/>
      </w:pPr>
      <w:r w:rsidRPr="00327CCE">
        <w:t xml:space="preserve">организация сбора статистических показателей, характеризующих состояние сферы культуры муниципального образования и предоставление указанных данных органам государственной власти в порядке, установленном Правительством Российской Федерации; </w:t>
      </w:r>
    </w:p>
    <w:p w:rsidR="00C77439" w:rsidRPr="00327CCE" w:rsidRDefault="00C77439" w:rsidP="00F46E20">
      <w:pPr>
        <w:pStyle w:val="ListParagraph"/>
        <w:numPr>
          <w:ilvl w:val="0"/>
          <w:numId w:val="7"/>
        </w:numPr>
        <w:jc w:val="both"/>
      </w:pPr>
      <w:r w:rsidRPr="00327CCE">
        <w:t xml:space="preserve">разработка и внедрение в практику работы учреждений культуры новых форм и методов работы; </w:t>
      </w:r>
    </w:p>
    <w:p w:rsidR="00C77439" w:rsidRPr="00327CCE" w:rsidRDefault="00C77439" w:rsidP="00F46E20">
      <w:pPr>
        <w:pStyle w:val="ListParagraph"/>
        <w:numPr>
          <w:ilvl w:val="0"/>
          <w:numId w:val="7"/>
        </w:numPr>
        <w:jc w:val="both"/>
      </w:pPr>
      <w:r w:rsidRPr="00327CCE">
        <w:t xml:space="preserve">обеспечение внестационарного культурного обслуживания населения; </w:t>
      </w:r>
    </w:p>
    <w:p w:rsidR="00C77439" w:rsidRPr="00327CCE" w:rsidRDefault="00C77439" w:rsidP="00F46E20">
      <w:pPr>
        <w:pStyle w:val="ListParagraph"/>
        <w:numPr>
          <w:ilvl w:val="0"/>
          <w:numId w:val="7"/>
        </w:numPr>
        <w:jc w:val="both"/>
      </w:pPr>
      <w:r w:rsidRPr="00327CCE">
        <w:t xml:space="preserve">организация конкурсов, фестивалей с привлечением коллективов и участников художественной самодеятельности поселения; </w:t>
      </w:r>
    </w:p>
    <w:p w:rsidR="00C77439" w:rsidRPr="00327CCE" w:rsidRDefault="00C77439" w:rsidP="00F46E20">
      <w:pPr>
        <w:pStyle w:val="ListParagraph"/>
        <w:numPr>
          <w:ilvl w:val="0"/>
          <w:numId w:val="7"/>
        </w:numPr>
        <w:jc w:val="both"/>
      </w:pPr>
      <w:r w:rsidRPr="00327CCE">
        <w:t xml:space="preserve">разработка муниципальных и ведомственных программ развития и сохранения культуры; </w:t>
      </w:r>
    </w:p>
    <w:p w:rsidR="00C77439" w:rsidRPr="00327CCE" w:rsidRDefault="00C77439" w:rsidP="00F46E20">
      <w:pPr>
        <w:pStyle w:val="ListParagraph"/>
        <w:numPr>
          <w:ilvl w:val="0"/>
          <w:numId w:val="7"/>
        </w:numPr>
        <w:jc w:val="both"/>
      </w:pPr>
      <w:r w:rsidRPr="00327CCE">
        <w:t xml:space="preserve">обеспечение информационно-методической и практической помощи работникам учреждений культуры, подбор, подготовка, повышение квалификации специалистов в области культуры; </w:t>
      </w:r>
    </w:p>
    <w:p w:rsidR="00C77439" w:rsidRPr="00327CCE" w:rsidRDefault="00C77439" w:rsidP="00F46E20">
      <w:pPr>
        <w:pStyle w:val="ListParagraph"/>
        <w:numPr>
          <w:ilvl w:val="0"/>
          <w:numId w:val="7"/>
        </w:numPr>
        <w:jc w:val="both"/>
      </w:pPr>
      <w:r w:rsidRPr="00327CCE">
        <w:t xml:space="preserve">организация инженерно-технического обслуживания (транспортные средства, световые и звукоусилительные устройства, кино-видеооборудование); </w:t>
      </w:r>
    </w:p>
    <w:p w:rsidR="00C77439" w:rsidRPr="00327CCE" w:rsidRDefault="00C77439" w:rsidP="00F46E20">
      <w:pPr>
        <w:pStyle w:val="ListParagraph"/>
        <w:numPr>
          <w:ilvl w:val="0"/>
          <w:numId w:val="7"/>
        </w:numPr>
        <w:jc w:val="both"/>
      </w:pPr>
      <w:r w:rsidRPr="00327CCE">
        <w:t xml:space="preserve">организация работы по охране труда, технике электро- и пожарной безопасности, ГО и ЧС, лицензирование учреждений; </w:t>
      </w:r>
    </w:p>
    <w:p w:rsidR="00C77439" w:rsidRPr="00327CCE" w:rsidRDefault="00C77439" w:rsidP="00F46E20">
      <w:pPr>
        <w:pStyle w:val="ListParagraph"/>
        <w:numPr>
          <w:ilvl w:val="0"/>
          <w:numId w:val="7"/>
        </w:numPr>
        <w:jc w:val="both"/>
      </w:pPr>
      <w:r w:rsidRPr="00327CCE">
        <w:t xml:space="preserve">организация учёта финансово-хозяйственной деятельности учреждений культуры, основных материальных фондов; </w:t>
      </w:r>
    </w:p>
    <w:p w:rsidR="00C77439" w:rsidRPr="00327CCE" w:rsidRDefault="00C77439" w:rsidP="00F46E20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</w:pPr>
      <w:r w:rsidRPr="00327CCE">
        <w:t>создание структуры и штатной численности технического персонала;</w:t>
      </w:r>
    </w:p>
    <w:p w:rsidR="00C77439" w:rsidRPr="00327CCE" w:rsidRDefault="00C77439" w:rsidP="00F46E20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</w:pPr>
      <w:r w:rsidRPr="00327CCE">
        <w:t xml:space="preserve"> обеспечение технического персонала инвентарём и спецодеждой для обслуживания объектов    культуры;</w:t>
      </w:r>
    </w:p>
    <w:p w:rsidR="00C77439" w:rsidRPr="00327CCE" w:rsidRDefault="00C77439" w:rsidP="00F46E20">
      <w:pPr>
        <w:pStyle w:val="ListParagraph"/>
        <w:numPr>
          <w:ilvl w:val="0"/>
          <w:numId w:val="7"/>
        </w:numPr>
        <w:jc w:val="both"/>
      </w:pPr>
      <w:r w:rsidRPr="00327CCE">
        <w:t xml:space="preserve">правовое регулирование: подготовка нормативно-правовых документов, регулирующих деятельность учреждений культуры (договора, соглашения, уставы и т.д.); </w:t>
      </w:r>
    </w:p>
    <w:p w:rsidR="00C77439" w:rsidRPr="00327CCE" w:rsidRDefault="00C77439" w:rsidP="00282743">
      <w:pPr>
        <w:pStyle w:val="ConsPlusNormal"/>
        <w:ind w:firstLine="540"/>
        <w:jc w:val="both"/>
      </w:pPr>
      <w:r w:rsidRPr="00327CCE">
        <w:rPr>
          <w:color w:val="000000"/>
        </w:rPr>
        <w:t xml:space="preserve">Передача </w:t>
      </w:r>
      <w:r>
        <w:rPr>
          <w:lang w:eastAsia="en-US"/>
        </w:rPr>
        <w:t>а</w:t>
      </w:r>
      <w:r w:rsidRPr="00327CCE">
        <w:rPr>
          <w:lang w:eastAsia="en-US"/>
        </w:rPr>
        <w:t>дминистрации Усть-Таркского района</w:t>
      </w:r>
      <w:r w:rsidRPr="00327CCE">
        <w:rPr>
          <w:color w:val="000000"/>
        </w:rPr>
        <w:t xml:space="preserve"> Новосибирской области полномочий </w:t>
      </w:r>
      <w:r>
        <w:rPr>
          <w:lang w:eastAsia="en-US"/>
        </w:rPr>
        <w:t>а</w:t>
      </w:r>
      <w:r w:rsidRPr="00327CCE">
        <w:rPr>
          <w:lang w:eastAsia="en-US"/>
        </w:rPr>
        <w:t xml:space="preserve">дминистрации </w:t>
      </w:r>
      <w:r>
        <w:rPr>
          <w:lang w:eastAsia="en-US"/>
        </w:rPr>
        <w:t>Козинского</w:t>
      </w:r>
      <w:r w:rsidRPr="00327CCE">
        <w:rPr>
          <w:lang w:eastAsia="en-US"/>
        </w:rPr>
        <w:fldChar w:fldCharType="begin"/>
      </w:r>
      <w:r w:rsidRPr="00327CCE">
        <w:rPr>
          <w:lang w:eastAsia="en-US"/>
        </w:rPr>
        <w:instrText xml:space="preserve"> MERGEFIELD "какого_совета" </w:instrText>
      </w:r>
      <w:r w:rsidRPr="00327CCE">
        <w:rPr>
          <w:lang w:eastAsia="en-US"/>
        </w:rPr>
        <w:fldChar w:fldCharType="end"/>
      </w:r>
      <w:r w:rsidRPr="00327CCE">
        <w:rPr>
          <w:lang w:eastAsia="en-US"/>
        </w:rPr>
        <w:t xml:space="preserve"> сельсовета Усть-Таркского района </w:t>
      </w:r>
      <w:r w:rsidRPr="00327CCE">
        <w:rPr>
          <w:color w:val="000000"/>
        </w:rPr>
        <w:t xml:space="preserve">Новосибирской области по решению вопросов местного значения указанных в пункте 1.1., производится </w:t>
      </w:r>
      <w:r w:rsidRPr="00327CCE">
        <w:t xml:space="preserve">за счет межбюджетных трансфертов, предоставляемых из бюджета </w:t>
      </w:r>
      <w:r>
        <w:t xml:space="preserve">Козинского </w:t>
      </w:r>
      <w:r w:rsidRPr="00327CCE">
        <w:rPr>
          <w:lang w:eastAsia="en-US"/>
        </w:rPr>
        <w:t xml:space="preserve">сельсовета Усть-Таркского района </w:t>
      </w:r>
      <w:r w:rsidRPr="00327CCE">
        <w:rPr>
          <w:color w:val="000000"/>
        </w:rPr>
        <w:t>Новосибирской области</w:t>
      </w:r>
      <w:r w:rsidRPr="00327CCE">
        <w:t xml:space="preserve"> в бюджет </w:t>
      </w:r>
      <w:r w:rsidRPr="00327CCE">
        <w:rPr>
          <w:lang w:eastAsia="en-US"/>
        </w:rPr>
        <w:t xml:space="preserve">Усть-Таркского района </w:t>
      </w:r>
      <w:r w:rsidRPr="00327CCE">
        <w:t xml:space="preserve">Новосибирской области в соответствии с Бюджетным </w:t>
      </w:r>
      <w:hyperlink r:id="rId7" w:history="1">
        <w:r w:rsidRPr="00327CCE">
          <w:rPr>
            <w:color w:val="0000FF"/>
          </w:rPr>
          <w:t>кодексом</w:t>
        </w:r>
      </w:hyperlink>
      <w:r w:rsidRPr="00327CCE">
        <w:t xml:space="preserve"> Российской Федерации.</w:t>
      </w:r>
    </w:p>
    <w:p w:rsidR="00C77439" w:rsidRPr="007C279B" w:rsidRDefault="00C77439" w:rsidP="00282743">
      <w:pPr>
        <w:shd w:val="clear" w:color="auto" w:fill="FFFFFF"/>
        <w:spacing w:line="228" w:lineRule="auto"/>
        <w:jc w:val="center"/>
        <w:rPr>
          <w:b/>
          <w:bCs/>
        </w:rPr>
      </w:pPr>
    </w:p>
    <w:p w:rsidR="00C77439" w:rsidRDefault="00C77439" w:rsidP="00D45617">
      <w:pPr>
        <w:shd w:val="clear" w:color="auto" w:fill="FFFFFF"/>
        <w:spacing w:line="228" w:lineRule="auto"/>
        <w:jc w:val="center"/>
        <w:rPr>
          <w:b/>
          <w:bCs/>
          <w:color w:val="000000"/>
          <w:spacing w:val="-2"/>
          <w:lang w:eastAsia="en-US"/>
        </w:rPr>
      </w:pPr>
      <w:r w:rsidRPr="007C279B">
        <w:rPr>
          <w:b/>
          <w:bCs/>
          <w:color w:val="000000"/>
          <w:spacing w:val="-2"/>
          <w:lang w:eastAsia="en-US"/>
        </w:rPr>
        <w:t xml:space="preserve">2. Полномочия и обязанности администрации </w:t>
      </w:r>
      <w:r w:rsidRPr="007C279B">
        <w:rPr>
          <w:b/>
          <w:bCs/>
          <w:color w:val="000000"/>
          <w:spacing w:val="-2"/>
          <w:lang w:eastAsia="en-US"/>
        </w:rPr>
        <w:fldChar w:fldCharType="begin"/>
      </w:r>
      <w:r w:rsidRPr="007C279B">
        <w:rPr>
          <w:b/>
          <w:bCs/>
          <w:color w:val="000000"/>
          <w:spacing w:val="-2"/>
          <w:lang w:eastAsia="en-US"/>
        </w:rPr>
        <w:instrText xml:space="preserve"> MERGEFIELD "какого_совета" </w:instrText>
      </w:r>
      <w:r w:rsidRPr="007C279B">
        <w:rPr>
          <w:b/>
          <w:bCs/>
          <w:color w:val="000000"/>
          <w:spacing w:val="-2"/>
          <w:lang w:eastAsia="en-US"/>
        </w:rPr>
        <w:fldChar w:fldCharType="end"/>
      </w:r>
      <w:r>
        <w:rPr>
          <w:b/>
          <w:bCs/>
          <w:color w:val="000000"/>
          <w:spacing w:val="-2"/>
          <w:lang w:eastAsia="en-US"/>
        </w:rPr>
        <w:t xml:space="preserve">Козинского </w:t>
      </w:r>
      <w:r w:rsidRPr="007C279B">
        <w:rPr>
          <w:b/>
          <w:bCs/>
          <w:color w:val="000000"/>
          <w:spacing w:val="-2"/>
          <w:lang w:eastAsia="en-US"/>
        </w:rPr>
        <w:t xml:space="preserve">сельсовета </w:t>
      </w:r>
    </w:p>
    <w:p w:rsidR="00C77439" w:rsidRPr="00D45617" w:rsidRDefault="00C77439" w:rsidP="00D45617">
      <w:pPr>
        <w:shd w:val="clear" w:color="auto" w:fill="FFFFFF"/>
        <w:spacing w:line="228" w:lineRule="auto"/>
        <w:jc w:val="center"/>
        <w:rPr>
          <w:b/>
          <w:bCs/>
          <w:color w:val="000000"/>
          <w:spacing w:val="-2"/>
          <w:lang w:eastAsia="en-US"/>
        </w:rPr>
      </w:pPr>
      <w:r w:rsidRPr="007C279B">
        <w:rPr>
          <w:b/>
          <w:bCs/>
          <w:color w:val="000000"/>
          <w:spacing w:val="-2"/>
          <w:lang w:eastAsia="en-US"/>
        </w:rPr>
        <w:t xml:space="preserve">Усть-Таркского района Новосибирской области </w:t>
      </w:r>
    </w:p>
    <w:p w:rsidR="00C77439" w:rsidRPr="007C279B" w:rsidRDefault="00C77439" w:rsidP="0028274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C279B">
        <w:rPr>
          <w:color w:val="000000"/>
        </w:rPr>
        <w:t xml:space="preserve">2.1.Администрация </w:t>
      </w:r>
      <w:r>
        <w:rPr>
          <w:color w:val="000000"/>
        </w:rPr>
        <w:t xml:space="preserve">Козинского </w:t>
      </w:r>
      <w:r w:rsidRPr="007C279B">
        <w:rPr>
          <w:lang w:eastAsia="en-US"/>
        </w:rPr>
        <w:fldChar w:fldCharType="begin"/>
      </w:r>
      <w:r w:rsidRPr="007C279B">
        <w:rPr>
          <w:lang w:eastAsia="en-US"/>
        </w:rPr>
        <w:instrText xml:space="preserve"> MERGEFIELD "какого_совета" </w:instrText>
      </w:r>
      <w:r w:rsidRPr="007C279B">
        <w:rPr>
          <w:lang w:eastAsia="en-US"/>
        </w:rPr>
        <w:fldChar w:fldCharType="end"/>
      </w:r>
      <w:r w:rsidRPr="007C279B">
        <w:t>сельсовета Усть-Таркского района Новосибирской области:</w:t>
      </w:r>
    </w:p>
    <w:p w:rsidR="00C77439" w:rsidRPr="007C279B" w:rsidRDefault="00C77439" w:rsidP="0028274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C279B">
        <w:rPr>
          <w:lang w:eastAsia="en-US"/>
        </w:rPr>
        <w:t>1) передает межбюджетные трансферты бюджету Усть-Таркского района Новосибирской области на осуществление переданных полномочий;</w:t>
      </w:r>
    </w:p>
    <w:p w:rsidR="00C77439" w:rsidRPr="007C279B" w:rsidRDefault="00C77439" w:rsidP="0028274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C279B">
        <w:rPr>
          <w:lang w:eastAsia="en-US"/>
        </w:rPr>
        <w:t>2)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C77439" w:rsidRPr="007C279B" w:rsidRDefault="00C77439" w:rsidP="0028274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C279B">
        <w:rPr>
          <w:lang w:eastAsia="en-US"/>
        </w:rPr>
        <w:t xml:space="preserve">3) имеет право приостановить перечисление предусмотренных настоящим Соглашением межбюджетных трансфертов в случае неисполнения </w:t>
      </w:r>
      <w:r>
        <w:rPr>
          <w:lang w:eastAsia="en-US"/>
        </w:rPr>
        <w:t>а</w:t>
      </w:r>
      <w:r w:rsidRPr="007C279B">
        <w:rPr>
          <w:lang w:eastAsia="en-US"/>
        </w:rPr>
        <w:t>дминистрацией Усть-Таркского района</w:t>
      </w:r>
      <w:r>
        <w:rPr>
          <w:lang w:eastAsia="en-US"/>
        </w:rPr>
        <w:t xml:space="preserve"> </w:t>
      </w:r>
      <w:r w:rsidRPr="00327CCE">
        <w:rPr>
          <w:color w:val="000000"/>
        </w:rPr>
        <w:t>Новосибирской области</w:t>
      </w:r>
      <w:r w:rsidRPr="007C279B">
        <w:rPr>
          <w:lang w:eastAsia="en-US"/>
        </w:rPr>
        <w:t xml:space="preserve"> переданных по настоящему Соглашению полномочий;</w:t>
      </w:r>
    </w:p>
    <w:p w:rsidR="00C77439" w:rsidRPr="007C279B" w:rsidRDefault="00C77439" w:rsidP="0028274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C279B">
        <w:rPr>
          <w:lang w:eastAsia="en-US"/>
        </w:rPr>
        <w:t>4) в</w:t>
      </w:r>
      <w:r w:rsidRPr="007C279B">
        <w:rPr>
          <w:color w:val="000000"/>
        </w:rPr>
        <w:t xml:space="preserve">зыскивает в установленном порядке использованные не по целевому назначению средства, предоставленные на осуществление полномочий, предусмотренных в разделе 1 настоящего Соглашения; </w:t>
      </w:r>
    </w:p>
    <w:p w:rsidR="00C77439" w:rsidRPr="007C279B" w:rsidRDefault="00C77439" w:rsidP="0028274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C279B">
        <w:rPr>
          <w:lang w:eastAsia="en-US"/>
        </w:rPr>
        <w:t>5) к</w:t>
      </w:r>
      <w:r w:rsidRPr="007C279B">
        <w:rPr>
          <w:color w:val="000000"/>
        </w:rPr>
        <w:t>онтролирует осуществление администрацией Усть-Таркского района</w:t>
      </w:r>
      <w:r>
        <w:rPr>
          <w:color w:val="000000"/>
        </w:rPr>
        <w:t xml:space="preserve"> </w:t>
      </w:r>
      <w:r w:rsidRPr="00327CCE">
        <w:rPr>
          <w:color w:val="000000"/>
        </w:rPr>
        <w:t>Новосибирской области</w:t>
      </w:r>
      <w:r w:rsidRPr="007C279B">
        <w:rPr>
          <w:color w:val="000000"/>
        </w:rPr>
        <w:t xml:space="preserve"> полномочий, предусмотренных в разделе 1 настоящего Соглашения, а также целевое использование предоставленных на эти цели финансовых средств;</w:t>
      </w:r>
    </w:p>
    <w:p w:rsidR="00C77439" w:rsidRPr="007C279B" w:rsidRDefault="00C77439" w:rsidP="0028274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C279B">
        <w:rPr>
          <w:lang w:eastAsia="en-US"/>
        </w:rPr>
        <w:t xml:space="preserve">6) </w:t>
      </w:r>
      <w:r w:rsidRPr="007C279B">
        <w:rPr>
          <w:color w:val="000000"/>
        </w:rPr>
        <w:t>запрашивает у администрации Усть-Таркского района</w:t>
      </w:r>
      <w:r>
        <w:rPr>
          <w:color w:val="000000"/>
        </w:rPr>
        <w:t xml:space="preserve"> </w:t>
      </w:r>
      <w:r w:rsidRPr="00327CCE">
        <w:rPr>
          <w:color w:val="000000"/>
        </w:rPr>
        <w:t>Новосибирской области</w:t>
      </w:r>
      <w:r w:rsidRPr="007C279B">
        <w:rPr>
          <w:color w:val="000000"/>
        </w:rPr>
        <w:t xml:space="preserve"> документы, отчеты и иную информацию, связанную с выполнением переданных ей полномочий;</w:t>
      </w:r>
    </w:p>
    <w:p w:rsidR="00C77439" w:rsidRPr="007C279B" w:rsidRDefault="00C77439" w:rsidP="0028274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7C279B">
        <w:rPr>
          <w:lang w:eastAsia="en-US"/>
        </w:rPr>
        <w:t>7)</w:t>
      </w:r>
      <w:r>
        <w:rPr>
          <w:lang w:eastAsia="en-US"/>
        </w:rPr>
        <w:t xml:space="preserve"> </w:t>
      </w:r>
      <w:r w:rsidRPr="007C279B">
        <w:rPr>
          <w:lang w:eastAsia="en-US"/>
        </w:rPr>
        <w:t xml:space="preserve">направляет в администрацию Усть-Таркского района </w:t>
      </w:r>
      <w:r w:rsidRPr="00327CCE">
        <w:rPr>
          <w:color w:val="000000"/>
        </w:rPr>
        <w:t xml:space="preserve">Новосибирской области </w:t>
      </w:r>
      <w:r w:rsidRPr="007C279B">
        <w:rPr>
          <w:lang w:eastAsia="en-US"/>
        </w:rPr>
        <w:t>предложения о проведении мероприятий, которые могут включать рекомендации по срокам, целям, задачам и исполнителям проводимых мероприятий, способы их проведения;</w:t>
      </w:r>
    </w:p>
    <w:p w:rsidR="00C77439" w:rsidRPr="007C279B" w:rsidRDefault="00C77439" w:rsidP="0028274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C279B">
        <w:t xml:space="preserve">8) </w:t>
      </w:r>
      <w:r w:rsidRPr="007C279B">
        <w:rPr>
          <w:color w:val="000000"/>
        </w:rPr>
        <w:t>согласовывает распорядок работы культурно-досугового учреждения с администрацией Усть-Таркского района</w:t>
      </w:r>
      <w:r>
        <w:rPr>
          <w:color w:val="000000"/>
        </w:rPr>
        <w:t xml:space="preserve"> </w:t>
      </w:r>
      <w:r w:rsidRPr="00327CCE">
        <w:rPr>
          <w:color w:val="000000"/>
        </w:rPr>
        <w:t>Новосибирской области</w:t>
      </w:r>
      <w:r w:rsidRPr="007C279B">
        <w:rPr>
          <w:color w:val="000000"/>
        </w:rPr>
        <w:t>;</w:t>
      </w:r>
    </w:p>
    <w:p w:rsidR="00C77439" w:rsidRPr="007C279B" w:rsidRDefault="00C77439" w:rsidP="0028274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7C279B">
        <w:rPr>
          <w:color w:val="000000"/>
        </w:rPr>
        <w:t>10) заслушивает отчеты о деятельности культурно-досугового учреждения.</w:t>
      </w:r>
    </w:p>
    <w:p w:rsidR="00C77439" w:rsidRPr="00327CCE" w:rsidRDefault="00C77439" w:rsidP="0028274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327CCE">
        <w:t xml:space="preserve">2.2. В целях осуществления полномочий настоящего соглашения, поселение передает </w:t>
      </w:r>
      <w:r>
        <w:t>а</w:t>
      </w:r>
      <w:r w:rsidRPr="00327CCE">
        <w:t>дминистрации Усть-Таркского района</w:t>
      </w:r>
      <w:r>
        <w:t xml:space="preserve"> </w:t>
      </w:r>
      <w:r w:rsidRPr="00327CCE">
        <w:rPr>
          <w:color w:val="000000"/>
        </w:rPr>
        <w:t>Новосибирской области</w:t>
      </w:r>
      <w:r w:rsidRPr="00327CCE">
        <w:t xml:space="preserve"> безвозмездно в бессрочное пользование на срок действия настоящего соглашения имущество (движимое и недвижимое), предназначенное для организации досуга населения, находящееся в собственности Поселения по отдельному договору и передаточным актам.</w:t>
      </w:r>
    </w:p>
    <w:p w:rsidR="00C77439" w:rsidRPr="007C279B" w:rsidRDefault="00C77439" w:rsidP="00703E32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327CCE">
        <w:t xml:space="preserve">2.3. Администрация </w:t>
      </w:r>
      <w:r>
        <w:t xml:space="preserve">Козинского </w:t>
      </w:r>
      <w:r w:rsidRPr="00327CCE">
        <w:rPr>
          <w:lang w:eastAsia="en-US"/>
        </w:rPr>
        <w:fldChar w:fldCharType="begin"/>
      </w:r>
      <w:r w:rsidRPr="00327CCE">
        <w:rPr>
          <w:lang w:eastAsia="en-US"/>
        </w:rPr>
        <w:instrText xml:space="preserve"> MERGEFIELD "какого_совета" </w:instrText>
      </w:r>
      <w:r w:rsidRPr="00327CCE">
        <w:rPr>
          <w:lang w:eastAsia="en-US"/>
        </w:rPr>
        <w:fldChar w:fldCharType="end"/>
      </w:r>
      <w:r w:rsidRPr="00327CCE">
        <w:t>сельсовета Усть-Таркского района Новосибирской области вправе на укрепление материально-технической базы, проведение косметического и капитального ремонта учреждений культуры, на проведение культурно-массовых мероприятий, обрядов, создание клубных формирований с учетом интересов и потребностей населения поселений оказывать дополнительную финансовую помощь за счет остатков средств по ит</w:t>
      </w:r>
      <w:r>
        <w:t xml:space="preserve">огам года или профицита бюджет Козинского </w:t>
      </w:r>
      <w:r w:rsidRPr="00327CCE">
        <w:rPr>
          <w:lang w:eastAsia="en-US"/>
        </w:rPr>
        <w:fldChar w:fldCharType="begin"/>
      </w:r>
      <w:r w:rsidRPr="00327CCE">
        <w:rPr>
          <w:lang w:eastAsia="en-US"/>
        </w:rPr>
        <w:instrText xml:space="preserve"> MERGEFIELD "какого_совета" </w:instrText>
      </w:r>
      <w:r w:rsidRPr="00327CCE">
        <w:rPr>
          <w:lang w:eastAsia="en-US"/>
        </w:rPr>
        <w:fldChar w:fldCharType="end"/>
      </w:r>
      <w:r w:rsidRPr="00327CCE">
        <w:t>сельсовета Усть-Таркского района Новосибирской области.</w:t>
      </w:r>
    </w:p>
    <w:p w:rsidR="00C77439" w:rsidRDefault="00C77439" w:rsidP="00282743">
      <w:pPr>
        <w:shd w:val="clear" w:color="auto" w:fill="FFFFFF"/>
        <w:spacing w:line="228" w:lineRule="auto"/>
        <w:jc w:val="center"/>
        <w:rPr>
          <w:color w:val="000000"/>
        </w:rPr>
      </w:pPr>
      <w:r w:rsidRPr="007C279B">
        <w:rPr>
          <w:b/>
          <w:bCs/>
          <w:color w:val="000000"/>
          <w:spacing w:val="-2"/>
          <w:lang w:eastAsia="en-US"/>
        </w:rPr>
        <w:t>3.</w:t>
      </w:r>
      <w:r>
        <w:rPr>
          <w:b/>
          <w:bCs/>
          <w:color w:val="000000"/>
          <w:spacing w:val="-2"/>
          <w:lang w:eastAsia="en-US"/>
        </w:rPr>
        <w:t xml:space="preserve"> </w:t>
      </w:r>
      <w:r w:rsidRPr="007C279B">
        <w:rPr>
          <w:b/>
          <w:bCs/>
          <w:color w:val="000000"/>
          <w:spacing w:val="-2"/>
          <w:lang w:eastAsia="en-US"/>
        </w:rPr>
        <w:t xml:space="preserve">Полномочия и обязанности </w:t>
      </w:r>
      <w:r>
        <w:rPr>
          <w:b/>
          <w:bCs/>
          <w:color w:val="000000"/>
          <w:spacing w:val="-2"/>
          <w:lang w:eastAsia="en-US"/>
        </w:rPr>
        <w:t>а</w:t>
      </w:r>
      <w:r w:rsidRPr="007C279B">
        <w:rPr>
          <w:b/>
          <w:bCs/>
          <w:color w:val="000000"/>
          <w:spacing w:val="-2"/>
          <w:lang w:eastAsia="en-US"/>
        </w:rPr>
        <w:t>дминистрации Усть-Таркского района</w:t>
      </w:r>
    </w:p>
    <w:p w:rsidR="00C77439" w:rsidRPr="00D45617" w:rsidRDefault="00C77439" w:rsidP="00D45617">
      <w:pPr>
        <w:shd w:val="clear" w:color="auto" w:fill="FFFFFF"/>
        <w:spacing w:line="228" w:lineRule="auto"/>
        <w:jc w:val="center"/>
        <w:rPr>
          <w:b/>
          <w:bCs/>
          <w:color w:val="000000"/>
          <w:spacing w:val="-2"/>
          <w:lang w:eastAsia="en-US"/>
        </w:rPr>
      </w:pPr>
      <w:r w:rsidRPr="00703E32">
        <w:rPr>
          <w:b/>
          <w:bCs/>
          <w:color w:val="000000"/>
        </w:rPr>
        <w:t>Новосибирской области</w:t>
      </w:r>
    </w:p>
    <w:p w:rsidR="00C77439" w:rsidRPr="007C279B" w:rsidRDefault="00C77439" w:rsidP="00703E32">
      <w:pPr>
        <w:shd w:val="clear" w:color="auto" w:fill="FFFFFF"/>
        <w:ind w:firstLine="567"/>
        <w:jc w:val="both"/>
        <w:rPr>
          <w:color w:val="000000"/>
        </w:rPr>
      </w:pPr>
      <w:r w:rsidRPr="007C279B">
        <w:rPr>
          <w:color w:val="000000"/>
        </w:rPr>
        <w:t>3.1.Администрация Усть-Таркского района</w:t>
      </w:r>
      <w:r>
        <w:rPr>
          <w:color w:val="000000"/>
        </w:rPr>
        <w:t xml:space="preserve"> </w:t>
      </w:r>
      <w:r w:rsidRPr="00327CCE">
        <w:rPr>
          <w:color w:val="000000"/>
        </w:rPr>
        <w:t>Новосибирской области</w:t>
      </w:r>
      <w:r w:rsidRPr="007C279B">
        <w:rPr>
          <w:color w:val="000000"/>
        </w:rPr>
        <w:t>:</w:t>
      </w:r>
    </w:p>
    <w:p w:rsidR="00C77439" w:rsidRPr="00327CCE" w:rsidRDefault="00C77439" w:rsidP="00703E32">
      <w:pPr>
        <w:pStyle w:val="ListParagraph"/>
        <w:numPr>
          <w:ilvl w:val="0"/>
          <w:numId w:val="6"/>
        </w:numPr>
        <w:shd w:val="clear" w:color="auto" w:fill="FFFFFF"/>
        <w:jc w:val="both"/>
        <w:rPr>
          <w:color w:val="000000"/>
        </w:rPr>
      </w:pPr>
      <w:r>
        <w:rPr>
          <w:color w:val="000000"/>
        </w:rPr>
        <w:t>О</w:t>
      </w:r>
      <w:r w:rsidRPr="00327CCE">
        <w:rPr>
          <w:color w:val="000000"/>
        </w:rPr>
        <w:t>существляет полномочия, предусмотренные разделом 1 настоящего Соглашения;</w:t>
      </w:r>
    </w:p>
    <w:p w:rsidR="00C77439" w:rsidRPr="00327CCE" w:rsidRDefault="00C77439" w:rsidP="005F3F8D">
      <w:pPr>
        <w:pStyle w:val="ListParagraph"/>
        <w:shd w:val="clear" w:color="auto" w:fill="FFFFFF"/>
        <w:ind w:left="0" w:firstLine="708"/>
        <w:jc w:val="both"/>
        <w:rPr>
          <w:color w:val="000000"/>
        </w:rPr>
      </w:pPr>
      <w:r>
        <w:rPr>
          <w:color w:val="000000"/>
        </w:rPr>
        <w:t xml:space="preserve">2) </w:t>
      </w:r>
      <w:r w:rsidRPr="00327CCE">
        <w:rPr>
          <w:color w:val="000000"/>
        </w:rPr>
        <w:t>Распоряжается переданными ей межбюджетными трансфертами по целевому назначению</w:t>
      </w:r>
      <w:r>
        <w:rPr>
          <w:color w:val="000000"/>
        </w:rPr>
        <w:t>;</w:t>
      </w:r>
    </w:p>
    <w:p w:rsidR="00C77439" w:rsidRPr="00327CCE" w:rsidRDefault="00C77439" w:rsidP="005F3F8D">
      <w:pPr>
        <w:pStyle w:val="ListParagraph"/>
        <w:ind w:left="0" w:firstLine="708"/>
        <w:jc w:val="both"/>
      </w:pPr>
      <w:r>
        <w:t>3) О</w:t>
      </w:r>
      <w:r w:rsidRPr="00327CCE">
        <w:t xml:space="preserve">беспечивает учёт финансово-хозяйственной деятельности учреждения культуры, основных материальных фондов; </w:t>
      </w:r>
    </w:p>
    <w:p w:rsidR="00C77439" w:rsidRPr="00327CCE" w:rsidRDefault="00C77439" w:rsidP="005F3F8D">
      <w:pPr>
        <w:pStyle w:val="ListParagraph"/>
        <w:shd w:val="clear" w:color="auto" w:fill="FFFFFF"/>
        <w:ind w:left="0" w:firstLine="708"/>
        <w:jc w:val="both"/>
        <w:rPr>
          <w:color w:val="000000"/>
        </w:rPr>
      </w:pPr>
      <w:r>
        <w:rPr>
          <w:color w:val="000000"/>
        </w:rPr>
        <w:t xml:space="preserve">4) </w:t>
      </w:r>
      <w:r w:rsidRPr="00327CCE">
        <w:rPr>
          <w:color w:val="000000"/>
        </w:rPr>
        <w:t>Предоставляет ежеквартальные и годовой отчеты об исполнении переданных полномочий в рамках предоставленных межбюджетных трансфертов(согласно приложению к соглашению), также документы и иную информацию, связанную с выполнением переданных полномочий;</w:t>
      </w:r>
    </w:p>
    <w:p w:rsidR="00C77439" w:rsidRPr="00327CCE" w:rsidRDefault="00C77439" w:rsidP="005F3F8D">
      <w:pPr>
        <w:pStyle w:val="ListParagraph"/>
        <w:ind w:left="0" w:firstLine="708"/>
        <w:jc w:val="both"/>
      </w:pPr>
      <w:r>
        <w:t xml:space="preserve">5) </w:t>
      </w:r>
      <w:r w:rsidRPr="00327CCE">
        <w:t>Реализация конституционных прав граждан на свободное творчество и участие культурной жизни, доступа к использованию культурных ценностей, сохранение самобытн</w:t>
      </w:r>
      <w:r>
        <w:t>ости национальных культур;</w:t>
      </w:r>
      <w:r w:rsidRPr="00327CCE">
        <w:t xml:space="preserve"> </w:t>
      </w:r>
    </w:p>
    <w:p w:rsidR="00C77439" w:rsidRPr="00327CCE" w:rsidRDefault="00C77439" w:rsidP="005F3F8D">
      <w:pPr>
        <w:pStyle w:val="ListParagraph"/>
        <w:ind w:left="0" w:firstLine="708"/>
        <w:jc w:val="both"/>
      </w:pPr>
      <w:r>
        <w:t xml:space="preserve">6) </w:t>
      </w:r>
      <w:r w:rsidRPr="00327CCE">
        <w:t>Содействие в создании условий для организации досуга и обеспечения жителей поселен</w:t>
      </w:r>
      <w:r>
        <w:t xml:space="preserve">ия услугами учреждений культуры. </w:t>
      </w:r>
      <w:r w:rsidRPr="00327CCE">
        <w:t xml:space="preserve">Организация сбора статистических показателей, характеризующих состояние сферы культуры муниципального образования, и предоставление указанных данных органам государственной власти в порядке, установленном Правительством Российской Федерации. </w:t>
      </w:r>
    </w:p>
    <w:p w:rsidR="00C77439" w:rsidRPr="00327CCE" w:rsidRDefault="00C77439" w:rsidP="005F3F8D">
      <w:pPr>
        <w:pStyle w:val="ListParagraph"/>
        <w:ind w:left="0" w:firstLine="708"/>
        <w:jc w:val="both"/>
      </w:pPr>
      <w:r>
        <w:t xml:space="preserve">7) </w:t>
      </w:r>
      <w:r w:rsidRPr="00327CCE">
        <w:t>Координация деятельности учреждений культуры района в целях осуществления политики в сфере культуры, решение творческих проблем и вопросов. Разработка и внедрение в практику работы учреждений культуры новых форм и методов работы, экономического регулирования, ценообразования и т.д.</w:t>
      </w:r>
      <w:r>
        <w:t>;</w:t>
      </w:r>
      <w:r w:rsidRPr="00327CCE">
        <w:t xml:space="preserve"> </w:t>
      </w:r>
    </w:p>
    <w:p w:rsidR="00C77439" w:rsidRPr="00327CCE" w:rsidRDefault="00C77439" w:rsidP="005F3F8D">
      <w:pPr>
        <w:pStyle w:val="ListParagraph"/>
        <w:ind w:left="0" w:firstLine="708"/>
        <w:jc w:val="both"/>
      </w:pPr>
      <w:r>
        <w:t xml:space="preserve">8) </w:t>
      </w:r>
      <w:r w:rsidRPr="00327CCE">
        <w:t>Обеспечение методической и практической помощи работниками отдела культуры, районного организационно-методического центра и другими ведущими с</w:t>
      </w:r>
      <w:r>
        <w:t>пециалистами в области культуры;</w:t>
      </w:r>
      <w:r w:rsidRPr="00327CCE">
        <w:t xml:space="preserve"> </w:t>
      </w:r>
    </w:p>
    <w:p w:rsidR="00C77439" w:rsidRPr="00327CCE" w:rsidRDefault="00C77439" w:rsidP="005F3F8D">
      <w:pPr>
        <w:pStyle w:val="ListParagraph"/>
        <w:ind w:left="0" w:firstLine="708"/>
        <w:jc w:val="both"/>
      </w:pPr>
      <w:r>
        <w:t xml:space="preserve">9) </w:t>
      </w:r>
      <w:r w:rsidRPr="00327CCE">
        <w:t>Обеспечение государственной статистической отчетности в сфере культуры в целом по району, пр</w:t>
      </w:r>
      <w:r>
        <w:t>оведение сравнительного анализа;</w:t>
      </w:r>
      <w:r w:rsidRPr="00327CCE">
        <w:t xml:space="preserve"> </w:t>
      </w:r>
    </w:p>
    <w:p w:rsidR="00C77439" w:rsidRPr="00327CCE" w:rsidRDefault="00C77439" w:rsidP="005F3F8D">
      <w:pPr>
        <w:pStyle w:val="ListParagraph"/>
        <w:ind w:left="0" w:firstLine="708"/>
        <w:jc w:val="both"/>
      </w:pPr>
      <w:r>
        <w:t xml:space="preserve">10) </w:t>
      </w:r>
      <w:r w:rsidRPr="00327CCE">
        <w:t>Разработка целевых, перспективных, годовых планов и комплексных программ развития и сохранения культуры района с учетом интересов жителей поселения, организация районных конкурсов, праздников, фестивалей и иных творческих проектов с привлечением коллективов и участников художественной самодеятельности посел</w:t>
      </w:r>
      <w:r>
        <w:t>ения;</w:t>
      </w:r>
      <w:r w:rsidRPr="00327CCE">
        <w:t xml:space="preserve"> </w:t>
      </w:r>
    </w:p>
    <w:p w:rsidR="00C77439" w:rsidRPr="00311FC1" w:rsidRDefault="00C77439" w:rsidP="005F3F8D">
      <w:pPr>
        <w:pStyle w:val="ListParagraph"/>
        <w:ind w:left="0" w:firstLine="708"/>
        <w:jc w:val="both"/>
      </w:pPr>
      <w:r>
        <w:t xml:space="preserve">11) </w:t>
      </w:r>
      <w:r w:rsidRPr="00327CCE">
        <w:t>Осуществление правового регулирования (формирование бюджета по отрасли культуры, составление договоров и соглашений, подготовка нормативно-право</w:t>
      </w:r>
      <w:r>
        <w:t>вых актов по вопросам культуры);</w:t>
      </w:r>
      <w:r w:rsidRPr="00327CCE">
        <w:t xml:space="preserve"> </w:t>
      </w:r>
    </w:p>
    <w:p w:rsidR="00C77439" w:rsidRPr="00327CCE" w:rsidRDefault="00C77439" w:rsidP="005F3F8D">
      <w:pPr>
        <w:pStyle w:val="ListParagraph"/>
        <w:ind w:left="0" w:firstLine="708"/>
        <w:jc w:val="both"/>
      </w:pPr>
      <w:r>
        <w:t xml:space="preserve">12) </w:t>
      </w:r>
      <w:r w:rsidRPr="00327CCE">
        <w:t>Проведение районных семинаров по учебе и повышению квалификации работников культуры, о</w:t>
      </w:r>
      <w:r>
        <w:t>казание консультационной помощи;</w:t>
      </w:r>
      <w:r w:rsidRPr="00327CCE">
        <w:t xml:space="preserve"> </w:t>
      </w:r>
    </w:p>
    <w:p w:rsidR="00C77439" w:rsidRPr="00327CCE" w:rsidRDefault="00C77439" w:rsidP="005F3F8D">
      <w:pPr>
        <w:pStyle w:val="ListParagraph"/>
        <w:ind w:left="0" w:firstLine="708"/>
        <w:jc w:val="both"/>
      </w:pPr>
      <w:r>
        <w:t xml:space="preserve">13) </w:t>
      </w:r>
      <w:r w:rsidRPr="00327CCE">
        <w:t>Участие в установленном порядке в создании, реорганизации и ликвидации учреждений культуры, подборе и расстановке кадров; формирован</w:t>
      </w:r>
      <w:r>
        <w:t>ие органов управления культурой;</w:t>
      </w:r>
      <w:r w:rsidRPr="00327CCE">
        <w:t xml:space="preserve"> </w:t>
      </w:r>
    </w:p>
    <w:p w:rsidR="00C77439" w:rsidRPr="00327CCE" w:rsidRDefault="00C77439" w:rsidP="005F3F8D">
      <w:pPr>
        <w:pStyle w:val="ListParagraph"/>
        <w:ind w:left="0" w:firstLine="708"/>
        <w:jc w:val="both"/>
      </w:pPr>
      <w:r>
        <w:t xml:space="preserve">14) </w:t>
      </w:r>
      <w:r w:rsidRPr="00327CCE">
        <w:t>Определение целей и приоритетов в развитии отдельных видов культурной деятельности, народного творчества</w:t>
      </w:r>
      <w:r>
        <w:t xml:space="preserve"> и образования в сфере культуры;</w:t>
      </w:r>
      <w:r w:rsidRPr="00327CCE">
        <w:t xml:space="preserve"> </w:t>
      </w:r>
    </w:p>
    <w:p w:rsidR="00C77439" w:rsidRPr="00327CCE" w:rsidRDefault="00C77439" w:rsidP="005F3F8D">
      <w:pPr>
        <w:pStyle w:val="ListParagraph"/>
        <w:ind w:left="0" w:firstLine="708"/>
        <w:jc w:val="both"/>
      </w:pPr>
      <w:r>
        <w:t xml:space="preserve">15) </w:t>
      </w:r>
      <w:r w:rsidRPr="00327CCE">
        <w:t>Решение вопроса укреплен</w:t>
      </w:r>
      <w:r>
        <w:t>ия материально-технической базы;</w:t>
      </w:r>
      <w:r w:rsidRPr="00327CCE">
        <w:t xml:space="preserve"> </w:t>
      </w:r>
    </w:p>
    <w:p w:rsidR="00C77439" w:rsidRPr="00327CCE" w:rsidRDefault="00C77439" w:rsidP="005F3F8D">
      <w:pPr>
        <w:pStyle w:val="ListParagraph"/>
        <w:ind w:left="0" w:firstLine="708"/>
        <w:jc w:val="both"/>
      </w:pPr>
      <w:r>
        <w:t xml:space="preserve">16) </w:t>
      </w:r>
      <w:r w:rsidRPr="00327CCE">
        <w:t>Участие в областном, межрегиональном, всероссийском культурном сотрудничестве</w:t>
      </w:r>
      <w:r>
        <w:t>;</w:t>
      </w:r>
      <w:r w:rsidRPr="00327CCE">
        <w:t xml:space="preserve"> </w:t>
      </w:r>
    </w:p>
    <w:p w:rsidR="00C77439" w:rsidRPr="00327CCE" w:rsidRDefault="00C77439" w:rsidP="005F3F8D">
      <w:pPr>
        <w:pStyle w:val="ListParagraph"/>
        <w:ind w:left="0" w:firstLine="708"/>
        <w:jc w:val="both"/>
      </w:pPr>
      <w:r>
        <w:t xml:space="preserve">17) </w:t>
      </w:r>
      <w:r w:rsidRPr="00327CCE">
        <w:t>Устанавливает штатную численность работников учреждения культуры Усть-Таркского района</w:t>
      </w:r>
      <w:r>
        <w:t xml:space="preserve"> </w:t>
      </w:r>
      <w:r w:rsidRPr="00327CCE">
        <w:rPr>
          <w:color w:val="000000"/>
        </w:rPr>
        <w:t>Новосибирской области</w:t>
      </w:r>
      <w:r w:rsidRPr="00327CCE">
        <w:t>, реализующего полномочия, предусмотренные настоящим Соглашением</w:t>
      </w:r>
      <w:r>
        <w:t>;</w:t>
      </w:r>
    </w:p>
    <w:p w:rsidR="00C77439" w:rsidRPr="00327CCE" w:rsidRDefault="00C77439" w:rsidP="005F3F8D">
      <w:pPr>
        <w:pStyle w:val="ListParagraph"/>
        <w:ind w:left="0" w:firstLine="567"/>
        <w:jc w:val="both"/>
      </w:pPr>
      <w:r>
        <w:t xml:space="preserve">18) </w:t>
      </w:r>
      <w:r w:rsidRPr="00327CCE">
        <w:t>В процессе реализации культурной политики, осуществление других основных видов деятельности, не противоречащих законо</w:t>
      </w:r>
      <w:r>
        <w:t>дательству Российской Федерации.</w:t>
      </w:r>
    </w:p>
    <w:p w:rsidR="00C77439" w:rsidRPr="007C279B" w:rsidRDefault="00C77439" w:rsidP="00282743">
      <w:pPr>
        <w:ind w:firstLine="567"/>
        <w:jc w:val="both"/>
      </w:pPr>
      <w:r w:rsidRPr="007C279B">
        <w:t>3.</w:t>
      </w:r>
      <w:r>
        <w:t>2</w:t>
      </w:r>
      <w:r w:rsidRPr="007C279B">
        <w:t>.</w:t>
      </w:r>
      <w:r>
        <w:t xml:space="preserve"> </w:t>
      </w:r>
      <w:r w:rsidRPr="007C279B">
        <w:t>Администрация Усть-Таркского района</w:t>
      </w:r>
      <w:r>
        <w:t xml:space="preserve"> </w:t>
      </w:r>
      <w:r w:rsidRPr="00327CCE">
        <w:rPr>
          <w:color w:val="000000"/>
        </w:rPr>
        <w:t>Новосибирской области</w:t>
      </w:r>
      <w:r w:rsidRPr="007C279B">
        <w:t xml:space="preserve"> устанавливает случаи и порядок использования собственных материальных ресурсов и финансовых средств муниципального района для осуществления предусмотренных, настоящим Соглашением полномочий.</w:t>
      </w:r>
    </w:p>
    <w:p w:rsidR="00C77439" w:rsidRPr="007C279B" w:rsidRDefault="00C77439" w:rsidP="00D3672E">
      <w:pPr>
        <w:ind w:firstLine="567"/>
        <w:jc w:val="both"/>
      </w:pPr>
      <w:r w:rsidRPr="007C279B">
        <w:rPr>
          <w:color w:val="000000"/>
        </w:rPr>
        <w:t>3.</w:t>
      </w:r>
      <w:r>
        <w:rPr>
          <w:color w:val="000000"/>
        </w:rPr>
        <w:t>3</w:t>
      </w:r>
      <w:r w:rsidRPr="007C279B">
        <w:rPr>
          <w:color w:val="000000"/>
        </w:rPr>
        <w:t>. Стороны имеют право принимать иные меры, необходимые для реализации настоящего Соглашения путем заключения дополнительных соглашений направленных на реализацию настоящего Соглашения или путем внесение изменений в действующее Соглашение.</w:t>
      </w:r>
    </w:p>
    <w:p w:rsidR="00C77439" w:rsidRPr="00D45617" w:rsidRDefault="00C77439" w:rsidP="00D45617">
      <w:pPr>
        <w:shd w:val="clear" w:color="auto" w:fill="FFFFFF"/>
        <w:spacing w:line="228" w:lineRule="auto"/>
        <w:jc w:val="center"/>
        <w:rPr>
          <w:b/>
          <w:bCs/>
          <w:color w:val="000000"/>
          <w:spacing w:val="-2"/>
          <w:lang w:eastAsia="en-US"/>
        </w:rPr>
      </w:pPr>
      <w:r w:rsidRPr="007C279B">
        <w:rPr>
          <w:b/>
          <w:bCs/>
          <w:color w:val="000000"/>
          <w:spacing w:val="-2"/>
          <w:lang w:eastAsia="en-US"/>
        </w:rPr>
        <w:t>4. Порядок определения ежегодного объёма межбюджетных трансфертов</w:t>
      </w:r>
    </w:p>
    <w:p w:rsidR="00C77439" w:rsidRPr="007C279B" w:rsidRDefault="00C77439" w:rsidP="00282743">
      <w:pPr>
        <w:shd w:val="clear" w:color="auto" w:fill="FFFFFF"/>
        <w:spacing w:line="228" w:lineRule="auto"/>
        <w:ind w:firstLine="709"/>
        <w:jc w:val="both"/>
        <w:rPr>
          <w:lang w:eastAsia="en-US"/>
        </w:rPr>
      </w:pPr>
      <w:r w:rsidRPr="007C279B">
        <w:rPr>
          <w:color w:val="000000"/>
          <w:spacing w:val="-2"/>
          <w:lang w:eastAsia="en-US"/>
        </w:rPr>
        <w:t xml:space="preserve">4.1.Объём ежегодных межбюджетных трансфертов, необходимых для осуществления передаваемых </w:t>
      </w:r>
      <w:r w:rsidRPr="007C279B">
        <w:rPr>
          <w:color w:val="000000"/>
          <w:lang w:eastAsia="en-US"/>
        </w:rPr>
        <w:t xml:space="preserve">полномочий, определяется на основании муниципальных нормативных правовых актов, </w:t>
      </w:r>
      <w:r w:rsidRPr="007C279B">
        <w:rPr>
          <w:lang w:eastAsia="en-US"/>
        </w:rPr>
        <w:t>регламентирующих порядок планирования бюджетных ассигнований по исполнению действующих и принимаемых обязательств на очередной финансовый год и плановый период.</w:t>
      </w:r>
    </w:p>
    <w:p w:rsidR="00C77439" w:rsidRPr="007C279B" w:rsidRDefault="00C77439" w:rsidP="00282743">
      <w:pPr>
        <w:ind w:firstLine="708"/>
        <w:jc w:val="both"/>
        <w:rPr>
          <w:lang w:eastAsia="en-US"/>
        </w:rPr>
      </w:pPr>
      <w:r w:rsidRPr="007C279B">
        <w:rPr>
          <w:lang w:eastAsia="en-US"/>
        </w:rPr>
        <w:t xml:space="preserve">4.2. Расчетный объем межбюджетных трансфертов на очередной год, определенный в соответствии с настоящим Соглашением, и значения показателей, использованных при расчете, доводятся до </w:t>
      </w:r>
      <w:r>
        <w:rPr>
          <w:color w:val="000000"/>
        </w:rPr>
        <w:t>а</w:t>
      </w:r>
      <w:r w:rsidRPr="007C279B">
        <w:rPr>
          <w:color w:val="000000"/>
        </w:rPr>
        <w:t xml:space="preserve">дминистрации </w:t>
      </w:r>
      <w:r>
        <w:rPr>
          <w:color w:val="000000"/>
        </w:rPr>
        <w:t xml:space="preserve">Козинского </w:t>
      </w:r>
      <w:r w:rsidRPr="007C279B">
        <w:rPr>
          <w:lang w:eastAsia="en-US"/>
        </w:rPr>
        <w:fldChar w:fldCharType="begin"/>
      </w:r>
      <w:r w:rsidRPr="007C279B">
        <w:rPr>
          <w:lang w:eastAsia="en-US"/>
        </w:rPr>
        <w:instrText xml:space="preserve"> MERGEFIELD "какого_совета" </w:instrText>
      </w:r>
      <w:r w:rsidRPr="007C279B">
        <w:rPr>
          <w:lang w:eastAsia="en-US"/>
        </w:rPr>
        <w:fldChar w:fldCharType="end"/>
      </w:r>
      <w:r w:rsidRPr="007C279B">
        <w:t xml:space="preserve">сельсовета Усть-Таркского района Новосибирской области </w:t>
      </w:r>
      <w:r>
        <w:rPr>
          <w:lang w:eastAsia="en-US"/>
        </w:rPr>
        <w:t>не позднее, чем за 2</w:t>
      </w:r>
      <w:r w:rsidRPr="007C279B">
        <w:rPr>
          <w:lang w:eastAsia="en-US"/>
        </w:rPr>
        <w:t xml:space="preserve"> месяца до начала очередного финансового года.</w:t>
      </w:r>
    </w:p>
    <w:p w:rsidR="00C77439" w:rsidRPr="007C279B" w:rsidRDefault="00C77439" w:rsidP="00282743">
      <w:pPr>
        <w:ind w:firstLine="708"/>
        <w:jc w:val="both"/>
        <w:rPr>
          <w:lang w:eastAsia="en-US"/>
        </w:rPr>
      </w:pPr>
      <w:r w:rsidRPr="007C279B">
        <w:rPr>
          <w:lang w:eastAsia="en-US"/>
        </w:rPr>
        <w:t>4.3. Объем межбюджетных трансфертов на год действия Соглашения, определенный в установленном выше порядке, равен объёму финансирования передаваемых полномочий на очередной финансовый год.</w:t>
      </w:r>
    </w:p>
    <w:p w:rsidR="00C77439" w:rsidRPr="007C279B" w:rsidRDefault="00C77439" w:rsidP="00282743">
      <w:pPr>
        <w:ind w:firstLine="708"/>
        <w:jc w:val="both"/>
        <w:rPr>
          <w:lang w:eastAsia="en-US"/>
        </w:rPr>
      </w:pPr>
      <w:r w:rsidRPr="007C279B">
        <w:rPr>
          <w:spacing w:val="-2"/>
          <w:lang w:eastAsia="en-US"/>
        </w:rPr>
        <w:t>4.4.</w:t>
      </w:r>
      <w:r w:rsidRPr="007C279B">
        <w:rPr>
          <w:lang w:eastAsia="en-US"/>
        </w:rPr>
        <w:t xml:space="preserve"> Объем межбюджетных трансфертов на период с </w:t>
      </w:r>
      <w:r>
        <w:rPr>
          <w:lang w:eastAsia="en-US"/>
        </w:rPr>
        <w:t>«01» января 2020</w:t>
      </w:r>
      <w:r w:rsidRPr="007C279B">
        <w:rPr>
          <w:lang w:eastAsia="en-US"/>
        </w:rPr>
        <w:fldChar w:fldCharType="begin"/>
      </w:r>
      <w:r w:rsidRPr="007C279B">
        <w:rPr>
          <w:lang w:eastAsia="en-US"/>
        </w:rPr>
        <w:instrText xml:space="preserve"> MERGEFIELD "трансф_от" </w:instrText>
      </w:r>
      <w:r w:rsidRPr="007C279B">
        <w:rPr>
          <w:lang w:eastAsia="en-US"/>
        </w:rPr>
        <w:fldChar w:fldCharType="end"/>
      </w:r>
      <w:r>
        <w:rPr>
          <w:lang w:eastAsia="en-US"/>
        </w:rPr>
        <w:t xml:space="preserve"> г.</w:t>
      </w:r>
      <w:r w:rsidRPr="007C279B">
        <w:rPr>
          <w:lang w:eastAsia="en-US"/>
        </w:rPr>
        <w:t xml:space="preserve"> по</w:t>
      </w:r>
      <w:r>
        <w:rPr>
          <w:lang w:eastAsia="en-US"/>
        </w:rPr>
        <w:t xml:space="preserve"> «31» декабря 2020 </w:t>
      </w:r>
      <w:r w:rsidRPr="007C279B">
        <w:rPr>
          <w:lang w:eastAsia="en-US"/>
        </w:rPr>
        <w:fldChar w:fldCharType="begin"/>
      </w:r>
      <w:r w:rsidRPr="007C279B">
        <w:rPr>
          <w:lang w:eastAsia="en-US"/>
        </w:rPr>
        <w:instrText xml:space="preserve"> MERGEFIELD "трансф_до" </w:instrText>
      </w:r>
      <w:r w:rsidRPr="007C279B">
        <w:rPr>
          <w:lang w:eastAsia="en-US"/>
        </w:rPr>
        <w:fldChar w:fldCharType="end"/>
      </w:r>
      <w:r>
        <w:rPr>
          <w:lang w:eastAsia="en-US"/>
        </w:rPr>
        <w:t>г.</w:t>
      </w:r>
      <w:r w:rsidRPr="007C279B">
        <w:rPr>
          <w:lang w:eastAsia="en-US"/>
        </w:rPr>
        <w:t xml:space="preserve"> действия Соглашения, определенный в установленном выше порядке, равен остатку объёма финансирования передаваемых полномочий</w:t>
      </w:r>
      <w:r>
        <w:rPr>
          <w:lang w:eastAsia="en-US"/>
        </w:rPr>
        <w:t xml:space="preserve"> </w:t>
      </w:r>
      <w:r w:rsidRPr="00D45617">
        <w:rPr>
          <w:lang w:eastAsia="en-US"/>
        </w:rPr>
        <w:t>20</w:t>
      </w:r>
      <w:r>
        <w:rPr>
          <w:lang w:eastAsia="en-US"/>
        </w:rPr>
        <w:t>20</w:t>
      </w:r>
      <w:r w:rsidRPr="00D45617">
        <w:rPr>
          <w:lang w:eastAsia="en-US"/>
        </w:rPr>
        <w:t xml:space="preserve">г. </w:t>
      </w:r>
      <w:r>
        <w:rPr>
          <w:lang w:eastAsia="en-US"/>
        </w:rPr>
        <w:t xml:space="preserve">1542900,00 руб. (Один миллион пятьсот сорок две тысячи девятьсот </w:t>
      </w:r>
      <w:r w:rsidRPr="00D45617">
        <w:rPr>
          <w:lang w:eastAsia="en-US"/>
        </w:rPr>
        <w:t>рублей</w:t>
      </w:r>
      <w:r>
        <w:rPr>
          <w:lang w:eastAsia="en-US"/>
        </w:rPr>
        <w:t xml:space="preserve"> 00 копеек)</w:t>
      </w:r>
      <w:r w:rsidRPr="00D45617">
        <w:rPr>
          <w:lang w:eastAsia="en-US"/>
        </w:rPr>
        <w:t>.</w:t>
      </w:r>
    </w:p>
    <w:p w:rsidR="00C77439" w:rsidRPr="007C279B" w:rsidRDefault="00C77439" w:rsidP="00282743">
      <w:pPr>
        <w:shd w:val="clear" w:color="auto" w:fill="FFFFFF"/>
        <w:spacing w:line="228" w:lineRule="auto"/>
        <w:ind w:firstLine="709"/>
        <w:jc w:val="center"/>
        <w:rPr>
          <w:b/>
          <w:bCs/>
          <w:color w:val="000000"/>
          <w:spacing w:val="-2"/>
          <w:lang w:eastAsia="en-US"/>
        </w:rPr>
      </w:pPr>
    </w:p>
    <w:p w:rsidR="00C77439" w:rsidRPr="00D45617" w:rsidRDefault="00C77439" w:rsidP="00D45617">
      <w:pPr>
        <w:shd w:val="clear" w:color="auto" w:fill="FFFFFF"/>
        <w:spacing w:line="228" w:lineRule="auto"/>
        <w:jc w:val="center"/>
        <w:rPr>
          <w:b/>
          <w:bCs/>
          <w:color w:val="000000"/>
          <w:spacing w:val="-2"/>
          <w:lang w:eastAsia="en-US"/>
        </w:rPr>
      </w:pPr>
      <w:r w:rsidRPr="007C279B">
        <w:rPr>
          <w:b/>
          <w:bCs/>
          <w:color w:val="000000"/>
          <w:spacing w:val="-2"/>
          <w:lang w:eastAsia="en-US"/>
        </w:rPr>
        <w:t>5. Финансирование переданных полномочий</w:t>
      </w:r>
    </w:p>
    <w:p w:rsidR="00C77439" w:rsidRDefault="00C77439" w:rsidP="00327CCE">
      <w:pPr>
        <w:jc w:val="both"/>
      </w:pPr>
      <w:r>
        <w:tab/>
        <w:t>5.1</w:t>
      </w:r>
      <w:r>
        <w:tab/>
        <w:t xml:space="preserve">.Финансовое обеспечение передаваемых полномочий производится администрацией Козинского сельсовета Усть-Таркского района Новосибирской области в пределах средств бюджета поселения в соответствии с утверждаемым решением сессии Совета депутатов Козинского сельсовета Усть-Таркского района Новосибирской области. </w:t>
      </w:r>
    </w:p>
    <w:p w:rsidR="00C77439" w:rsidRDefault="00C77439" w:rsidP="00703E32">
      <w:pPr>
        <w:ind w:firstLine="708"/>
        <w:jc w:val="both"/>
      </w:pPr>
      <w:r>
        <w:t xml:space="preserve">Размеры иных межбюджетных трансфертов, передаваемых из бюджета поселения бюджету района, устанавливается решением Совета Козинского сельсовета Усть-Таркского района Новосибирской области (далее - Совет депутатов) о бюджете поселения на очередной финансовый год, а также решением Совета депутатов о внесении изменений в решение о бюджете поселения на очередной финансовый год в отдельном приложении к решению Совета депутатов. </w:t>
      </w:r>
    </w:p>
    <w:p w:rsidR="00C77439" w:rsidRDefault="00C77439" w:rsidP="008D13B0">
      <w:pPr>
        <w:ind w:firstLine="708"/>
        <w:jc w:val="both"/>
      </w:pPr>
      <w:r>
        <w:t>5.2</w:t>
      </w:r>
      <w:r>
        <w:tab/>
        <w:t>Расходы бюджета поселения на предоставление межбюджетных трансфертов и расходы бюджета муниципального района, осуществляемые за счет межбюджетных трансфертов, планируются и исполняются по подразделу 0801.</w:t>
      </w:r>
    </w:p>
    <w:p w:rsidR="00C77439" w:rsidRDefault="00C77439" w:rsidP="008D13B0">
      <w:pPr>
        <w:ind w:firstLine="708"/>
        <w:jc w:val="both"/>
      </w:pPr>
      <w:r>
        <w:t>5.3.</w:t>
      </w:r>
      <w:r>
        <w:tab/>
        <w:t>Межбюджетные трансферты зачисляются в бюджет района по коду бюджетной классификации доходов 56808019900000610540251    «Межбюджетные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соглашениями».</w:t>
      </w:r>
    </w:p>
    <w:p w:rsidR="00C77439" w:rsidRDefault="00C77439" w:rsidP="008D13B0">
      <w:pPr>
        <w:ind w:firstLine="708"/>
        <w:jc w:val="both"/>
      </w:pPr>
      <w:r>
        <w:t>5.4.</w:t>
      </w:r>
      <w:r>
        <w:tab/>
        <w:t>Предоставление иных межбюджетных трансфертов из бюджета поселения осуществляется за счет собственных доходов, дотаций, выделенных из бюджета Усть-Таркского района Новосибирской области, и источников финансирования дефицита бюджета поселения.</w:t>
      </w:r>
    </w:p>
    <w:p w:rsidR="00C77439" w:rsidRDefault="00C77439" w:rsidP="008D13B0">
      <w:pPr>
        <w:ind w:firstLine="708"/>
        <w:jc w:val="both"/>
      </w:pPr>
      <w:r>
        <w:t>5.5.</w:t>
      </w:r>
      <w:r>
        <w:tab/>
        <w:t>Ежегодный объем межбюджетных трансфертов перечисляется ежемесячно в соответствии с утвержденным кассовым планом.</w:t>
      </w:r>
    </w:p>
    <w:p w:rsidR="00C77439" w:rsidRDefault="00C77439" w:rsidP="008D13B0">
      <w:pPr>
        <w:ind w:firstLine="708"/>
        <w:jc w:val="both"/>
      </w:pPr>
      <w:r>
        <w:t>5.6.</w:t>
      </w:r>
      <w:r>
        <w:tab/>
        <w:t>При установлении отсутствия потребности муниципального района в иных межбюджетных трансфертах, их остаток либо часть остатка подлежит возврату в доход' бюджета поселения.</w:t>
      </w:r>
    </w:p>
    <w:p w:rsidR="00C77439" w:rsidRDefault="00C77439" w:rsidP="008D13B0">
      <w:pPr>
        <w:ind w:firstLine="708"/>
        <w:jc w:val="both"/>
      </w:pPr>
    </w:p>
    <w:p w:rsidR="00C77439" w:rsidRPr="008D13B0" w:rsidRDefault="00C77439" w:rsidP="00327CCE">
      <w:pPr>
        <w:jc w:val="center"/>
        <w:rPr>
          <w:b/>
          <w:bCs/>
        </w:rPr>
      </w:pPr>
      <w:r>
        <w:rPr>
          <w:sz w:val="25"/>
          <w:szCs w:val="25"/>
        </w:rPr>
        <w:t xml:space="preserve"> </w:t>
      </w:r>
      <w:r w:rsidRPr="008D13B0">
        <w:rPr>
          <w:b/>
          <w:bCs/>
        </w:rPr>
        <w:t xml:space="preserve"> 6. Основание и порядок прекращения настоящего соглашения</w:t>
      </w:r>
    </w:p>
    <w:p w:rsidR="00C77439" w:rsidRPr="008D13B0" w:rsidRDefault="00C77439" w:rsidP="008D13B0">
      <w:pPr>
        <w:ind w:firstLine="708"/>
        <w:jc w:val="both"/>
      </w:pPr>
      <w:r>
        <w:t>6.</w:t>
      </w:r>
      <w:r w:rsidRPr="008D13B0">
        <w:t>1. Настоящее Соглашение может быть досрочно прекращено:</w:t>
      </w:r>
    </w:p>
    <w:p w:rsidR="00C77439" w:rsidRPr="008D13B0" w:rsidRDefault="00C77439" w:rsidP="008D13B0">
      <w:pPr>
        <w:ind w:firstLine="708"/>
        <w:jc w:val="both"/>
      </w:pPr>
      <w:r w:rsidRPr="008D13B0">
        <w:t>1) по соглашению Сторон;</w:t>
      </w:r>
    </w:p>
    <w:p w:rsidR="00C77439" w:rsidRPr="008D13B0" w:rsidRDefault="00C77439" w:rsidP="008D13B0">
      <w:pPr>
        <w:ind w:firstLine="708"/>
        <w:jc w:val="both"/>
      </w:pPr>
      <w:r w:rsidRPr="008D13B0">
        <w:t>2) в одностороннем порядке без обращения в суд:</w:t>
      </w:r>
    </w:p>
    <w:p w:rsidR="00C77439" w:rsidRPr="008D13B0" w:rsidRDefault="00C77439" w:rsidP="00E23EAC">
      <w:pPr>
        <w:ind w:firstLine="708"/>
        <w:jc w:val="both"/>
      </w:pPr>
      <w:r w:rsidRPr="008D13B0">
        <w:t>- в случае изменения законодательства, в связи с которым реализация переданных полномочий становится невозможной;</w:t>
      </w:r>
    </w:p>
    <w:p w:rsidR="00C77439" w:rsidRPr="008D13B0" w:rsidRDefault="00C77439" w:rsidP="00E23EAC">
      <w:pPr>
        <w:ind w:firstLine="708"/>
        <w:jc w:val="both"/>
      </w:pPr>
      <w:r w:rsidRPr="008D13B0">
        <w:t>- в случае неоднократной (два и более раз) просрочки перечисления финансовых средств,</w:t>
      </w:r>
    </w:p>
    <w:p w:rsidR="00C77439" w:rsidRPr="008D13B0" w:rsidRDefault="00C77439" w:rsidP="001B7763">
      <w:pPr>
        <w:jc w:val="both"/>
      </w:pPr>
      <w:r w:rsidRPr="008D13B0">
        <w:t>предусмотренных в п</w:t>
      </w:r>
      <w:r>
        <w:t>одп</w:t>
      </w:r>
      <w:r w:rsidRPr="008D13B0">
        <w:t xml:space="preserve">. 1 </w:t>
      </w:r>
      <w:r>
        <w:t xml:space="preserve">п. 2.1. части 2 </w:t>
      </w:r>
      <w:r w:rsidRPr="008D13B0">
        <w:t xml:space="preserve">настоящего Соглашения, </w:t>
      </w:r>
      <w:r w:rsidRPr="00D45617">
        <w:t xml:space="preserve">более чем </w:t>
      </w:r>
      <w:r>
        <w:t>3 дня</w:t>
      </w:r>
      <w:r w:rsidRPr="00D45617">
        <w:t xml:space="preserve"> (указание</w:t>
      </w:r>
      <w:r w:rsidRPr="008D13B0">
        <w:t xml:space="preserve"> сроков просрочки);</w:t>
      </w:r>
    </w:p>
    <w:p w:rsidR="00C77439" w:rsidRPr="008D13B0" w:rsidRDefault="00C77439" w:rsidP="00E23EAC">
      <w:pPr>
        <w:ind w:firstLine="708"/>
        <w:jc w:val="both"/>
      </w:pPr>
      <w:r w:rsidRPr="008D13B0">
        <w:t xml:space="preserve">- в случае установления факта нарушения </w:t>
      </w:r>
      <w:r>
        <w:t>а</w:t>
      </w:r>
      <w:r w:rsidRPr="008D13B0">
        <w:t>дминистрацией Усть-Таркского района</w:t>
      </w:r>
      <w:r>
        <w:t xml:space="preserve"> </w:t>
      </w:r>
      <w:r w:rsidRPr="00327CCE">
        <w:rPr>
          <w:color w:val="000000"/>
        </w:rPr>
        <w:t>Новосибирской области</w:t>
      </w:r>
      <w:r w:rsidRPr="008D13B0">
        <w:t xml:space="preserve"> осуществления переданных полномочий.</w:t>
      </w:r>
    </w:p>
    <w:p w:rsidR="00C77439" w:rsidRPr="008D13B0" w:rsidRDefault="00C77439" w:rsidP="008D13B0">
      <w:pPr>
        <w:ind w:firstLine="708"/>
        <w:jc w:val="both"/>
      </w:pPr>
      <w:r>
        <w:t>6.</w:t>
      </w:r>
      <w:r w:rsidRPr="008D13B0">
        <w:t xml:space="preserve">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</w:t>
      </w:r>
      <w:r w:rsidRPr="00D45617">
        <w:t xml:space="preserve">истечении </w:t>
      </w:r>
      <w:r>
        <w:t>30</w:t>
      </w:r>
      <w:r w:rsidRPr="00D45617">
        <w:t xml:space="preserve"> дней</w:t>
      </w:r>
      <w:r>
        <w:t xml:space="preserve"> </w:t>
      </w:r>
      <w:r w:rsidRPr="008D13B0">
        <w:t>с даты направления указанного уведомления.</w:t>
      </w:r>
    </w:p>
    <w:p w:rsidR="00C77439" w:rsidRPr="008D13B0" w:rsidRDefault="00C77439" w:rsidP="008D13B0">
      <w:pPr>
        <w:ind w:firstLine="708"/>
        <w:jc w:val="both"/>
      </w:pPr>
      <w:r>
        <w:t>6.</w:t>
      </w:r>
      <w:r w:rsidRPr="008D13B0">
        <w:t>3. При прекращении настоящего Соглашения Сторона 2 возвращает неиспользованные финансовые средства и имущество.</w:t>
      </w:r>
    </w:p>
    <w:p w:rsidR="00C77439" w:rsidRPr="008D13B0" w:rsidRDefault="00C77439" w:rsidP="00311FC1">
      <w:pPr>
        <w:jc w:val="center"/>
      </w:pPr>
    </w:p>
    <w:p w:rsidR="00C77439" w:rsidRPr="008D13B0" w:rsidRDefault="00C77439" w:rsidP="00D45617">
      <w:pPr>
        <w:jc w:val="center"/>
        <w:rPr>
          <w:b/>
          <w:bCs/>
        </w:rPr>
      </w:pPr>
      <w:r>
        <w:rPr>
          <w:b/>
          <w:bCs/>
        </w:rPr>
        <w:t xml:space="preserve">7. </w:t>
      </w:r>
      <w:r w:rsidRPr="008D13B0">
        <w:rPr>
          <w:b/>
          <w:bCs/>
        </w:rPr>
        <w:t>Ответственность сторон</w:t>
      </w:r>
    </w:p>
    <w:p w:rsidR="00C77439" w:rsidRPr="008D13B0" w:rsidRDefault="00C77439" w:rsidP="008D13B0">
      <w:pPr>
        <w:ind w:firstLine="708"/>
        <w:jc w:val="both"/>
      </w:pPr>
      <w:r w:rsidRPr="008D13B0">
        <w:t>7.1 .Стороны несут ответственность за неисполнение (ненадлежащее исполнение) предусмотренных настоящим Соглашением обязанностей в соответствии с законодательством и настоящим Соглашением.</w:t>
      </w:r>
    </w:p>
    <w:p w:rsidR="00C77439" w:rsidRPr="008D13B0" w:rsidRDefault="00C77439" w:rsidP="008D13B0">
      <w:pPr>
        <w:ind w:firstLine="708"/>
        <w:jc w:val="both"/>
      </w:pPr>
      <w:r w:rsidRPr="008D13B0">
        <w:t>7.2.</w:t>
      </w:r>
      <w:r w:rsidRPr="008D13B0">
        <w:tab/>
        <w:t xml:space="preserve">В случае неисполнения (ненадлежащего исполнения) </w:t>
      </w:r>
      <w:r>
        <w:t>а</w:t>
      </w:r>
      <w:r w:rsidRPr="008D13B0">
        <w:t>дминистрацией Усть-Таркского района</w:t>
      </w:r>
      <w:r>
        <w:t xml:space="preserve"> </w:t>
      </w:r>
      <w:r w:rsidRPr="00327CCE">
        <w:rPr>
          <w:color w:val="000000"/>
        </w:rPr>
        <w:t>Новосибирской области</w:t>
      </w:r>
      <w:r w:rsidRPr="008D13B0">
        <w:t xml:space="preserve"> предусмотренных настоящим Соглашением полномочий производится возврат в бюджет поселения части объёма предусмотренных настоящим Соглашением межбюджетных трансфертов, приходящихся на не проведённые (ненадлежащее проведённые) мероприятия.</w:t>
      </w:r>
    </w:p>
    <w:p w:rsidR="00C77439" w:rsidRPr="008D13B0" w:rsidRDefault="00C77439" w:rsidP="008D13B0">
      <w:pPr>
        <w:ind w:firstLine="708"/>
        <w:jc w:val="both"/>
      </w:pPr>
      <w:r w:rsidRPr="008D13B0">
        <w:t>7.3.</w:t>
      </w:r>
      <w:r>
        <w:t xml:space="preserve"> </w:t>
      </w:r>
      <w:r w:rsidRPr="008D13B0">
        <w:t>Ответственность сторон не наступает в случаях предусмотренного настоящим Соглашением приостановления исполнения переданных полномочий и перечисления межбюджетных трансфертов.</w:t>
      </w:r>
    </w:p>
    <w:p w:rsidR="00C77439" w:rsidRPr="00C1059A" w:rsidRDefault="00C77439" w:rsidP="008D13B0">
      <w:pPr>
        <w:ind w:firstLine="708"/>
        <w:jc w:val="both"/>
      </w:pPr>
      <w:r w:rsidRPr="00C1059A">
        <w:t>7.4. В случае просрочки перечисления финансовых средств, предусмотренных в</w:t>
      </w:r>
    </w:p>
    <w:p w:rsidR="00C77439" w:rsidRPr="00C1059A" w:rsidRDefault="00C77439" w:rsidP="001B7763">
      <w:pPr>
        <w:jc w:val="both"/>
      </w:pPr>
      <w:r w:rsidRPr="00C1059A">
        <w:t>подп. 1 п. 2.1</w:t>
      </w:r>
      <w:r>
        <w:t>.</w:t>
      </w:r>
      <w:r w:rsidRPr="00C1059A">
        <w:t xml:space="preserve"> </w:t>
      </w:r>
      <w:r>
        <w:t>части</w:t>
      </w:r>
      <w:r w:rsidRPr="00C1059A">
        <w:t xml:space="preserve"> 2  настоящего Соглашения, </w:t>
      </w:r>
      <w:r>
        <w:t>а</w:t>
      </w:r>
      <w:r w:rsidRPr="00C1059A">
        <w:t>дминистрация Усть-Таркского района</w:t>
      </w:r>
      <w:r>
        <w:t xml:space="preserve"> </w:t>
      </w:r>
      <w:r w:rsidRPr="00C1059A">
        <w:rPr>
          <w:color w:val="000000"/>
        </w:rPr>
        <w:t>Новосибирской области</w:t>
      </w:r>
      <w:r w:rsidRPr="00C1059A">
        <w:t xml:space="preserve"> вправе требовать от </w:t>
      </w:r>
      <w:r>
        <w:rPr>
          <w:color w:val="000000"/>
        </w:rPr>
        <w:t>а</w:t>
      </w:r>
      <w:r w:rsidRPr="00C1059A">
        <w:rPr>
          <w:color w:val="000000"/>
        </w:rPr>
        <w:t xml:space="preserve">дминистрации Козинского </w:t>
      </w:r>
      <w:r w:rsidRPr="00C1059A">
        <w:rPr>
          <w:lang w:eastAsia="en-US"/>
        </w:rPr>
        <w:fldChar w:fldCharType="begin"/>
      </w:r>
      <w:r w:rsidRPr="00C1059A">
        <w:rPr>
          <w:lang w:eastAsia="en-US"/>
        </w:rPr>
        <w:instrText xml:space="preserve"> MERGEFIELD "какого_совета" </w:instrText>
      </w:r>
      <w:r w:rsidRPr="00C1059A">
        <w:rPr>
          <w:lang w:eastAsia="en-US"/>
        </w:rPr>
        <w:fldChar w:fldCharType="end"/>
      </w:r>
      <w:r w:rsidRPr="00C1059A">
        <w:t>сельсовета Усть-Таркского района Новосибирской области пени в размере ставки рефинансирования Центрального банка Российской Федерации от невыплаченной в срок суммы.</w:t>
      </w:r>
    </w:p>
    <w:p w:rsidR="00C77439" w:rsidRPr="008D13B0" w:rsidRDefault="00C77439" w:rsidP="003131F6">
      <w:pPr>
        <w:jc w:val="center"/>
        <w:rPr>
          <w:b/>
          <w:bCs/>
        </w:rPr>
      </w:pPr>
    </w:p>
    <w:p w:rsidR="00C77439" w:rsidRPr="008D13B0" w:rsidRDefault="00C77439" w:rsidP="00D45617">
      <w:pPr>
        <w:jc w:val="center"/>
        <w:rPr>
          <w:b/>
          <w:bCs/>
        </w:rPr>
      </w:pPr>
      <w:r w:rsidRPr="008D13B0">
        <w:rPr>
          <w:b/>
          <w:bCs/>
        </w:rPr>
        <w:t>8. Порядок разрешение споров</w:t>
      </w:r>
    </w:p>
    <w:p w:rsidR="00C77439" w:rsidRPr="008D13B0" w:rsidRDefault="00C77439" w:rsidP="008D13B0">
      <w:pPr>
        <w:ind w:firstLine="708"/>
        <w:jc w:val="both"/>
      </w:pPr>
      <w:r>
        <w:t>8.</w:t>
      </w:r>
      <w:r w:rsidRPr="008D13B0">
        <w:t>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C77439" w:rsidRPr="008D13B0" w:rsidRDefault="00C77439" w:rsidP="00973BF6">
      <w:pPr>
        <w:ind w:firstLine="708"/>
        <w:jc w:val="both"/>
      </w:pPr>
      <w:r>
        <w:t>8.</w:t>
      </w:r>
      <w:r w:rsidRPr="008D13B0">
        <w:t>2. В случае не достижения соглашения спор подлежит рассмотрению судом в соответствии с законодательством.</w:t>
      </w:r>
    </w:p>
    <w:p w:rsidR="00C77439" w:rsidRPr="008D13B0" w:rsidRDefault="00C77439" w:rsidP="001B7763">
      <w:pPr>
        <w:jc w:val="both"/>
      </w:pPr>
    </w:p>
    <w:p w:rsidR="00C77439" w:rsidRPr="00973BF6" w:rsidRDefault="00C77439" w:rsidP="00D45617">
      <w:pPr>
        <w:jc w:val="center"/>
        <w:rPr>
          <w:b/>
          <w:bCs/>
        </w:rPr>
      </w:pPr>
      <w:r>
        <w:rPr>
          <w:b/>
          <w:bCs/>
        </w:rPr>
        <w:t xml:space="preserve"> </w:t>
      </w:r>
      <w:r w:rsidRPr="00973BF6">
        <w:rPr>
          <w:b/>
          <w:bCs/>
        </w:rPr>
        <w:t xml:space="preserve"> 9. </w:t>
      </w:r>
      <w:r>
        <w:rPr>
          <w:b/>
          <w:bCs/>
        </w:rPr>
        <w:t>Заключительные положения</w:t>
      </w:r>
    </w:p>
    <w:p w:rsidR="00C77439" w:rsidRPr="008D13B0" w:rsidRDefault="00C77439" w:rsidP="00973BF6">
      <w:pPr>
        <w:ind w:firstLine="708"/>
        <w:jc w:val="both"/>
      </w:pPr>
      <w:r w:rsidRPr="008D13B0">
        <w:t>9.1.</w:t>
      </w:r>
      <w:r w:rsidRPr="008D13B0">
        <w:tab/>
        <w:t xml:space="preserve">Настоящее Соглашение подписывается Сторонами и вступает в силу со дня принятия </w:t>
      </w:r>
      <w:r>
        <w:t>а</w:t>
      </w:r>
      <w:r w:rsidRPr="008D13B0">
        <w:t>дминистрацией Усть-Таркского района</w:t>
      </w:r>
      <w:r>
        <w:t xml:space="preserve"> </w:t>
      </w:r>
      <w:r w:rsidRPr="00327CCE">
        <w:rPr>
          <w:color w:val="000000"/>
        </w:rPr>
        <w:t>Новосибирской области</w:t>
      </w:r>
      <w:r w:rsidRPr="008D13B0">
        <w:t xml:space="preserve"> на основании решения сессии Совета депутатов Усть-Таркского района Новосибирской области передаваемых полномочий.</w:t>
      </w:r>
    </w:p>
    <w:p w:rsidR="00C77439" w:rsidRDefault="00C77439" w:rsidP="00973BF6">
      <w:pPr>
        <w:ind w:firstLine="708"/>
        <w:jc w:val="both"/>
      </w:pPr>
      <w:r w:rsidRPr="008D13B0">
        <w:t>Полномочия по настоящему соглашению пере</w:t>
      </w:r>
      <w:r>
        <w:t xml:space="preserve">даются на срок с «01» января 2020 г. </w:t>
      </w:r>
      <w:r w:rsidRPr="008D13B0">
        <w:t>по</w:t>
      </w:r>
    </w:p>
    <w:p w:rsidR="00C77439" w:rsidRPr="008D13B0" w:rsidRDefault="00C77439" w:rsidP="00D45617">
      <w:pPr>
        <w:jc w:val="both"/>
      </w:pPr>
      <w:r>
        <w:t>«31» декабря 2020 г.</w:t>
      </w:r>
      <w:r w:rsidRPr="008D13B0">
        <w:t>.</w:t>
      </w:r>
    </w:p>
    <w:p w:rsidR="00C77439" w:rsidRPr="008D13B0" w:rsidRDefault="00C77439" w:rsidP="00973BF6">
      <w:pPr>
        <w:ind w:firstLine="708"/>
        <w:jc w:val="both"/>
      </w:pPr>
      <w:r w:rsidRPr="008D13B0">
        <w:t>9.2.</w:t>
      </w:r>
      <w:r w:rsidRPr="008D13B0">
        <w:tab/>
        <w:t>Изменения и дополнения в настоящее Соглашение могут быть внесены по взаимному согласию Сторон путём составления дополнительного соглашения в письменной форме, являющегося неотъемлемой частью настоящего Соглашения.</w:t>
      </w:r>
    </w:p>
    <w:p w:rsidR="00C77439" w:rsidRPr="008D13B0" w:rsidRDefault="00C77439" w:rsidP="00973BF6">
      <w:pPr>
        <w:ind w:firstLine="708"/>
        <w:jc w:val="both"/>
      </w:pPr>
      <w:r w:rsidRPr="008D13B0">
        <w:t>9.3.</w:t>
      </w:r>
      <w:r w:rsidRPr="008D13B0">
        <w:tab/>
        <w:t xml:space="preserve">Действие настоящего Соглашения может быть прекращено досрочно по взаимному согласию Сторон, выраженному в письменной форме, либо в случае направления </w:t>
      </w:r>
      <w:r>
        <w:t>а</w:t>
      </w:r>
      <w:r w:rsidRPr="008D13B0">
        <w:t xml:space="preserve">дминистрацией </w:t>
      </w:r>
      <w:r>
        <w:t>Козинского</w:t>
      </w:r>
      <w:r w:rsidRPr="008D13B0">
        <w:t xml:space="preserve"> сельсовета Усть-Таркского района Новосибирской области или </w:t>
      </w:r>
      <w:r>
        <w:t>а</w:t>
      </w:r>
      <w:r w:rsidRPr="008D13B0">
        <w:t>дминистрацией Усть-Таркского района</w:t>
      </w:r>
      <w:r>
        <w:t xml:space="preserve"> </w:t>
      </w:r>
      <w:r w:rsidRPr="00327CCE">
        <w:rPr>
          <w:color w:val="000000"/>
        </w:rPr>
        <w:t>Новосибирской области</w:t>
      </w:r>
      <w:r w:rsidRPr="008D13B0">
        <w:t xml:space="preserve"> другой Стороне уведомления о расторжении Соглашения. Уведомление о</w:t>
      </w:r>
      <w:r>
        <w:t xml:space="preserve"> </w:t>
      </w:r>
      <w:r w:rsidRPr="008D13B0">
        <w:t>намерений расторгнуть Соглашение направляется не менее чем за 30 дней до даты предполагаемого расторжения Соглашения.</w:t>
      </w:r>
    </w:p>
    <w:p w:rsidR="00C77439" w:rsidRPr="008D13B0" w:rsidRDefault="00C77439" w:rsidP="00973BF6">
      <w:pPr>
        <w:ind w:firstLine="708"/>
        <w:jc w:val="both"/>
      </w:pPr>
      <w:r w:rsidRPr="008D13B0">
        <w:t>9.4.</w:t>
      </w:r>
      <w:r w:rsidRPr="008D13B0">
        <w:tab/>
        <w:t xml:space="preserve">При прекращении действия Соглашения администрация </w:t>
      </w:r>
      <w:r>
        <w:t>Козинского</w:t>
      </w:r>
      <w:r w:rsidRPr="008D13B0">
        <w:t xml:space="preserve"> сельсовета Усть-Таркского района Новосибирской области обеспечивает перечисление в бюджет Усть-Таркского района</w:t>
      </w:r>
      <w:r>
        <w:t xml:space="preserve"> </w:t>
      </w:r>
      <w:r w:rsidRPr="00327CCE">
        <w:rPr>
          <w:color w:val="000000"/>
        </w:rPr>
        <w:t>Новосибирской области</w:t>
      </w:r>
      <w:r w:rsidRPr="008D13B0">
        <w:t xml:space="preserve"> определённую в соответствии с настоящим Соглашением часть объёма межбюджетных трансфертов, за фактический период действия Соглашения до момента его расторжения.</w:t>
      </w:r>
    </w:p>
    <w:p w:rsidR="00C77439" w:rsidRPr="008D13B0" w:rsidRDefault="00C77439" w:rsidP="00973BF6">
      <w:pPr>
        <w:ind w:firstLine="708"/>
        <w:jc w:val="both"/>
      </w:pPr>
      <w:r w:rsidRPr="008D13B0">
        <w:t>9.5.</w:t>
      </w:r>
      <w:r w:rsidRPr="008D13B0">
        <w:tab/>
        <w:t xml:space="preserve">При прекращении действия Соглашения </w:t>
      </w:r>
      <w:r>
        <w:t>а</w:t>
      </w:r>
      <w:r w:rsidRPr="008D13B0">
        <w:t>дминистрация Усть-Таркского района</w:t>
      </w:r>
      <w:r>
        <w:t xml:space="preserve"> </w:t>
      </w:r>
      <w:r w:rsidRPr="00327CCE">
        <w:rPr>
          <w:color w:val="000000"/>
        </w:rPr>
        <w:t>Новосибирской области</w:t>
      </w:r>
      <w:r w:rsidRPr="008D13B0">
        <w:t xml:space="preserve"> обеспечивает возврат в бюджет поселения определённую в соответствии с настоящим Соглашением часть объёма межбюджетных трансфертов, приходящуюся на срок неисполненных по настоящему Соглашению полномочий.</w:t>
      </w:r>
    </w:p>
    <w:p w:rsidR="00C77439" w:rsidRPr="008D13B0" w:rsidRDefault="00C77439" w:rsidP="00973BF6">
      <w:pPr>
        <w:ind w:firstLine="708"/>
        <w:jc w:val="both"/>
      </w:pPr>
      <w:r w:rsidRPr="008D13B0">
        <w:t>9.6.</w:t>
      </w:r>
      <w:r w:rsidRPr="008D13B0">
        <w:tab/>
        <w:t>Стороны совместно рассматривают возникающие в процессе реализации настоящего Соглашения разногласия и принимают по ним согласованные решения в форме протоколов.</w:t>
      </w:r>
    </w:p>
    <w:p w:rsidR="00C77439" w:rsidRPr="008D13B0" w:rsidRDefault="00C77439" w:rsidP="00973BF6">
      <w:pPr>
        <w:ind w:firstLine="708"/>
        <w:jc w:val="both"/>
      </w:pPr>
      <w:r w:rsidRPr="008D13B0">
        <w:t>9.7.</w:t>
      </w:r>
      <w:r w:rsidRPr="008D13B0">
        <w:tab/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C77439" w:rsidRPr="008D13B0" w:rsidRDefault="00C77439" w:rsidP="00973BF6">
      <w:pPr>
        <w:ind w:firstLine="708"/>
        <w:jc w:val="both"/>
      </w:pPr>
      <w:r w:rsidRPr="008D13B0">
        <w:t>9.8.</w:t>
      </w:r>
      <w:r w:rsidRPr="008D13B0">
        <w:tab/>
        <w:t>Соглашение не затрагивает прав и обязанностей Сторон по другим соглашениям и договорам.</w:t>
      </w:r>
    </w:p>
    <w:p w:rsidR="00C77439" w:rsidRPr="008D13B0" w:rsidRDefault="00C77439" w:rsidP="00973BF6">
      <w:pPr>
        <w:ind w:firstLine="708"/>
        <w:jc w:val="both"/>
      </w:pPr>
      <w:r w:rsidRPr="008D13B0">
        <w:t>9.9.</w:t>
      </w:r>
      <w:r w:rsidRPr="008D13B0">
        <w:tab/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C77439" w:rsidRPr="00140DA0" w:rsidRDefault="00C77439" w:rsidP="00282743">
      <w:pPr>
        <w:spacing w:line="228" w:lineRule="auto"/>
        <w:ind w:left="1069" w:firstLine="567"/>
        <w:rPr>
          <w:b/>
          <w:bCs/>
          <w:sz w:val="18"/>
          <w:szCs w:val="18"/>
          <w:lang w:eastAsia="en-US"/>
        </w:rPr>
      </w:pPr>
    </w:p>
    <w:p w:rsidR="00C77439" w:rsidRPr="007C279B" w:rsidRDefault="00C77439" w:rsidP="00282743">
      <w:pPr>
        <w:shd w:val="clear" w:color="auto" w:fill="FFFFFF"/>
        <w:spacing w:line="228" w:lineRule="auto"/>
        <w:jc w:val="center"/>
        <w:rPr>
          <w:b/>
          <w:bCs/>
          <w:color w:val="000000"/>
          <w:spacing w:val="-2"/>
          <w:lang w:eastAsia="en-US"/>
        </w:rPr>
      </w:pPr>
      <w:r>
        <w:rPr>
          <w:b/>
          <w:bCs/>
          <w:color w:val="000000"/>
          <w:spacing w:val="-2"/>
          <w:lang w:eastAsia="en-US"/>
        </w:rPr>
        <w:t>10</w:t>
      </w:r>
      <w:r w:rsidRPr="007C279B">
        <w:rPr>
          <w:b/>
          <w:bCs/>
          <w:color w:val="000000"/>
          <w:spacing w:val="-2"/>
          <w:lang w:eastAsia="en-US"/>
        </w:rPr>
        <w:t>. Реквизиты и подписи сторон</w:t>
      </w:r>
    </w:p>
    <w:p w:rsidR="00C77439" w:rsidRPr="007C279B" w:rsidRDefault="00C77439" w:rsidP="00282743">
      <w:pPr>
        <w:spacing w:line="228" w:lineRule="auto"/>
        <w:ind w:left="1069" w:firstLine="567"/>
        <w:rPr>
          <w:b/>
          <w:bCs/>
          <w:lang w:eastAsia="en-US"/>
        </w:rPr>
      </w:pPr>
    </w:p>
    <w:tbl>
      <w:tblPr>
        <w:tblW w:w="0" w:type="auto"/>
        <w:tblInd w:w="-106" w:type="dxa"/>
        <w:tblLook w:val="01E0"/>
      </w:tblPr>
      <w:tblGrid>
        <w:gridCol w:w="4916"/>
        <w:gridCol w:w="4916"/>
      </w:tblGrid>
      <w:tr w:rsidR="00C77439" w:rsidRPr="00AC5781">
        <w:tc>
          <w:tcPr>
            <w:tcW w:w="4916" w:type="dxa"/>
          </w:tcPr>
          <w:p w:rsidR="00C77439" w:rsidRPr="00CB134D" w:rsidRDefault="00C77439" w:rsidP="00973BF6">
            <w:pPr>
              <w:pStyle w:val="BodyText"/>
              <w:jc w:val="center"/>
              <w:rPr>
                <w:b/>
                <w:bCs/>
              </w:rPr>
            </w:pPr>
            <w:r w:rsidRPr="00CB134D">
              <w:rPr>
                <w:b/>
                <w:bCs/>
              </w:rPr>
              <w:t>Администрация</w:t>
            </w:r>
          </w:p>
          <w:p w:rsidR="00C77439" w:rsidRPr="00CB134D" w:rsidRDefault="00C77439" w:rsidP="00973BF6">
            <w:pPr>
              <w:pStyle w:val="BodyText"/>
              <w:jc w:val="center"/>
              <w:rPr>
                <w:b/>
                <w:bCs/>
              </w:rPr>
            </w:pPr>
            <w:r w:rsidRPr="00CB134D">
              <w:rPr>
                <w:b/>
                <w:bCs/>
              </w:rPr>
              <w:t>Усть-Таркского района</w:t>
            </w:r>
            <w:r w:rsidRPr="00CB134D">
              <w:rPr>
                <w:b/>
                <w:bCs/>
                <w:color w:val="000000"/>
              </w:rPr>
              <w:t xml:space="preserve"> Новосибирской области</w:t>
            </w:r>
          </w:p>
          <w:p w:rsidR="00C77439" w:rsidRPr="00CB134D" w:rsidRDefault="00C77439" w:rsidP="00F608E0">
            <w:pPr>
              <w:pStyle w:val="BodyText"/>
              <w:jc w:val="left"/>
            </w:pPr>
          </w:p>
          <w:p w:rsidR="00C77439" w:rsidRPr="007C279B" w:rsidRDefault="00C77439" w:rsidP="00F608E0">
            <w:pPr>
              <w:widowControl w:val="0"/>
              <w:autoSpaceDE w:val="0"/>
              <w:jc w:val="both"/>
            </w:pPr>
            <w:r>
              <w:t xml:space="preserve">     </w:t>
            </w:r>
            <w:r w:rsidRPr="007C279B">
              <w:t xml:space="preserve">632160, Новосибирская область, </w:t>
            </w:r>
          </w:p>
          <w:p w:rsidR="00C77439" w:rsidRPr="007C279B" w:rsidRDefault="00C77439" w:rsidP="00F608E0">
            <w:pPr>
              <w:widowControl w:val="0"/>
              <w:autoSpaceDE w:val="0"/>
              <w:jc w:val="both"/>
            </w:pPr>
            <w:r>
              <w:t xml:space="preserve">     </w:t>
            </w:r>
            <w:r w:rsidRPr="007C279B">
              <w:t>Усть-Таркский район, с.Усть-Тарка,</w:t>
            </w:r>
          </w:p>
          <w:p w:rsidR="00C77439" w:rsidRPr="007C279B" w:rsidRDefault="00C77439" w:rsidP="00F608E0">
            <w:pPr>
              <w:widowControl w:val="0"/>
              <w:autoSpaceDE w:val="0"/>
              <w:jc w:val="both"/>
            </w:pPr>
            <w:r w:rsidRPr="007C279B">
              <w:t xml:space="preserve"> </w:t>
            </w:r>
            <w:r>
              <w:t xml:space="preserve">    </w:t>
            </w:r>
            <w:r w:rsidRPr="007C279B">
              <w:t>ул. Дзержинского, 7</w:t>
            </w:r>
          </w:p>
          <w:p w:rsidR="00C77439" w:rsidRPr="00AC5781" w:rsidRDefault="00C77439" w:rsidP="00F608E0">
            <w:pPr>
              <w:widowControl w:val="0"/>
              <w:autoSpaceDE w:val="0"/>
              <w:jc w:val="both"/>
            </w:pPr>
          </w:p>
          <w:p w:rsidR="00C77439" w:rsidRPr="007C279B" w:rsidRDefault="00C77439" w:rsidP="00F608E0">
            <w:pPr>
              <w:widowControl w:val="0"/>
              <w:autoSpaceDE w:val="0"/>
              <w:jc w:val="both"/>
            </w:pPr>
            <w:r>
              <w:t xml:space="preserve">   </w:t>
            </w:r>
            <w:r w:rsidRPr="00AC5781">
              <w:t xml:space="preserve">ИНН </w:t>
            </w:r>
            <w:r w:rsidRPr="007C279B">
              <w:t>5416103421</w:t>
            </w:r>
            <w:r w:rsidRPr="00AC5781">
              <w:t xml:space="preserve"> </w:t>
            </w:r>
            <w:r>
              <w:t xml:space="preserve">/ </w:t>
            </w:r>
            <w:r w:rsidRPr="00AC5781">
              <w:t>КПП</w:t>
            </w:r>
            <w:r w:rsidRPr="007C279B">
              <w:t xml:space="preserve"> 541601001</w:t>
            </w:r>
          </w:p>
          <w:p w:rsidR="00C77439" w:rsidRPr="007C279B" w:rsidRDefault="00C77439" w:rsidP="00F608E0">
            <w:pPr>
              <w:widowControl w:val="0"/>
              <w:autoSpaceDE w:val="0"/>
              <w:jc w:val="both"/>
            </w:pPr>
            <w:r>
              <w:t xml:space="preserve">   </w:t>
            </w:r>
            <w:r w:rsidRPr="007C279B">
              <w:t>БИК 045004001</w:t>
            </w:r>
          </w:p>
          <w:p w:rsidR="00C77439" w:rsidRPr="007C279B" w:rsidRDefault="00C77439" w:rsidP="00F608E0">
            <w:pPr>
              <w:widowControl w:val="0"/>
              <w:autoSpaceDE w:val="0"/>
              <w:jc w:val="both"/>
            </w:pPr>
            <w:r>
              <w:t xml:space="preserve">   </w:t>
            </w:r>
            <w:r w:rsidRPr="00AC5781">
              <w:t xml:space="preserve">Р/счет </w:t>
            </w:r>
            <w:r>
              <w:t>4020481035004</w:t>
            </w:r>
            <w:r w:rsidRPr="007C279B">
              <w:t xml:space="preserve">0000447 </w:t>
            </w:r>
          </w:p>
          <w:p w:rsidR="00C77439" w:rsidRDefault="00C77439" w:rsidP="006F304A">
            <w:pPr>
              <w:spacing w:line="228" w:lineRule="auto"/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   </w:t>
            </w:r>
            <w:r w:rsidRPr="007C279B">
              <w:rPr>
                <w:lang w:eastAsia="en-US"/>
              </w:rPr>
              <w:fldChar w:fldCharType="begin"/>
            </w:r>
            <w:r w:rsidRPr="007C279B">
              <w:rPr>
                <w:lang w:eastAsia="en-US"/>
              </w:rPr>
              <w:instrText xml:space="preserve"> MERGEFIELD "банк" </w:instrText>
            </w:r>
            <w:r w:rsidRPr="007C279B">
              <w:rPr>
                <w:lang w:eastAsia="en-US"/>
              </w:rPr>
              <w:fldChar w:fldCharType="separate"/>
            </w:r>
            <w:r>
              <w:rPr>
                <w:noProof/>
                <w:lang w:eastAsia="en-US"/>
              </w:rPr>
              <w:t xml:space="preserve">Сибирское ГУ Банка России     </w:t>
            </w:r>
          </w:p>
          <w:p w:rsidR="00C77439" w:rsidRPr="007C279B" w:rsidRDefault="00C77439" w:rsidP="006F304A">
            <w:pPr>
              <w:spacing w:line="228" w:lineRule="auto"/>
              <w:rPr>
                <w:lang w:eastAsia="en-US"/>
              </w:rPr>
            </w:pPr>
            <w:r>
              <w:rPr>
                <w:noProof/>
                <w:lang w:eastAsia="en-US"/>
              </w:rPr>
              <w:t xml:space="preserve">   г. Новосибирск</w:t>
            </w:r>
            <w:r w:rsidRPr="007C279B">
              <w:rPr>
                <w:lang w:eastAsia="en-US"/>
              </w:rPr>
              <w:fldChar w:fldCharType="end"/>
            </w:r>
          </w:p>
          <w:p w:rsidR="00C77439" w:rsidRPr="007C279B" w:rsidRDefault="00C77439" w:rsidP="00F608E0">
            <w:pPr>
              <w:autoSpaceDE w:val="0"/>
              <w:autoSpaceDN w:val="0"/>
              <w:adjustRightInd w:val="0"/>
              <w:spacing w:line="23" w:lineRule="atLeast"/>
            </w:pPr>
          </w:p>
          <w:p w:rsidR="00C77439" w:rsidRPr="007C279B" w:rsidRDefault="00C77439" w:rsidP="00F608E0">
            <w:pPr>
              <w:autoSpaceDE w:val="0"/>
              <w:autoSpaceDN w:val="0"/>
              <w:adjustRightInd w:val="0"/>
              <w:spacing w:line="23" w:lineRule="atLeast"/>
            </w:pPr>
          </w:p>
          <w:p w:rsidR="00C77439" w:rsidRPr="007C279B" w:rsidRDefault="00C77439" w:rsidP="00F608E0">
            <w:pPr>
              <w:autoSpaceDE w:val="0"/>
              <w:autoSpaceDN w:val="0"/>
              <w:adjustRightInd w:val="0"/>
              <w:spacing w:line="23" w:lineRule="atLeast"/>
            </w:pPr>
            <w:r>
              <w:t xml:space="preserve">   </w:t>
            </w:r>
            <w:r w:rsidRPr="007C279B">
              <w:t>Глава Усть-Таркского района</w:t>
            </w:r>
          </w:p>
          <w:p w:rsidR="00C77439" w:rsidRPr="007C279B" w:rsidRDefault="00C77439" w:rsidP="00F608E0">
            <w:pPr>
              <w:tabs>
                <w:tab w:val="left" w:pos="7655"/>
              </w:tabs>
            </w:pPr>
            <w:r>
              <w:t xml:space="preserve">   </w:t>
            </w:r>
            <w:r w:rsidRPr="007C279B">
              <w:t>Новосибирской области</w:t>
            </w:r>
          </w:p>
          <w:p w:rsidR="00C77439" w:rsidRPr="007C279B" w:rsidRDefault="00C77439" w:rsidP="00F608E0">
            <w:pPr>
              <w:tabs>
                <w:tab w:val="left" w:pos="7655"/>
              </w:tabs>
            </w:pPr>
          </w:p>
          <w:p w:rsidR="00C77439" w:rsidRPr="007C279B" w:rsidRDefault="00C77439" w:rsidP="00F608E0">
            <w:pPr>
              <w:autoSpaceDE w:val="0"/>
              <w:autoSpaceDN w:val="0"/>
              <w:adjustRightInd w:val="0"/>
              <w:spacing w:line="23" w:lineRule="atLeast"/>
            </w:pPr>
            <w:r>
              <w:rPr>
                <w:b/>
                <w:bCs/>
              </w:rPr>
              <w:t xml:space="preserve">  </w:t>
            </w:r>
            <w:r w:rsidRPr="00AC5781">
              <w:rPr>
                <w:b/>
                <w:bCs/>
              </w:rPr>
              <w:t xml:space="preserve">________________ </w:t>
            </w:r>
            <w:r w:rsidRPr="007C279B">
              <w:t>А.П. Турлаков</w:t>
            </w:r>
          </w:p>
          <w:p w:rsidR="00C77439" w:rsidRPr="007C279B" w:rsidRDefault="00C77439" w:rsidP="00F608E0">
            <w:pPr>
              <w:spacing w:line="228" w:lineRule="auto"/>
              <w:jc w:val="center"/>
            </w:pPr>
          </w:p>
          <w:p w:rsidR="00C77439" w:rsidRPr="00AC5781" w:rsidRDefault="00C77439" w:rsidP="00F608E0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 w:rsidRPr="007C279B">
              <w:t>М.П.</w:t>
            </w:r>
          </w:p>
        </w:tc>
        <w:tc>
          <w:tcPr>
            <w:tcW w:w="4916" w:type="dxa"/>
          </w:tcPr>
          <w:p w:rsidR="00C77439" w:rsidRDefault="00C77439" w:rsidP="00973BF6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 w:rsidRPr="00973BF6">
              <w:rPr>
                <w:b/>
                <w:bCs/>
                <w:lang w:eastAsia="en-US"/>
              </w:rPr>
              <w:t xml:space="preserve">Администрация </w:t>
            </w:r>
          </w:p>
          <w:p w:rsidR="00C77439" w:rsidRPr="00973BF6" w:rsidRDefault="00C77439" w:rsidP="00973BF6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Козинского с</w:t>
            </w:r>
            <w:r w:rsidRPr="00973BF6">
              <w:rPr>
                <w:b/>
                <w:bCs/>
                <w:lang w:eastAsia="en-US"/>
              </w:rPr>
              <w:t>ельсовета Усть-Таркского района Новосибирской области</w:t>
            </w:r>
          </w:p>
          <w:p w:rsidR="00C77439" w:rsidRPr="007C279B" w:rsidRDefault="00C77439" w:rsidP="00F608E0">
            <w:pPr>
              <w:spacing w:line="228" w:lineRule="auto"/>
              <w:rPr>
                <w:lang w:eastAsia="en-US"/>
              </w:rPr>
            </w:pPr>
          </w:p>
          <w:p w:rsidR="00C77439" w:rsidRDefault="00C77439" w:rsidP="00F608E0">
            <w:pPr>
              <w:spacing w:line="228" w:lineRule="auto"/>
              <w:rPr>
                <w:noProof/>
                <w:lang w:eastAsia="en-US"/>
              </w:rPr>
            </w:pPr>
            <w:r w:rsidRPr="007C279B">
              <w:rPr>
                <w:lang w:eastAsia="en-US"/>
              </w:rPr>
              <w:fldChar w:fldCharType="begin"/>
            </w:r>
            <w:r w:rsidRPr="007C279B">
              <w:rPr>
                <w:lang w:eastAsia="en-US"/>
              </w:rPr>
              <w:instrText xml:space="preserve"> MERGEFIELD "юр_адрес_Совета" </w:instrText>
            </w:r>
            <w:r w:rsidRPr="007C279B">
              <w:rPr>
                <w:lang w:eastAsia="en-US"/>
              </w:rPr>
              <w:fldChar w:fldCharType="separate"/>
            </w:r>
            <w:r>
              <w:rPr>
                <w:noProof/>
                <w:lang w:eastAsia="en-US"/>
              </w:rPr>
              <w:t xml:space="preserve">632164, Новосибирская область, </w:t>
            </w:r>
          </w:p>
          <w:p w:rsidR="00C77439" w:rsidRDefault="00C77439" w:rsidP="00F608E0">
            <w:pPr>
              <w:spacing w:line="228" w:lineRule="auto"/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Усть-Таркский район, с.Козино</w:t>
            </w:r>
          </w:p>
          <w:p w:rsidR="00C77439" w:rsidRPr="007C279B" w:rsidRDefault="00C77439" w:rsidP="00F608E0">
            <w:pPr>
              <w:spacing w:line="228" w:lineRule="auto"/>
              <w:rPr>
                <w:lang w:eastAsia="en-US"/>
              </w:rPr>
            </w:pPr>
            <w:r>
              <w:rPr>
                <w:noProof/>
                <w:lang w:eastAsia="en-US"/>
              </w:rPr>
              <w:t xml:space="preserve">ул. </w:t>
            </w:r>
            <w:r w:rsidRPr="007C279B">
              <w:rPr>
                <w:lang w:eastAsia="en-US"/>
              </w:rPr>
              <w:fldChar w:fldCharType="end"/>
            </w:r>
            <w:r>
              <w:rPr>
                <w:lang w:eastAsia="en-US"/>
              </w:rPr>
              <w:t>Кооперативная, 22</w:t>
            </w:r>
          </w:p>
          <w:p w:rsidR="00C77439" w:rsidRPr="007C279B" w:rsidRDefault="00C77439" w:rsidP="00F608E0">
            <w:pPr>
              <w:spacing w:line="228" w:lineRule="auto"/>
              <w:rPr>
                <w:lang w:eastAsia="en-US"/>
              </w:rPr>
            </w:pPr>
          </w:p>
          <w:p w:rsidR="00C77439" w:rsidRPr="004A3EF5" w:rsidRDefault="00C77439" w:rsidP="00F608E0">
            <w:pPr>
              <w:spacing w:line="228" w:lineRule="auto"/>
              <w:rPr>
                <w:noProof/>
                <w:lang w:eastAsia="en-US"/>
              </w:rPr>
            </w:pPr>
            <w:r w:rsidRPr="004A3EF5">
              <w:rPr>
                <w:lang w:eastAsia="en-US"/>
              </w:rPr>
              <w:fldChar w:fldCharType="begin"/>
            </w:r>
            <w:r w:rsidRPr="004A3EF5">
              <w:rPr>
                <w:lang w:eastAsia="en-US"/>
              </w:rPr>
              <w:instrText xml:space="preserve"> MERGEFIELD "ИНН_КПП_БИК" </w:instrText>
            </w:r>
            <w:r w:rsidRPr="004A3EF5">
              <w:rPr>
                <w:lang w:eastAsia="en-US"/>
              </w:rPr>
              <w:fldChar w:fldCharType="separate"/>
            </w:r>
            <w:r w:rsidRPr="004A3EF5">
              <w:rPr>
                <w:noProof/>
                <w:lang w:eastAsia="en-US"/>
              </w:rPr>
              <w:t xml:space="preserve">ИНН </w:t>
            </w:r>
            <w:r>
              <w:rPr>
                <w:noProof/>
                <w:lang w:eastAsia="en-US"/>
              </w:rPr>
              <w:t xml:space="preserve">5416100300 / </w:t>
            </w:r>
            <w:r w:rsidRPr="004A3EF5">
              <w:rPr>
                <w:noProof/>
                <w:lang w:eastAsia="en-US"/>
              </w:rPr>
              <w:t xml:space="preserve">КПП </w:t>
            </w:r>
            <w:r>
              <w:rPr>
                <w:noProof/>
                <w:lang w:eastAsia="en-US"/>
              </w:rPr>
              <w:t>541601001</w:t>
            </w:r>
            <w:r w:rsidRPr="004A3EF5">
              <w:rPr>
                <w:noProof/>
                <w:lang w:eastAsia="en-US"/>
              </w:rPr>
              <w:t xml:space="preserve"> </w:t>
            </w:r>
          </w:p>
          <w:p w:rsidR="00C77439" w:rsidRPr="007C279B" w:rsidRDefault="00C77439" w:rsidP="00F608E0">
            <w:pPr>
              <w:spacing w:line="228" w:lineRule="auto"/>
              <w:rPr>
                <w:lang w:eastAsia="en-US"/>
              </w:rPr>
            </w:pPr>
            <w:r w:rsidRPr="004A3EF5">
              <w:rPr>
                <w:noProof/>
                <w:lang w:eastAsia="en-US"/>
              </w:rPr>
              <w:t xml:space="preserve">БИК </w:t>
            </w:r>
            <w:r w:rsidRPr="004A3EF5">
              <w:rPr>
                <w:lang w:eastAsia="en-US"/>
              </w:rPr>
              <w:fldChar w:fldCharType="end"/>
            </w:r>
            <w:r>
              <w:rPr>
                <w:lang w:eastAsia="en-US"/>
              </w:rPr>
              <w:t>045004001</w:t>
            </w:r>
          </w:p>
          <w:p w:rsidR="00C77439" w:rsidRPr="007C279B" w:rsidRDefault="00C77439" w:rsidP="00F608E0">
            <w:pPr>
              <w:spacing w:line="228" w:lineRule="auto"/>
              <w:rPr>
                <w:lang w:eastAsia="en-US"/>
              </w:rPr>
            </w:pPr>
            <w:r w:rsidRPr="007C279B">
              <w:rPr>
                <w:lang w:eastAsia="en-US"/>
              </w:rPr>
              <w:t xml:space="preserve">Р/счет </w:t>
            </w:r>
            <w:r>
              <w:rPr>
                <w:lang w:eastAsia="en-US"/>
              </w:rPr>
              <w:t>40204810250040000431</w:t>
            </w:r>
            <w:r w:rsidRPr="007C279B">
              <w:rPr>
                <w:lang w:eastAsia="en-US"/>
              </w:rPr>
              <w:fldChar w:fldCharType="begin"/>
            </w:r>
            <w:r w:rsidRPr="007C279B">
              <w:rPr>
                <w:lang w:eastAsia="en-US"/>
              </w:rPr>
              <w:instrText xml:space="preserve"> MERGEFIELD "расч_счет" </w:instrText>
            </w:r>
            <w:r w:rsidRPr="007C279B">
              <w:rPr>
                <w:lang w:eastAsia="en-US"/>
              </w:rPr>
              <w:fldChar w:fldCharType="end"/>
            </w:r>
          </w:p>
          <w:p w:rsidR="00C77439" w:rsidRDefault="00C77439" w:rsidP="00F608E0">
            <w:pPr>
              <w:spacing w:line="228" w:lineRule="auto"/>
              <w:rPr>
                <w:noProof/>
                <w:lang w:eastAsia="en-US"/>
              </w:rPr>
            </w:pPr>
            <w:r w:rsidRPr="007C279B">
              <w:rPr>
                <w:lang w:eastAsia="en-US"/>
              </w:rPr>
              <w:fldChar w:fldCharType="begin"/>
            </w:r>
            <w:r w:rsidRPr="007C279B">
              <w:rPr>
                <w:lang w:eastAsia="en-US"/>
              </w:rPr>
              <w:instrText xml:space="preserve"> MERGEFIELD "банк" </w:instrText>
            </w:r>
            <w:r w:rsidRPr="007C279B">
              <w:rPr>
                <w:lang w:eastAsia="en-US"/>
              </w:rPr>
              <w:fldChar w:fldCharType="separate"/>
            </w:r>
            <w:r>
              <w:rPr>
                <w:noProof/>
                <w:lang w:eastAsia="en-US"/>
              </w:rPr>
              <w:t xml:space="preserve">Сибирское ГУ Банка России     </w:t>
            </w:r>
          </w:p>
          <w:p w:rsidR="00C77439" w:rsidRPr="007C279B" w:rsidRDefault="00C77439" w:rsidP="00F608E0">
            <w:pPr>
              <w:spacing w:line="228" w:lineRule="auto"/>
              <w:rPr>
                <w:lang w:eastAsia="en-US"/>
              </w:rPr>
            </w:pPr>
            <w:r>
              <w:rPr>
                <w:noProof/>
                <w:lang w:eastAsia="en-US"/>
              </w:rPr>
              <w:t>г. Новосибирск</w:t>
            </w:r>
            <w:r w:rsidRPr="007C279B">
              <w:rPr>
                <w:lang w:eastAsia="en-US"/>
              </w:rPr>
              <w:fldChar w:fldCharType="end"/>
            </w:r>
          </w:p>
          <w:p w:rsidR="00C77439" w:rsidRPr="007C279B" w:rsidRDefault="00C77439" w:rsidP="00F608E0">
            <w:pPr>
              <w:spacing w:line="228" w:lineRule="auto"/>
              <w:rPr>
                <w:lang w:eastAsia="en-US"/>
              </w:rPr>
            </w:pPr>
          </w:p>
          <w:p w:rsidR="00C77439" w:rsidRPr="007C279B" w:rsidRDefault="00C77439" w:rsidP="00F608E0">
            <w:pPr>
              <w:spacing w:line="228" w:lineRule="auto"/>
              <w:rPr>
                <w:lang w:eastAsia="en-US"/>
              </w:rPr>
            </w:pPr>
          </w:p>
          <w:p w:rsidR="00C77439" w:rsidRPr="007C279B" w:rsidRDefault="00C77439" w:rsidP="00F608E0">
            <w:pPr>
              <w:spacing w:line="228" w:lineRule="auto"/>
              <w:rPr>
                <w:lang w:eastAsia="en-US"/>
              </w:rPr>
            </w:pPr>
            <w:r w:rsidRPr="007C279B">
              <w:rPr>
                <w:lang w:eastAsia="en-US"/>
              </w:rPr>
              <w:t xml:space="preserve">Глава </w:t>
            </w:r>
            <w:r>
              <w:rPr>
                <w:lang w:eastAsia="en-US"/>
              </w:rPr>
              <w:t>Козинского</w:t>
            </w:r>
            <w:r w:rsidRPr="007C279B">
              <w:rPr>
                <w:lang w:eastAsia="en-US"/>
              </w:rPr>
              <w:fldChar w:fldCharType="begin"/>
            </w:r>
            <w:r w:rsidRPr="007C279B">
              <w:rPr>
                <w:lang w:eastAsia="en-US"/>
              </w:rPr>
              <w:instrText xml:space="preserve"> MERGEFIELD "какого_совета" </w:instrText>
            </w:r>
            <w:r w:rsidRPr="007C279B">
              <w:rPr>
                <w:lang w:eastAsia="en-US"/>
              </w:rPr>
              <w:fldChar w:fldCharType="end"/>
            </w:r>
            <w:r w:rsidRPr="007C279B">
              <w:rPr>
                <w:lang w:eastAsia="en-US"/>
              </w:rPr>
              <w:t xml:space="preserve"> сельсовета</w:t>
            </w:r>
          </w:p>
          <w:p w:rsidR="00C77439" w:rsidRPr="007C279B" w:rsidRDefault="00C77439" w:rsidP="00F608E0">
            <w:pPr>
              <w:spacing w:line="228" w:lineRule="auto"/>
              <w:rPr>
                <w:lang w:eastAsia="en-US"/>
              </w:rPr>
            </w:pPr>
            <w:r w:rsidRPr="007C279B">
              <w:rPr>
                <w:lang w:eastAsia="en-US"/>
              </w:rPr>
              <w:t xml:space="preserve">Усть-Таркского района </w:t>
            </w:r>
          </w:p>
          <w:p w:rsidR="00C77439" w:rsidRPr="007C279B" w:rsidRDefault="00C77439" w:rsidP="00F608E0">
            <w:pPr>
              <w:tabs>
                <w:tab w:val="left" w:pos="7655"/>
              </w:tabs>
            </w:pPr>
            <w:r w:rsidRPr="007C279B">
              <w:t>Новосибирской области</w:t>
            </w:r>
          </w:p>
          <w:p w:rsidR="00C77439" w:rsidRPr="007C279B" w:rsidRDefault="00C77439" w:rsidP="00F608E0">
            <w:pPr>
              <w:tabs>
                <w:tab w:val="left" w:pos="7655"/>
              </w:tabs>
            </w:pPr>
          </w:p>
          <w:p w:rsidR="00C77439" w:rsidRPr="007C279B" w:rsidRDefault="00C77439" w:rsidP="00F608E0">
            <w:pPr>
              <w:tabs>
                <w:tab w:val="left" w:pos="7655"/>
              </w:tabs>
            </w:pPr>
            <w:r>
              <w:t xml:space="preserve">_____________ </w:t>
            </w:r>
          </w:p>
          <w:p w:rsidR="00C77439" w:rsidRPr="007C279B" w:rsidRDefault="00C77439" w:rsidP="00F608E0">
            <w:pPr>
              <w:spacing w:line="228" w:lineRule="auto"/>
            </w:pPr>
          </w:p>
          <w:p w:rsidR="00C77439" w:rsidRPr="007C279B" w:rsidRDefault="00C77439" w:rsidP="00F608E0">
            <w:pPr>
              <w:spacing w:line="228" w:lineRule="auto"/>
              <w:jc w:val="center"/>
              <w:rPr>
                <w:lang w:eastAsia="en-US"/>
              </w:rPr>
            </w:pPr>
            <w:r w:rsidRPr="007C279B">
              <w:t>М.П.</w:t>
            </w:r>
          </w:p>
          <w:p w:rsidR="00C77439" w:rsidRPr="007C279B" w:rsidRDefault="00C77439" w:rsidP="00F608E0">
            <w:pPr>
              <w:spacing w:line="228" w:lineRule="auto"/>
              <w:rPr>
                <w:lang w:eastAsia="en-US"/>
              </w:rPr>
            </w:pPr>
          </w:p>
        </w:tc>
      </w:tr>
    </w:tbl>
    <w:p w:rsidR="00C77439" w:rsidRPr="007C279B" w:rsidRDefault="00C77439" w:rsidP="00282743"/>
    <w:p w:rsidR="00C77439" w:rsidRDefault="00C77439" w:rsidP="00282743"/>
    <w:p w:rsidR="00C77439" w:rsidRDefault="00C77439"/>
    <w:sectPr w:rsidR="00C77439" w:rsidSect="004914BB">
      <w:footerReference w:type="default" r:id="rId8"/>
      <w:pgSz w:w="11906" w:h="16838" w:code="9"/>
      <w:pgMar w:top="1134" w:right="567" w:bottom="567" w:left="1418" w:header="227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439" w:rsidRDefault="00C77439">
      <w:r>
        <w:separator/>
      </w:r>
    </w:p>
  </w:endnote>
  <w:endnote w:type="continuationSeparator" w:id="1">
    <w:p w:rsidR="00C77439" w:rsidRDefault="00C774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439" w:rsidRPr="00695729" w:rsidRDefault="00C77439" w:rsidP="00695729">
    <w:pPr>
      <w:pStyle w:val="Footer"/>
      <w:framePr w:wrap="auto" w:vAnchor="text" w:hAnchor="margin" w:xAlign="right" w:y="1"/>
      <w:rPr>
        <w:rStyle w:val="PageNumber"/>
        <w:sz w:val="20"/>
        <w:szCs w:val="20"/>
      </w:rPr>
    </w:pPr>
    <w:r w:rsidRPr="00695729">
      <w:rPr>
        <w:rStyle w:val="PageNumber"/>
        <w:sz w:val="20"/>
        <w:szCs w:val="20"/>
      </w:rPr>
      <w:fldChar w:fldCharType="begin"/>
    </w:r>
    <w:r w:rsidRPr="00695729">
      <w:rPr>
        <w:rStyle w:val="PageNumber"/>
        <w:sz w:val="20"/>
        <w:szCs w:val="20"/>
      </w:rPr>
      <w:instrText xml:space="preserve">PAGE  </w:instrText>
    </w:r>
    <w:r w:rsidRPr="00695729"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7</w:t>
    </w:r>
    <w:r w:rsidRPr="00695729">
      <w:rPr>
        <w:rStyle w:val="PageNumber"/>
        <w:sz w:val="20"/>
        <w:szCs w:val="20"/>
      </w:rPr>
      <w:fldChar w:fldCharType="end"/>
    </w:r>
  </w:p>
  <w:p w:rsidR="00C77439" w:rsidRDefault="00C77439" w:rsidP="0069572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439" w:rsidRDefault="00C77439">
      <w:r>
        <w:separator/>
      </w:r>
    </w:p>
  </w:footnote>
  <w:footnote w:type="continuationSeparator" w:id="1">
    <w:p w:rsidR="00C77439" w:rsidRDefault="00C774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B31BB"/>
    <w:multiLevelType w:val="hybridMultilevel"/>
    <w:tmpl w:val="15A8425A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87F49"/>
    <w:multiLevelType w:val="hybridMultilevel"/>
    <w:tmpl w:val="DFA095E0"/>
    <w:lvl w:ilvl="0" w:tplc="BD48117A">
      <w:start w:val="1"/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18CE510D"/>
    <w:multiLevelType w:val="hybridMultilevel"/>
    <w:tmpl w:val="4F1A06C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044329F"/>
    <w:multiLevelType w:val="hybridMultilevel"/>
    <w:tmpl w:val="998E4B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3E68FE"/>
    <w:multiLevelType w:val="hybridMultilevel"/>
    <w:tmpl w:val="3D88F95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4E11DA6"/>
    <w:multiLevelType w:val="hybridMultilevel"/>
    <w:tmpl w:val="85AA3280"/>
    <w:lvl w:ilvl="0" w:tplc="F274D156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>
    <w:nsid w:val="4FC878A4"/>
    <w:multiLevelType w:val="hybridMultilevel"/>
    <w:tmpl w:val="DD965B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5F0C38"/>
    <w:multiLevelType w:val="hybridMultilevel"/>
    <w:tmpl w:val="0DB2DF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7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ED1"/>
    <w:rsid w:val="00044598"/>
    <w:rsid w:val="00065D55"/>
    <w:rsid w:val="00085A23"/>
    <w:rsid w:val="000D2DB2"/>
    <w:rsid w:val="001048A0"/>
    <w:rsid w:val="00112173"/>
    <w:rsid w:val="0012225A"/>
    <w:rsid w:val="00140DA0"/>
    <w:rsid w:val="00187C8B"/>
    <w:rsid w:val="001B7763"/>
    <w:rsid w:val="00206864"/>
    <w:rsid w:val="0026333C"/>
    <w:rsid w:val="00271D71"/>
    <w:rsid w:val="00282743"/>
    <w:rsid w:val="0028508B"/>
    <w:rsid w:val="00290774"/>
    <w:rsid w:val="00311FC1"/>
    <w:rsid w:val="003131F6"/>
    <w:rsid w:val="00327CCE"/>
    <w:rsid w:val="0035272D"/>
    <w:rsid w:val="003A5D27"/>
    <w:rsid w:val="003C1DF7"/>
    <w:rsid w:val="004009C3"/>
    <w:rsid w:val="004914BB"/>
    <w:rsid w:val="004A3EF5"/>
    <w:rsid w:val="00503FC0"/>
    <w:rsid w:val="0050662C"/>
    <w:rsid w:val="005067EB"/>
    <w:rsid w:val="0053337D"/>
    <w:rsid w:val="00541335"/>
    <w:rsid w:val="00550029"/>
    <w:rsid w:val="00580924"/>
    <w:rsid w:val="005C4F8A"/>
    <w:rsid w:val="005D6AE9"/>
    <w:rsid w:val="005E4D1A"/>
    <w:rsid w:val="005F3F8D"/>
    <w:rsid w:val="00663002"/>
    <w:rsid w:val="00695729"/>
    <w:rsid w:val="006A6960"/>
    <w:rsid w:val="006E372E"/>
    <w:rsid w:val="006F304A"/>
    <w:rsid w:val="00703E32"/>
    <w:rsid w:val="0071797B"/>
    <w:rsid w:val="00782000"/>
    <w:rsid w:val="007C279B"/>
    <w:rsid w:val="00810192"/>
    <w:rsid w:val="008374C7"/>
    <w:rsid w:val="008C355C"/>
    <w:rsid w:val="008D13B0"/>
    <w:rsid w:val="0094231D"/>
    <w:rsid w:val="0095782E"/>
    <w:rsid w:val="00973BF6"/>
    <w:rsid w:val="0097721B"/>
    <w:rsid w:val="00980374"/>
    <w:rsid w:val="00983122"/>
    <w:rsid w:val="009E2FE2"/>
    <w:rsid w:val="00A142BF"/>
    <w:rsid w:val="00A719DA"/>
    <w:rsid w:val="00A85E09"/>
    <w:rsid w:val="00A8782C"/>
    <w:rsid w:val="00AC5781"/>
    <w:rsid w:val="00AF7139"/>
    <w:rsid w:val="00B5752A"/>
    <w:rsid w:val="00B64AC9"/>
    <w:rsid w:val="00B723DE"/>
    <w:rsid w:val="00B9484B"/>
    <w:rsid w:val="00BA7951"/>
    <w:rsid w:val="00BB0033"/>
    <w:rsid w:val="00C1059A"/>
    <w:rsid w:val="00C609C4"/>
    <w:rsid w:val="00C77439"/>
    <w:rsid w:val="00CB134D"/>
    <w:rsid w:val="00D3672E"/>
    <w:rsid w:val="00D409AD"/>
    <w:rsid w:val="00D45617"/>
    <w:rsid w:val="00D653D4"/>
    <w:rsid w:val="00D85D2E"/>
    <w:rsid w:val="00E175C6"/>
    <w:rsid w:val="00E23EAC"/>
    <w:rsid w:val="00E37F80"/>
    <w:rsid w:val="00E9360C"/>
    <w:rsid w:val="00EA26B6"/>
    <w:rsid w:val="00EB753D"/>
    <w:rsid w:val="00F13ED1"/>
    <w:rsid w:val="00F46E20"/>
    <w:rsid w:val="00F608E0"/>
    <w:rsid w:val="00FC6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743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82743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82743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82743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28274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82743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282743"/>
  </w:style>
  <w:style w:type="paragraph" w:styleId="ListParagraph">
    <w:name w:val="List Paragraph"/>
    <w:basedOn w:val="Normal"/>
    <w:uiPriority w:val="99"/>
    <w:qFormat/>
    <w:rsid w:val="00BA795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C609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09C4"/>
    <w:rPr>
      <w:rFonts w:ascii="Tahoma" w:hAnsi="Tahoma" w:cs="Tahoma"/>
      <w:sz w:val="16"/>
      <w:szCs w:val="16"/>
      <w:lang w:eastAsia="ru-RU"/>
    </w:rPr>
  </w:style>
  <w:style w:type="character" w:customStyle="1" w:styleId="TitleChar1">
    <w:name w:val="Title Char1"/>
    <w:link w:val="Title"/>
    <w:uiPriority w:val="99"/>
    <w:locked/>
    <w:rsid w:val="00E9360C"/>
    <w:rPr>
      <w:b/>
      <w:bCs/>
      <w:sz w:val="24"/>
      <w:szCs w:val="24"/>
      <w:lang w:val="ru-RU" w:eastAsia="ru-RU"/>
    </w:rPr>
  </w:style>
  <w:style w:type="paragraph" w:styleId="Title">
    <w:name w:val="Title"/>
    <w:basedOn w:val="Normal"/>
    <w:link w:val="TitleChar1"/>
    <w:uiPriority w:val="99"/>
    <w:qFormat/>
    <w:locked/>
    <w:rsid w:val="00E9360C"/>
    <w:pPr>
      <w:jc w:val="center"/>
    </w:pPr>
    <w:rPr>
      <w:rFonts w:ascii="Calibri" w:hAnsi="Calibri" w:cs="Calibri"/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B5752A"/>
    <w:rPr>
      <w:rFonts w:ascii="Cambria" w:hAnsi="Cambria" w:cs="Cambria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1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1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D5A3727FC8052060C9DDB9E5E75EA408B0284DA60EEEF0F9B60FAECC0DAFDE0C5A427ED7NB7B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449</TotalTime>
  <Pages>8</Pages>
  <Words>3305</Words>
  <Characters>18843</Characters>
  <Application>Microsoft Office Outlook</Application>
  <DocSecurity>0</DocSecurity>
  <Lines>0</Lines>
  <Paragraphs>0</Paragraphs>
  <ScaleCrop>false</ScaleCrop>
  <Company>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Poltinnikova EA</dc:creator>
  <cp:keywords/>
  <dc:description/>
  <cp:lastModifiedBy>0</cp:lastModifiedBy>
  <cp:revision>15</cp:revision>
  <cp:lastPrinted>2005-05-03T00:12:00Z</cp:lastPrinted>
  <dcterms:created xsi:type="dcterms:W3CDTF">2018-04-19T03:25:00Z</dcterms:created>
  <dcterms:modified xsi:type="dcterms:W3CDTF">2005-05-03T00:18:00Z</dcterms:modified>
</cp:coreProperties>
</file>